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A2" w:rsidRDefault="00995FA2" w:rsidP="00995FA2">
      <w:pPr>
        <w:jc w:val="right"/>
        <w:rPr>
          <w:sz w:val="28"/>
          <w:szCs w:val="28"/>
          <w:u w:val="single"/>
        </w:rPr>
      </w:pPr>
    </w:p>
    <w:tbl>
      <w:tblPr>
        <w:tblpPr w:leftFromText="180" w:rightFromText="180" w:vertAnchor="text" w:horzAnchor="page" w:tblpX="7570" w:tblpY="220"/>
        <w:tblW w:w="3837" w:type="dxa"/>
        <w:tblLook w:val="01E0"/>
      </w:tblPr>
      <w:tblGrid>
        <w:gridCol w:w="4125"/>
      </w:tblGrid>
      <w:tr w:rsidR="00995FA2" w:rsidRPr="00A30E26" w:rsidTr="00D96A71">
        <w:trPr>
          <w:trHeight w:val="1625"/>
        </w:trPr>
        <w:tc>
          <w:tcPr>
            <w:tcW w:w="3837" w:type="dxa"/>
          </w:tcPr>
          <w:tbl>
            <w:tblPr>
              <w:tblpPr w:leftFromText="180" w:rightFromText="180" w:vertAnchor="text" w:horzAnchor="page" w:tblpX="7282" w:tblpY="220"/>
              <w:tblW w:w="3909" w:type="dxa"/>
              <w:tblLook w:val="01E0"/>
            </w:tblPr>
            <w:tblGrid>
              <w:gridCol w:w="3909"/>
            </w:tblGrid>
            <w:tr w:rsidR="00995FA2" w:rsidRPr="00A30E26" w:rsidTr="00D96A71">
              <w:trPr>
                <w:trHeight w:val="1797"/>
              </w:trPr>
              <w:tc>
                <w:tcPr>
                  <w:tcW w:w="3909" w:type="dxa"/>
                </w:tcPr>
                <w:p w:rsidR="00995FA2" w:rsidRDefault="00995FA2" w:rsidP="00D96A71">
                  <w:pPr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Первый заместитель министра</w:t>
                  </w:r>
                </w:p>
                <w:p w:rsidR="00995FA2" w:rsidRPr="00A30E26" w:rsidRDefault="00995FA2" w:rsidP="00D96A71">
                  <w:pPr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природных ресурсов и охраны </w:t>
                  </w:r>
                </w:p>
                <w:p w:rsidR="00995FA2" w:rsidRDefault="00995FA2" w:rsidP="00D96A71">
                  <w:pPr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окружающей среды </w:t>
                  </w:r>
                </w:p>
                <w:p w:rsidR="00995FA2" w:rsidRDefault="00995FA2" w:rsidP="00D96A71">
                  <w:pPr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Ставропольского края</w:t>
                  </w:r>
                </w:p>
                <w:p w:rsidR="00995FA2" w:rsidRDefault="00995FA2" w:rsidP="00D96A71">
                  <w:pPr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 </w:t>
                  </w:r>
                  <w:r w:rsidR="00CD4CB5">
                    <w:rPr>
                      <w:sz w:val="28"/>
                      <w:szCs w:val="28"/>
                    </w:rPr>
                    <w:t>Хусточкин. А.Н.</w:t>
                  </w:r>
                </w:p>
                <w:p w:rsidR="00995FA2" w:rsidRPr="00A30E26" w:rsidRDefault="00995FA2" w:rsidP="00F43845">
                  <w:pPr>
                    <w:rPr>
                      <w:szCs w:val="28"/>
                      <w:u w:val="single"/>
                    </w:rPr>
                  </w:pPr>
                  <w:r w:rsidRPr="00A30E26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F43845">
                    <w:rPr>
                      <w:sz w:val="28"/>
                      <w:szCs w:val="28"/>
                      <w:u w:val="single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30E26">
                    <w:rPr>
                      <w:sz w:val="28"/>
                      <w:szCs w:val="28"/>
                    </w:rPr>
                    <w:t xml:space="preserve">»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F43845">
                    <w:rPr>
                      <w:sz w:val="28"/>
                      <w:szCs w:val="28"/>
                      <w:u w:val="single"/>
                    </w:rPr>
                    <w:t>августа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BB145D">
                    <w:rPr>
                      <w:sz w:val="28"/>
                      <w:szCs w:val="28"/>
                      <w:u w:val="single"/>
                    </w:rPr>
                    <w:t>20</w:t>
                  </w:r>
                  <w:r>
                    <w:rPr>
                      <w:sz w:val="28"/>
                      <w:szCs w:val="28"/>
                      <w:u w:val="single"/>
                    </w:rPr>
                    <w:t>10</w:t>
                  </w:r>
                  <w:r w:rsidRPr="00BB145D">
                    <w:rPr>
                      <w:sz w:val="28"/>
                      <w:szCs w:val="28"/>
                      <w:u w:val="single"/>
                    </w:rPr>
                    <w:t>г.</w:t>
                  </w:r>
                </w:p>
              </w:tc>
            </w:tr>
          </w:tbl>
          <w:p w:rsidR="00995FA2" w:rsidRPr="00A30E26" w:rsidRDefault="00995FA2" w:rsidP="00D96A71">
            <w:pPr>
              <w:rPr>
                <w:szCs w:val="28"/>
                <w:u w:val="single"/>
              </w:rPr>
            </w:pPr>
          </w:p>
        </w:tc>
      </w:tr>
    </w:tbl>
    <w:p w:rsidR="00995FA2" w:rsidRDefault="00995FA2" w:rsidP="00995FA2">
      <w:pPr>
        <w:rPr>
          <w:sz w:val="28"/>
          <w:szCs w:val="28"/>
          <w:u w:val="single"/>
        </w:rPr>
      </w:pPr>
    </w:p>
    <w:p w:rsidR="00995FA2" w:rsidRDefault="00995FA2" w:rsidP="00995FA2">
      <w:pPr>
        <w:jc w:val="right"/>
        <w:rPr>
          <w:sz w:val="28"/>
          <w:szCs w:val="28"/>
          <w:u w:val="single"/>
        </w:rPr>
      </w:pPr>
    </w:p>
    <w:p w:rsidR="00995FA2" w:rsidRDefault="00995FA2" w:rsidP="00995FA2">
      <w:pPr>
        <w:jc w:val="right"/>
        <w:rPr>
          <w:sz w:val="28"/>
          <w:szCs w:val="28"/>
          <w:u w:val="single"/>
        </w:rPr>
      </w:pPr>
    </w:p>
    <w:p w:rsidR="00995FA2" w:rsidRDefault="00995FA2" w:rsidP="00995FA2">
      <w:pPr>
        <w:jc w:val="right"/>
        <w:rPr>
          <w:sz w:val="28"/>
          <w:szCs w:val="28"/>
          <w:u w:val="single"/>
        </w:rPr>
      </w:pPr>
    </w:p>
    <w:p w:rsidR="00995FA2" w:rsidRDefault="00995FA2" w:rsidP="00995FA2">
      <w:pPr>
        <w:jc w:val="right"/>
        <w:rPr>
          <w:sz w:val="28"/>
          <w:szCs w:val="28"/>
          <w:u w:val="single"/>
        </w:rPr>
      </w:pPr>
    </w:p>
    <w:p w:rsidR="00995FA2" w:rsidRDefault="00995FA2" w:rsidP="00995FA2">
      <w:pPr>
        <w:rPr>
          <w:b/>
          <w:sz w:val="28"/>
          <w:szCs w:val="28"/>
          <w:u w:val="single"/>
        </w:rPr>
      </w:pPr>
    </w:p>
    <w:p w:rsidR="00995FA2" w:rsidRDefault="00995FA2" w:rsidP="00995FA2">
      <w:pPr>
        <w:jc w:val="center"/>
        <w:rPr>
          <w:b/>
          <w:sz w:val="28"/>
          <w:szCs w:val="28"/>
          <w:u w:val="single"/>
        </w:rPr>
      </w:pPr>
    </w:p>
    <w:p w:rsidR="00995FA2" w:rsidRDefault="00995FA2" w:rsidP="00995FA2">
      <w:pPr>
        <w:spacing w:line="360" w:lineRule="auto"/>
        <w:jc w:val="center"/>
        <w:rPr>
          <w:b/>
          <w:sz w:val="28"/>
          <w:szCs w:val="28"/>
        </w:rPr>
      </w:pPr>
    </w:p>
    <w:p w:rsidR="00995FA2" w:rsidRDefault="00995FA2" w:rsidP="00995FA2">
      <w:pPr>
        <w:spacing w:line="360" w:lineRule="auto"/>
        <w:jc w:val="center"/>
        <w:rPr>
          <w:b/>
          <w:sz w:val="28"/>
          <w:szCs w:val="28"/>
        </w:rPr>
      </w:pPr>
    </w:p>
    <w:p w:rsidR="00995FA2" w:rsidRDefault="00995FA2" w:rsidP="00995FA2">
      <w:pPr>
        <w:spacing w:line="360" w:lineRule="auto"/>
        <w:jc w:val="center"/>
        <w:rPr>
          <w:b/>
          <w:sz w:val="28"/>
          <w:szCs w:val="28"/>
        </w:rPr>
      </w:pPr>
    </w:p>
    <w:p w:rsidR="00995FA2" w:rsidRDefault="00995FA2" w:rsidP="00995FA2">
      <w:pPr>
        <w:spacing w:line="360" w:lineRule="auto"/>
        <w:jc w:val="center"/>
        <w:rPr>
          <w:b/>
          <w:sz w:val="28"/>
          <w:szCs w:val="28"/>
        </w:rPr>
      </w:pPr>
      <w:r w:rsidRPr="00A57AAA">
        <w:rPr>
          <w:b/>
          <w:sz w:val="28"/>
          <w:szCs w:val="28"/>
        </w:rPr>
        <w:t>ДОКУМЕНТАЦИЯ</w:t>
      </w:r>
      <w:r>
        <w:rPr>
          <w:b/>
          <w:sz w:val="28"/>
          <w:szCs w:val="28"/>
        </w:rPr>
        <w:t xml:space="preserve"> ОБ АУКЦИОНЕ</w:t>
      </w:r>
      <w:r w:rsidRPr="00A57AAA">
        <w:rPr>
          <w:b/>
          <w:sz w:val="28"/>
          <w:szCs w:val="28"/>
        </w:rPr>
        <w:t xml:space="preserve"> </w:t>
      </w:r>
      <w:r w:rsidR="009E439A">
        <w:rPr>
          <w:b/>
          <w:sz w:val="28"/>
          <w:szCs w:val="28"/>
        </w:rPr>
        <w:t xml:space="preserve">№ </w:t>
      </w:r>
      <w:r w:rsidR="00F43845">
        <w:rPr>
          <w:b/>
          <w:sz w:val="28"/>
          <w:szCs w:val="28"/>
        </w:rPr>
        <w:t>10</w:t>
      </w:r>
    </w:p>
    <w:p w:rsidR="00992CE7" w:rsidRPr="00D96A71" w:rsidRDefault="00995FA2" w:rsidP="00992CE7">
      <w:pPr>
        <w:ind w:firstLine="708"/>
        <w:jc w:val="both"/>
        <w:rPr>
          <w:sz w:val="28"/>
          <w:szCs w:val="28"/>
        </w:rPr>
      </w:pPr>
      <w:r w:rsidRPr="00D96A71">
        <w:rPr>
          <w:sz w:val="28"/>
          <w:szCs w:val="28"/>
        </w:rPr>
        <w:t>По приобретению права заключения договора на право заключения дог</w:t>
      </w:r>
      <w:r w:rsidRPr="00D96A71">
        <w:rPr>
          <w:sz w:val="28"/>
          <w:szCs w:val="28"/>
        </w:rPr>
        <w:t>о</w:t>
      </w:r>
      <w:r w:rsidRPr="00D96A71">
        <w:rPr>
          <w:sz w:val="28"/>
          <w:szCs w:val="28"/>
        </w:rPr>
        <w:t>вора водопользования</w:t>
      </w:r>
      <w:r w:rsidR="00992CE7" w:rsidRPr="00D96A71">
        <w:rPr>
          <w:sz w:val="28"/>
          <w:szCs w:val="28"/>
        </w:rPr>
        <w:t xml:space="preserve"> акваторией водного объекта (руслового пруда)</w:t>
      </w:r>
      <w:r w:rsidR="003F223D">
        <w:rPr>
          <w:sz w:val="28"/>
          <w:szCs w:val="28"/>
        </w:rPr>
        <w:t xml:space="preserve"> </w:t>
      </w:r>
      <w:r w:rsidR="00BB7526">
        <w:rPr>
          <w:sz w:val="28"/>
          <w:szCs w:val="28"/>
        </w:rPr>
        <w:t>(</w:t>
      </w:r>
      <w:r w:rsidR="00B31B02">
        <w:rPr>
          <w:sz w:val="28"/>
          <w:szCs w:val="28"/>
        </w:rPr>
        <w:t>Граче</w:t>
      </w:r>
      <w:r w:rsidR="00B31B02">
        <w:rPr>
          <w:sz w:val="28"/>
          <w:szCs w:val="28"/>
        </w:rPr>
        <w:t>в</w:t>
      </w:r>
      <w:r w:rsidR="00B31B02">
        <w:rPr>
          <w:sz w:val="28"/>
          <w:szCs w:val="28"/>
        </w:rPr>
        <w:t>ского</w:t>
      </w:r>
      <w:r w:rsidR="00BB7526">
        <w:rPr>
          <w:sz w:val="28"/>
          <w:szCs w:val="28"/>
        </w:rPr>
        <w:t xml:space="preserve"> </w:t>
      </w:r>
      <w:r w:rsidR="004C22B9" w:rsidRPr="00D96A71">
        <w:rPr>
          <w:sz w:val="28"/>
          <w:szCs w:val="28"/>
        </w:rPr>
        <w:t>рай</w:t>
      </w:r>
      <w:r w:rsidR="00635002">
        <w:rPr>
          <w:sz w:val="28"/>
          <w:szCs w:val="28"/>
        </w:rPr>
        <w:t>он</w:t>
      </w:r>
      <w:r w:rsidR="005A77A9">
        <w:rPr>
          <w:sz w:val="28"/>
          <w:szCs w:val="28"/>
        </w:rPr>
        <w:t xml:space="preserve">, </w:t>
      </w:r>
      <w:r w:rsidR="00B31B02">
        <w:rPr>
          <w:sz w:val="28"/>
          <w:szCs w:val="28"/>
        </w:rPr>
        <w:t>в трех километрах западнее села Тугулук</w:t>
      </w:r>
      <w:r w:rsidR="004C22B9" w:rsidRPr="00D96A71">
        <w:rPr>
          <w:sz w:val="28"/>
          <w:szCs w:val="28"/>
        </w:rPr>
        <w:t>)</w:t>
      </w:r>
      <w:r w:rsidR="003F223D">
        <w:rPr>
          <w:sz w:val="28"/>
          <w:szCs w:val="28"/>
        </w:rPr>
        <w:t xml:space="preserve"> площадью 0,</w:t>
      </w:r>
      <w:r w:rsidR="00B31B02">
        <w:rPr>
          <w:sz w:val="28"/>
          <w:szCs w:val="28"/>
        </w:rPr>
        <w:t>35</w:t>
      </w:r>
      <w:r w:rsidR="003F223D">
        <w:rPr>
          <w:sz w:val="28"/>
          <w:szCs w:val="28"/>
        </w:rPr>
        <w:t xml:space="preserve"> км.кв. </w:t>
      </w:r>
      <w:r w:rsidR="00992CE7" w:rsidRPr="00D96A71">
        <w:rPr>
          <w:sz w:val="28"/>
          <w:szCs w:val="28"/>
        </w:rPr>
        <w:t xml:space="preserve">на </w:t>
      </w:r>
      <w:r w:rsidR="00B31B02">
        <w:rPr>
          <w:sz w:val="28"/>
          <w:szCs w:val="28"/>
        </w:rPr>
        <w:t>15</w:t>
      </w:r>
      <w:r w:rsidR="00992CE7" w:rsidRPr="00D96A71">
        <w:rPr>
          <w:sz w:val="28"/>
          <w:szCs w:val="28"/>
        </w:rPr>
        <w:t xml:space="preserve"> км от устья </w:t>
      </w:r>
      <w:r w:rsidR="001D31A9">
        <w:rPr>
          <w:sz w:val="28"/>
          <w:szCs w:val="28"/>
        </w:rPr>
        <w:t xml:space="preserve">балки </w:t>
      </w:r>
      <w:r w:rsidR="00B31B02">
        <w:rPr>
          <w:sz w:val="28"/>
          <w:szCs w:val="28"/>
        </w:rPr>
        <w:t>Большая Курахтинка</w:t>
      </w:r>
      <w:r w:rsidR="00992CE7" w:rsidRPr="00D96A71">
        <w:rPr>
          <w:sz w:val="28"/>
          <w:szCs w:val="28"/>
        </w:rPr>
        <w:t xml:space="preserve"> (географические координаты: </w:t>
      </w:r>
      <w:r w:rsidR="005A77A9">
        <w:rPr>
          <w:sz w:val="28"/>
          <w:szCs w:val="28"/>
        </w:rPr>
        <w:t xml:space="preserve">т.1: </w:t>
      </w:r>
      <w:r w:rsidR="00992CE7" w:rsidRPr="00D96A71">
        <w:rPr>
          <w:sz w:val="28"/>
          <w:szCs w:val="28"/>
        </w:rPr>
        <w:t>4</w:t>
      </w:r>
      <w:r w:rsidR="00CE3D4D">
        <w:rPr>
          <w:sz w:val="28"/>
          <w:szCs w:val="28"/>
        </w:rPr>
        <w:t>5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19</w:t>
      </w:r>
      <w:r w:rsidR="00992CE7" w:rsidRPr="00D96A71">
        <w:rPr>
          <w:sz w:val="28"/>
          <w:szCs w:val="28"/>
        </w:rPr>
        <w:t>'</w:t>
      </w:r>
      <w:r w:rsidR="00B31B02">
        <w:rPr>
          <w:sz w:val="28"/>
          <w:szCs w:val="28"/>
        </w:rPr>
        <w:t>28,7</w:t>
      </w:r>
      <w:r w:rsidR="00992CE7" w:rsidRPr="00D96A71">
        <w:rPr>
          <w:sz w:val="28"/>
          <w:szCs w:val="28"/>
        </w:rPr>
        <w:t>" с.ш.; 4</w:t>
      </w:r>
      <w:r w:rsidR="005A77A9">
        <w:rPr>
          <w:sz w:val="28"/>
          <w:szCs w:val="28"/>
        </w:rPr>
        <w:t>2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12</w:t>
      </w:r>
      <w:r w:rsidR="00992CE7" w:rsidRPr="00D96A71">
        <w:rPr>
          <w:sz w:val="28"/>
          <w:szCs w:val="28"/>
        </w:rPr>
        <w:t>'</w:t>
      </w:r>
      <w:r w:rsidR="00B31B02">
        <w:rPr>
          <w:sz w:val="28"/>
          <w:szCs w:val="28"/>
        </w:rPr>
        <w:t>42,5</w:t>
      </w:r>
      <w:r w:rsidR="005A77A9">
        <w:rPr>
          <w:sz w:val="28"/>
          <w:szCs w:val="28"/>
        </w:rPr>
        <w:t xml:space="preserve">" в.д., т.2: </w:t>
      </w:r>
      <w:r w:rsidR="00992CE7" w:rsidRPr="00D96A71">
        <w:rPr>
          <w:sz w:val="28"/>
          <w:szCs w:val="28"/>
        </w:rPr>
        <w:t>4</w:t>
      </w:r>
      <w:r w:rsidR="00CE3D4D">
        <w:rPr>
          <w:sz w:val="28"/>
          <w:szCs w:val="28"/>
        </w:rPr>
        <w:t>5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19</w:t>
      </w:r>
      <w:r w:rsidR="00992CE7" w:rsidRPr="00D96A71">
        <w:rPr>
          <w:sz w:val="28"/>
          <w:szCs w:val="28"/>
        </w:rPr>
        <w:t>'</w:t>
      </w:r>
      <w:r w:rsidR="00B31B02">
        <w:rPr>
          <w:sz w:val="28"/>
          <w:szCs w:val="28"/>
        </w:rPr>
        <w:t>29,7</w:t>
      </w:r>
      <w:r w:rsidR="00992CE7" w:rsidRPr="00D96A71">
        <w:rPr>
          <w:sz w:val="28"/>
          <w:szCs w:val="28"/>
        </w:rPr>
        <w:t>" с.ш.; 4</w:t>
      </w:r>
      <w:r w:rsidR="005A77A9">
        <w:rPr>
          <w:sz w:val="28"/>
          <w:szCs w:val="28"/>
        </w:rPr>
        <w:t>2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12</w:t>
      </w:r>
      <w:r w:rsidR="00992CE7" w:rsidRPr="00D96A71">
        <w:rPr>
          <w:sz w:val="28"/>
          <w:szCs w:val="28"/>
        </w:rPr>
        <w:t>'</w:t>
      </w:r>
      <w:r w:rsidR="00B31B02">
        <w:rPr>
          <w:sz w:val="28"/>
          <w:szCs w:val="28"/>
        </w:rPr>
        <w:t>31,6</w:t>
      </w:r>
      <w:r w:rsidR="00992CE7" w:rsidRPr="00D96A71">
        <w:rPr>
          <w:sz w:val="28"/>
          <w:szCs w:val="28"/>
        </w:rPr>
        <w:t>" в.д</w:t>
      </w:r>
      <w:r w:rsidR="005A77A9">
        <w:rPr>
          <w:sz w:val="28"/>
          <w:szCs w:val="28"/>
        </w:rPr>
        <w:t xml:space="preserve">., т.3: </w:t>
      </w:r>
      <w:r w:rsidR="00992CE7" w:rsidRPr="00D96A71">
        <w:rPr>
          <w:sz w:val="28"/>
          <w:szCs w:val="28"/>
        </w:rPr>
        <w:t>4</w:t>
      </w:r>
      <w:r w:rsidR="00CE3D4D">
        <w:rPr>
          <w:sz w:val="28"/>
          <w:szCs w:val="28"/>
        </w:rPr>
        <w:t>5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20</w:t>
      </w:r>
      <w:r w:rsidR="00BB7526">
        <w:rPr>
          <w:sz w:val="28"/>
          <w:szCs w:val="28"/>
        </w:rPr>
        <w:t>'</w:t>
      </w:r>
      <w:r w:rsidR="00B31B02">
        <w:rPr>
          <w:sz w:val="28"/>
          <w:szCs w:val="28"/>
        </w:rPr>
        <w:t>05,2</w:t>
      </w:r>
      <w:r w:rsidR="00992CE7" w:rsidRPr="00D96A71">
        <w:rPr>
          <w:sz w:val="28"/>
          <w:szCs w:val="28"/>
        </w:rPr>
        <w:t>" с.ш.; 4</w:t>
      </w:r>
      <w:r w:rsidR="005A77A9">
        <w:rPr>
          <w:sz w:val="28"/>
          <w:szCs w:val="28"/>
        </w:rPr>
        <w:t>2</w:t>
      </w:r>
      <w:r w:rsidR="00992CE7" w:rsidRPr="00D96A71">
        <w:rPr>
          <w:sz w:val="28"/>
          <w:szCs w:val="28"/>
        </w:rPr>
        <w:t>°</w:t>
      </w:r>
      <w:r w:rsidR="00B31B02">
        <w:rPr>
          <w:sz w:val="28"/>
          <w:szCs w:val="28"/>
        </w:rPr>
        <w:t>12</w:t>
      </w:r>
      <w:r w:rsidR="00992CE7" w:rsidRPr="00D96A71">
        <w:rPr>
          <w:sz w:val="28"/>
          <w:szCs w:val="28"/>
        </w:rPr>
        <w:t>'</w:t>
      </w:r>
      <w:r w:rsidR="00B31B02">
        <w:rPr>
          <w:sz w:val="28"/>
          <w:szCs w:val="28"/>
        </w:rPr>
        <w:t>02,8</w:t>
      </w:r>
      <w:r w:rsidR="00992CE7" w:rsidRPr="00D96A71">
        <w:rPr>
          <w:sz w:val="28"/>
          <w:szCs w:val="28"/>
        </w:rPr>
        <w:t>" в.д.</w:t>
      </w:r>
      <w:r w:rsidR="005A77A9">
        <w:rPr>
          <w:sz w:val="28"/>
          <w:szCs w:val="28"/>
        </w:rPr>
        <w:t xml:space="preserve">, </w:t>
      </w:r>
      <w:r w:rsidR="005A77A9" w:rsidRPr="00F7057B">
        <w:rPr>
          <w:sz w:val="28"/>
          <w:szCs w:val="28"/>
        </w:rPr>
        <w:t>т.4:</w:t>
      </w:r>
      <w:r w:rsidR="00992CE7" w:rsidRPr="00F7057B">
        <w:rPr>
          <w:sz w:val="28"/>
          <w:szCs w:val="28"/>
        </w:rPr>
        <w:t xml:space="preserve"> 4</w:t>
      </w:r>
      <w:r w:rsidR="00CA50FE" w:rsidRPr="00F7057B">
        <w:rPr>
          <w:sz w:val="28"/>
          <w:szCs w:val="28"/>
        </w:rPr>
        <w:t>5</w:t>
      </w:r>
      <w:r w:rsidR="00992CE7" w:rsidRPr="00F7057B">
        <w:rPr>
          <w:sz w:val="28"/>
          <w:szCs w:val="28"/>
        </w:rPr>
        <w:t>°</w:t>
      </w:r>
      <w:r w:rsidR="00F7057B" w:rsidRPr="00F7057B">
        <w:rPr>
          <w:sz w:val="28"/>
          <w:szCs w:val="28"/>
        </w:rPr>
        <w:t>20</w:t>
      </w:r>
      <w:r w:rsidR="00992CE7" w:rsidRPr="00F7057B">
        <w:rPr>
          <w:sz w:val="28"/>
          <w:szCs w:val="28"/>
        </w:rPr>
        <w:t>'</w:t>
      </w:r>
      <w:r w:rsidR="00F7057B" w:rsidRPr="00F7057B">
        <w:rPr>
          <w:sz w:val="28"/>
          <w:szCs w:val="28"/>
        </w:rPr>
        <w:t>00.9</w:t>
      </w:r>
      <w:r w:rsidR="00992CE7" w:rsidRPr="00F7057B">
        <w:rPr>
          <w:sz w:val="28"/>
          <w:szCs w:val="28"/>
        </w:rPr>
        <w:t>" с.ш.; 4</w:t>
      </w:r>
      <w:r w:rsidR="005A77A9" w:rsidRPr="00F7057B">
        <w:rPr>
          <w:sz w:val="28"/>
          <w:szCs w:val="28"/>
        </w:rPr>
        <w:t>2</w:t>
      </w:r>
      <w:r w:rsidR="00992CE7" w:rsidRPr="00F7057B">
        <w:rPr>
          <w:sz w:val="28"/>
          <w:szCs w:val="28"/>
        </w:rPr>
        <w:t>°</w:t>
      </w:r>
      <w:r w:rsidR="00B31B02" w:rsidRPr="00F7057B">
        <w:rPr>
          <w:sz w:val="28"/>
          <w:szCs w:val="28"/>
        </w:rPr>
        <w:t>12</w:t>
      </w:r>
      <w:r w:rsidR="00992CE7" w:rsidRPr="00F7057B">
        <w:rPr>
          <w:sz w:val="28"/>
          <w:szCs w:val="28"/>
        </w:rPr>
        <w:t>'</w:t>
      </w:r>
      <w:r w:rsidR="00F7057B" w:rsidRPr="00F7057B">
        <w:rPr>
          <w:sz w:val="28"/>
          <w:szCs w:val="28"/>
        </w:rPr>
        <w:t>12.5</w:t>
      </w:r>
      <w:r w:rsidR="00992CE7" w:rsidRPr="00F7057B">
        <w:rPr>
          <w:sz w:val="28"/>
          <w:szCs w:val="28"/>
        </w:rPr>
        <w:t>" в.д.</w:t>
      </w:r>
      <w:r w:rsidR="00F7057B">
        <w:rPr>
          <w:sz w:val="28"/>
          <w:szCs w:val="28"/>
        </w:rPr>
        <w:t xml:space="preserve">; </w:t>
      </w:r>
      <w:r w:rsidR="00F7057B" w:rsidRPr="00F7057B">
        <w:rPr>
          <w:sz w:val="28"/>
          <w:szCs w:val="28"/>
        </w:rPr>
        <w:t>т.</w:t>
      </w:r>
      <w:r w:rsidR="00F7057B">
        <w:rPr>
          <w:sz w:val="28"/>
          <w:szCs w:val="28"/>
        </w:rPr>
        <w:t>5</w:t>
      </w:r>
      <w:r w:rsidR="00F7057B" w:rsidRPr="00F7057B">
        <w:rPr>
          <w:sz w:val="28"/>
          <w:szCs w:val="28"/>
        </w:rPr>
        <w:t>: 45°</w:t>
      </w:r>
      <w:r w:rsidR="00F7057B">
        <w:rPr>
          <w:sz w:val="28"/>
          <w:szCs w:val="28"/>
        </w:rPr>
        <w:t>19</w:t>
      </w:r>
      <w:r w:rsidR="00F7057B" w:rsidRPr="00F7057B">
        <w:rPr>
          <w:sz w:val="28"/>
          <w:szCs w:val="28"/>
        </w:rPr>
        <w:t>'</w:t>
      </w:r>
      <w:r w:rsidR="00F7057B">
        <w:rPr>
          <w:sz w:val="28"/>
          <w:szCs w:val="28"/>
        </w:rPr>
        <w:t>35,9</w:t>
      </w:r>
      <w:r w:rsidR="00F7057B" w:rsidRPr="00F7057B">
        <w:rPr>
          <w:sz w:val="28"/>
          <w:szCs w:val="28"/>
        </w:rPr>
        <w:t>" с.ш.; 42°12'</w:t>
      </w:r>
      <w:r w:rsidR="00F7057B">
        <w:rPr>
          <w:sz w:val="28"/>
          <w:szCs w:val="28"/>
        </w:rPr>
        <w:t>41,6" в.д.</w:t>
      </w:r>
      <w:r w:rsidR="00992CE7" w:rsidRPr="00F7057B">
        <w:rPr>
          <w:sz w:val="28"/>
          <w:szCs w:val="28"/>
        </w:rPr>
        <w:t>)</w:t>
      </w:r>
      <w:r w:rsidR="00992CE7" w:rsidRPr="00D96A71">
        <w:rPr>
          <w:sz w:val="28"/>
          <w:szCs w:val="28"/>
        </w:rPr>
        <w:t xml:space="preserve"> для использования акватории водного объе</w:t>
      </w:r>
      <w:r w:rsidR="00992CE7" w:rsidRPr="00D96A71">
        <w:rPr>
          <w:sz w:val="28"/>
          <w:szCs w:val="28"/>
        </w:rPr>
        <w:t>к</w:t>
      </w:r>
      <w:r w:rsidR="00992CE7" w:rsidRPr="00D96A71">
        <w:rPr>
          <w:sz w:val="28"/>
          <w:szCs w:val="28"/>
        </w:rPr>
        <w:t>та, в том числе для рекреационных целей: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 w:rsidRPr="00D96A71">
        <w:rPr>
          <w:sz w:val="28"/>
          <w:szCs w:val="28"/>
        </w:rPr>
        <w:t>Форма заявки на участие в аукционе</w:t>
      </w:r>
      <w:r>
        <w:rPr>
          <w:sz w:val="28"/>
          <w:szCs w:val="28"/>
        </w:rPr>
        <w:t>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Форма заявления на заключение договора о задатке.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Форма договора о задатке.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Форма запроса на предоставление участникам аукциона разъяснений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Проект договора водопользования.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Порядок подачи,  приема</w:t>
      </w:r>
      <w:r w:rsidRPr="008B3E54">
        <w:rPr>
          <w:sz w:val="28"/>
          <w:szCs w:val="28"/>
        </w:rPr>
        <w:t xml:space="preserve"> </w:t>
      </w:r>
      <w:r>
        <w:rPr>
          <w:sz w:val="28"/>
          <w:szCs w:val="28"/>
        </w:rPr>
        <w:t>и регистрации заявок.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аукциона.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результатов аукциона.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Регламент работы аукционной комиссии.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Признание аукциона несостоявшимся.</w:t>
      </w:r>
    </w:p>
    <w:p w:rsidR="00995FA2" w:rsidRDefault="00995FA2" w:rsidP="00992CE7">
      <w:pPr>
        <w:numPr>
          <w:ilvl w:val="0"/>
          <w:numId w:val="4"/>
        </w:numPr>
        <w:tabs>
          <w:tab w:val="num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Прочие сведения и разъяснения по документации:</w:t>
      </w:r>
    </w:p>
    <w:p w:rsidR="00995FA2" w:rsidRPr="00417E99" w:rsidRDefault="00995FA2" w:rsidP="00992CE7">
      <w:pPr>
        <w:pStyle w:val="ConsPlusNormal"/>
        <w:widowControl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17E99">
        <w:rPr>
          <w:rFonts w:ascii="Times New Roman" w:hAnsi="Times New Roman"/>
          <w:sz w:val="28"/>
          <w:szCs w:val="28"/>
        </w:rPr>
        <w:t xml:space="preserve"> требования к содержанию и форме заявки, инструкция по заполнению заявки;</w:t>
      </w:r>
    </w:p>
    <w:p w:rsidR="00995FA2" w:rsidRPr="00417E99" w:rsidRDefault="00995FA2" w:rsidP="00992CE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17E99">
        <w:rPr>
          <w:rFonts w:ascii="Times New Roman" w:hAnsi="Times New Roman"/>
          <w:sz w:val="28"/>
          <w:szCs w:val="28"/>
        </w:rPr>
        <w:t xml:space="preserve"> порядок отзыва заявок и внесения изменений в них;</w:t>
      </w:r>
    </w:p>
    <w:p w:rsidR="00995FA2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417E99">
        <w:rPr>
          <w:rFonts w:ascii="Times New Roman" w:hAnsi="Times New Roman"/>
          <w:sz w:val="28"/>
          <w:szCs w:val="28"/>
        </w:rPr>
        <w:t xml:space="preserve"> формы, порядок, даты начала и окончания срока предоставления участникам</w:t>
      </w:r>
    </w:p>
    <w:p w:rsidR="00995FA2" w:rsidRPr="00417E99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17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17E99">
        <w:rPr>
          <w:rFonts w:ascii="Times New Roman" w:hAnsi="Times New Roman"/>
          <w:sz w:val="28"/>
          <w:szCs w:val="28"/>
        </w:rPr>
        <w:t>аукциона разъяснений положений, содержащихся в документации;</w:t>
      </w:r>
    </w:p>
    <w:p w:rsidR="00995FA2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417E99">
        <w:rPr>
          <w:rFonts w:ascii="Times New Roman" w:hAnsi="Times New Roman"/>
          <w:sz w:val="28"/>
          <w:szCs w:val="28"/>
        </w:rPr>
        <w:t xml:space="preserve"> порядок проведения осмотров предоставляемого в пользование водного</w:t>
      </w:r>
    </w:p>
    <w:p w:rsidR="00995FA2" w:rsidRPr="00417E99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17E99">
        <w:rPr>
          <w:rFonts w:ascii="Times New Roman" w:hAnsi="Times New Roman"/>
          <w:sz w:val="28"/>
          <w:szCs w:val="28"/>
        </w:rPr>
        <w:t xml:space="preserve"> объекта заинтересованными лицами и заявителями (далее - заявитель);</w:t>
      </w:r>
    </w:p>
    <w:p w:rsidR="00995FA2" w:rsidRPr="00417E99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417E99">
        <w:rPr>
          <w:rFonts w:ascii="Times New Roman" w:hAnsi="Times New Roman"/>
          <w:sz w:val="28"/>
          <w:szCs w:val="28"/>
        </w:rPr>
        <w:t xml:space="preserve"> место, дата и время вскрытия конвертов с заявками, а также место, дата и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99">
        <w:rPr>
          <w:rFonts w:ascii="Times New Roman" w:hAnsi="Times New Roman"/>
          <w:sz w:val="28"/>
          <w:szCs w:val="28"/>
        </w:rPr>
        <w:t>рассмотрения комиссией этих заявок;</w:t>
      </w:r>
    </w:p>
    <w:p w:rsidR="00995FA2" w:rsidRPr="00417E99" w:rsidRDefault="00995FA2" w:rsidP="00992CE7">
      <w:pPr>
        <w:pStyle w:val="ConsPlusNormal"/>
        <w:widowControl/>
        <w:ind w:left="-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417E99">
        <w:rPr>
          <w:rFonts w:ascii="Times New Roman" w:hAnsi="Times New Roman"/>
          <w:sz w:val="28"/>
          <w:szCs w:val="28"/>
        </w:rPr>
        <w:t xml:space="preserve"> срок и порядок внесения задатка, банковские реквизиты счета для перечисл</w:t>
      </w:r>
      <w:r w:rsidRPr="00417E99">
        <w:rPr>
          <w:rFonts w:ascii="Times New Roman" w:hAnsi="Times New Roman"/>
          <w:sz w:val="28"/>
          <w:szCs w:val="28"/>
        </w:rPr>
        <w:t>е</w:t>
      </w:r>
      <w:r w:rsidRPr="00417E99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99">
        <w:rPr>
          <w:rFonts w:ascii="Times New Roman" w:hAnsi="Times New Roman"/>
          <w:sz w:val="28"/>
          <w:szCs w:val="28"/>
        </w:rPr>
        <w:t>необходимых средств.</w:t>
      </w:r>
    </w:p>
    <w:p w:rsidR="00995FA2" w:rsidRDefault="00995FA2" w:rsidP="00992CE7">
      <w:pPr>
        <w:spacing w:line="360" w:lineRule="auto"/>
        <w:ind w:left="-360"/>
        <w:jc w:val="both"/>
        <w:rPr>
          <w:sz w:val="28"/>
          <w:szCs w:val="28"/>
        </w:rPr>
      </w:pPr>
    </w:p>
    <w:p w:rsidR="00995FA2" w:rsidRDefault="00995FA2" w:rsidP="00995FA2">
      <w:pPr>
        <w:jc w:val="center"/>
        <w:rPr>
          <w:sz w:val="28"/>
          <w:szCs w:val="28"/>
        </w:rPr>
      </w:pPr>
    </w:p>
    <w:p w:rsidR="00995FA2" w:rsidRDefault="00992CE7" w:rsidP="00995F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</w:t>
      </w:r>
    </w:p>
    <w:p w:rsidR="00995FA2" w:rsidRPr="00115CF5" w:rsidRDefault="00995FA2" w:rsidP="00995FA2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992CE7">
        <w:rPr>
          <w:sz w:val="28"/>
          <w:szCs w:val="28"/>
        </w:rPr>
        <w:t>10</w:t>
      </w:r>
      <w:r>
        <w:rPr>
          <w:sz w:val="28"/>
          <w:szCs w:val="28"/>
        </w:rPr>
        <w:t>г.</w:t>
      </w:r>
    </w:p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  <w:r w:rsidRPr="00B736F5">
        <w:t>Приложение № 1</w:t>
      </w:r>
    </w:p>
    <w:p w:rsidR="00995FA2" w:rsidRDefault="00995FA2" w:rsidP="00995FA2">
      <w:pPr>
        <w:pStyle w:val="11"/>
        <w:keepNext w:val="0"/>
        <w:spacing w:line="240" w:lineRule="auto"/>
        <w:ind w:firstLine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5FA2" w:rsidRPr="00A30E26" w:rsidTr="00D96A71">
        <w:tc>
          <w:tcPr>
            <w:tcW w:w="4785" w:type="dxa"/>
            <w:vAlign w:val="center"/>
          </w:tcPr>
          <w:p w:rsidR="00995FA2" w:rsidRPr="00A30E26" w:rsidRDefault="00995FA2" w:rsidP="00D96A71">
            <w:pPr>
              <w:pStyle w:val="11"/>
              <w:keepNext w:val="0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A30E26">
              <w:rPr>
                <w:b/>
                <w:bCs/>
              </w:rPr>
              <w:t>Бланк организации</w:t>
            </w:r>
          </w:p>
          <w:p w:rsidR="00995FA2" w:rsidRPr="00A30E26" w:rsidRDefault="00995FA2" w:rsidP="00D96A71">
            <w:pPr>
              <w:pStyle w:val="11"/>
              <w:keepNext w:val="0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A30E26">
              <w:rPr>
                <w:b/>
                <w:bCs/>
              </w:rPr>
              <w:t>Дата исходящий номер</w:t>
            </w:r>
          </w:p>
          <w:p w:rsidR="00995FA2" w:rsidRPr="00A30E26" w:rsidRDefault="00995FA2" w:rsidP="00D96A71">
            <w:pPr>
              <w:pStyle w:val="11"/>
              <w:keepNext w:val="0"/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995FA2" w:rsidRPr="00A30E26" w:rsidRDefault="00995FA2" w:rsidP="00D96A71">
            <w:pPr>
              <w:pStyle w:val="11"/>
              <w:keepNext w:val="0"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:rsidR="00992CE7" w:rsidRDefault="00992CE7" w:rsidP="00D96A71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Первому заместителю министра приро</w:t>
            </w:r>
            <w:r>
              <w:rPr>
                <w:b/>
                <w:bCs/>
              </w:rPr>
              <w:t>д</w:t>
            </w:r>
            <w:r>
              <w:rPr>
                <w:b/>
                <w:bCs/>
              </w:rPr>
              <w:t>ных ресурсов и охраны окружающей ср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 xml:space="preserve">ды </w:t>
            </w:r>
          </w:p>
          <w:p w:rsidR="00995FA2" w:rsidRDefault="00992CE7" w:rsidP="00D96A71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Ставропольского края</w:t>
            </w:r>
          </w:p>
          <w:p w:rsidR="00992CE7" w:rsidRDefault="00992CE7" w:rsidP="00D96A71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</w:p>
          <w:p w:rsidR="00992CE7" w:rsidRPr="00A30E26" w:rsidRDefault="00992CE7" w:rsidP="00D96A71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А.Н. Хусточкину</w:t>
            </w:r>
          </w:p>
        </w:tc>
      </w:tr>
    </w:tbl>
    <w:p w:rsidR="00995FA2" w:rsidRDefault="00995FA2" w:rsidP="00995FA2">
      <w:pPr>
        <w:pStyle w:val="11"/>
        <w:keepNext w:val="0"/>
        <w:spacing w:line="240" w:lineRule="auto"/>
        <w:ind w:firstLine="0"/>
        <w:rPr>
          <w:b/>
          <w:bCs/>
        </w:rPr>
      </w:pPr>
    </w:p>
    <w:p w:rsidR="00995FA2" w:rsidRDefault="00995FA2" w:rsidP="00995FA2">
      <w:pPr>
        <w:pStyle w:val="11"/>
        <w:keepNext w:val="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ЗАЯВКА</w:t>
      </w:r>
    </w:p>
    <w:p w:rsidR="00995FA2" w:rsidRDefault="00995FA2" w:rsidP="00995FA2">
      <w:pPr>
        <w:pStyle w:val="11"/>
        <w:keepNext w:val="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НА УЧАСТИЕ В АУКЦИОНЕ</w:t>
      </w:r>
    </w:p>
    <w:p w:rsidR="00995FA2" w:rsidRDefault="00995FA2" w:rsidP="00995FA2">
      <w:pPr>
        <w:pStyle w:val="11"/>
        <w:keepNext w:val="0"/>
        <w:spacing w:line="240" w:lineRule="auto"/>
        <w:ind w:firstLine="0"/>
        <w:jc w:val="both"/>
        <w:rPr>
          <w:b/>
          <w:bCs/>
        </w:rPr>
      </w:pPr>
    </w:p>
    <w:p w:rsidR="00995FA2" w:rsidRPr="00070B95" w:rsidRDefault="00995FA2" w:rsidP="00995FA2">
      <w:pPr>
        <w:spacing w:line="234" w:lineRule="auto"/>
        <w:ind w:firstLine="708"/>
        <w:jc w:val="both"/>
      </w:pPr>
      <w:r w:rsidRPr="00070B95">
        <w:t xml:space="preserve">Изучив документацию </w:t>
      </w:r>
      <w:r w:rsidR="004827B5">
        <w:t xml:space="preserve">по приобретению права заключения договора водопользования </w:t>
      </w:r>
      <w:r w:rsidRPr="00070B95">
        <w:t xml:space="preserve">об аукционе </w:t>
      </w:r>
      <w:r>
        <w:t>на</w:t>
      </w:r>
      <w:r w:rsidRPr="00070B95">
        <w:t xml:space="preserve"> прав</w:t>
      </w:r>
      <w:r>
        <w:t xml:space="preserve">о </w:t>
      </w:r>
      <w:r w:rsidR="003F223D" w:rsidRPr="00070B95">
        <w:t>заключени</w:t>
      </w:r>
      <w:r w:rsidR="003F223D">
        <w:t>я,</w:t>
      </w:r>
      <w:r w:rsidRPr="00070B95">
        <w:t xml:space="preserve"> </w:t>
      </w:r>
      <w:r w:rsidR="004827B5">
        <w:t>которого приобретается на аукционе</w:t>
      </w:r>
      <w:r w:rsidRPr="00070B95">
        <w:t>, а также применим</w:t>
      </w:r>
      <w:r w:rsidR="004827B5">
        <w:t>о</w:t>
      </w:r>
      <w:r w:rsidRPr="00070B95">
        <w:t xml:space="preserve">е к данному аукциону законодательство и </w:t>
      </w:r>
      <w:r>
        <w:t>но</w:t>
      </w:r>
      <w:r w:rsidRPr="00070B95">
        <w:t>рмативно-правовые акты</w:t>
      </w:r>
      <w:r>
        <w:t>,</w:t>
      </w:r>
      <w:r w:rsidRPr="00070B95">
        <w:t xml:space="preserve"> </w:t>
      </w:r>
      <w:r>
        <w:t>______</w:t>
      </w:r>
      <w:r w:rsidRPr="00070B95">
        <w:t>_______________________________________________</w:t>
      </w:r>
      <w:r>
        <w:t>___________________________</w:t>
      </w:r>
    </w:p>
    <w:p w:rsidR="00995FA2" w:rsidRPr="00070B95" w:rsidRDefault="00995FA2" w:rsidP="00995FA2">
      <w:pPr>
        <w:spacing w:line="234" w:lineRule="auto"/>
        <w:ind w:left="1440"/>
        <w:jc w:val="center"/>
        <w:rPr>
          <w:vertAlign w:val="superscript"/>
        </w:rPr>
      </w:pPr>
      <w:r w:rsidRPr="00070B95">
        <w:rPr>
          <w:vertAlign w:val="superscript"/>
        </w:rPr>
        <w:t>(</w:t>
      </w:r>
      <w:r w:rsidRPr="00070B95">
        <w:rPr>
          <w:i/>
          <w:iCs/>
          <w:vertAlign w:val="superscript"/>
        </w:rPr>
        <w:t xml:space="preserve">наименование </w:t>
      </w:r>
      <w:r w:rsidRPr="00070B95">
        <w:rPr>
          <w:vertAlign w:val="superscript"/>
        </w:rPr>
        <w:t xml:space="preserve"> заявителя)</w:t>
      </w:r>
    </w:p>
    <w:p w:rsidR="00995FA2" w:rsidRPr="00070B95" w:rsidRDefault="00995FA2" w:rsidP="00995FA2">
      <w:pPr>
        <w:spacing w:line="234" w:lineRule="auto"/>
        <w:jc w:val="both"/>
      </w:pPr>
      <w:r w:rsidRPr="00070B95">
        <w:t>в лице</w:t>
      </w:r>
      <w:r>
        <w:t xml:space="preserve"> </w:t>
      </w:r>
      <w:r w:rsidRPr="00070B95">
        <w:t>_______________________________________</w:t>
      </w:r>
      <w:r>
        <w:t>__________________________________,</w:t>
      </w:r>
    </w:p>
    <w:p w:rsidR="00995FA2" w:rsidRPr="00070B95" w:rsidRDefault="00995FA2" w:rsidP="00995FA2">
      <w:pPr>
        <w:spacing w:line="234" w:lineRule="auto"/>
        <w:jc w:val="center"/>
        <w:rPr>
          <w:i/>
          <w:iCs/>
          <w:vertAlign w:val="superscript"/>
        </w:rPr>
      </w:pPr>
      <w:r w:rsidRPr="00070B95">
        <w:rPr>
          <w:i/>
          <w:iCs/>
          <w:vertAlign w:val="superscript"/>
        </w:rPr>
        <w:t>(наименование должности руководителя и его Ф.И.О.</w:t>
      </w:r>
      <w:r>
        <w:rPr>
          <w:i/>
          <w:iCs/>
          <w:vertAlign w:val="superscript"/>
        </w:rPr>
        <w:t xml:space="preserve"> ил6и его доверенного лица</w:t>
      </w:r>
      <w:r w:rsidRPr="00070B95">
        <w:rPr>
          <w:i/>
          <w:iCs/>
          <w:vertAlign w:val="superscript"/>
        </w:rPr>
        <w:t>)</w:t>
      </w:r>
    </w:p>
    <w:p w:rsidR="003F223D" w:rsidRDefault="00995FA2" w:rsidP="003F223D">
      <w:pPr>
        <w:ind w:firstLine="708"/>
        <w:jc w:val="both"/>
        <w:rPr>
          <w:i/>
        </w:rPr>
      </w:pPr>
      <w:r w:rsidRPr="00992CE7">
        <w:t>извеща</w:t>
      </w:r>
      <w:r w:rsidR="003D61E5">
        <w:t>ю</w:t>
      </w:r>
      <w:r w:rsidR="003F223D">
        <w:t xml:space="preserve"> о своем желании участвовать </w:t>
      </w:r>
      <w:r w:rsidRPr="00D96A71">
        <w:rPr>
          <w:b/>
          <w:u w:val="single"/>
        </w:rPr>
        <w:t xml:space="preserve">в аукционе № </w:t>
      </w:r>
      <w:r w:rsidR="00F43845">
        <w:rPr>
          <w:b/>
          <w:u w:val="single"/>
        </w:rPr>
        <w:t>10</w:t>
      </w:r>
      <w:r w:rsidRPr="00D96A71">
        <w:rPr>
          <w:b/>
          <w:u w:val="single"/>
        </w:rPr>
        <w:t xml:space="preserve"> </w:t>
      </w:r>
      <w:r w:rsidR="00992CE7" w:rsidRPr="00D96A71">
        <w:t>по приобретению права з</w:t>
      </w:r>
      <w:r w:rsidR="00992CE7" w:rsidRPr="00D96A71">
        <w:t>а</w:t>
      </w:r>
      <w:r w:rsidR="00992CE7" w:rsidRPr="00D96A71">
        <w:t>ключения договора водопользования акваторией водного объекта (руслового пруда) площ</w:t>
      </w:r>
      <w:r w:rsidR="00992CE7" w:rsidRPr="00D96A71">
        <w:t>а</w:t>
      </w:r>
      <w:r w:rsidR="003F223D">
        <w:t>дью 0,</w:t>
      </w:r>
      <w:r w:rsidR="00B31B02">
        <w:t>35</w:t>
      </w:r>
      <w:r w:rsidR="003F223D">
        <w:t xml:space="preserve"> км.кв. </w:t>
      </w:r>
      <w:r w:rsidR="00992CE7" w:rsidRPr="00D96A71">
        <w:t xml:space="preserve">на </w:t>
      </w:r>
      <w:r w:rsidR="00B31B02">
        <w:t>15</w:t>
      </w:r>
      <w:r w:rsidR="00992CE7" w:rsidRPr="00D96A71">
        <w:t xml:space="preserve"> км </w:t>
      </w:r>
      <w:r w:rsidR="00992CE7" w:rsidRPr="00D96A71">
        <w:rPr>
          <w:u w:val="single"/>
        </w:rPr>
        <w:t xml:space="preserve">от устья </w:t>
      </w:r>
      <w:r w:rsidR="00E1076D">
        <w:rPr>
          <w:u w:val="single"/>
        </w:rPr>
        <w:t xml:space="preserve">балки </w:t>
      </w:r>
      <w:r w:rsidR="00B31B02">
        <w:rPr>
          <w:u w:val="single"/>
        </w:rPr>
        <w:t>Большая Курахтинка</w:t>
      </w:r>
      <w:r w:rsidR="00BB7526">
        <w:t xml:space="preserve"> </w:t>
      </w:r>
      <w:r w:rsidR="00992CE7" w:rsidRPr="00D96A71">
        <w:t xml:space="preserve">в </w:t>
      </w:r>
      <w:r w:rsidR="00B31B02">
        <w:rPr>
          <w:u w:val="single"/>
        </w:rPr>
        <w:t>Грачевском</w:t>
      </w:r>
      <w:r w:rsidR="00992CE7" w:rsidRPr="00D96A71">
        <w:rPr>
          <w:u w:val="single"/>
        </w:rPr>
        <w:t xml:space="preserve"> районе Ставр</w:t>
      </w:r>
      <w:r w:rsidR="00992CE7" w:rsidRPr="00D96A71">
        <w:rPr>
          <w:u w:val="single"/>
        </w:rPr>
        <w:t>о</w:t>
      </w:r>
      <w:r w:rsidR="00992CE7" w:rsidRPr="00D96A71">
        <w:rPr>
          <w:u w:val="single"/>
        </w:rPr>
        <w:t>польско</w:t>
      </w:r>
      <w:r w:rsidR="00F97235" w:rsidRPr="00D96A71">
        <w:rPr>
          <w:u w:val="single"/>
        </w:rPr>
        <w:t>го края_________</w:t>
      </w:r>
      <w:r w:rsidR="003F223D">
        <w:t>_________________________</w:t>
      </w:r>
    </w:p>
    <w:p w:rsidR="00995FA2" w:rsidRPr="003F223D" w:rsidRDefault="00995FA2" w:rsidP="003F223D">
      <w:pPr>
        <w:ind w:firstLine="708"/>
        <w:jc w:val="both"/>
        <w:rPr>
          <w:i/>
        </w:rPr>
      </w:pPr>
      <w:r w:rsidRPr="00D96A71">
        <w:rPr>
          <w:i/>
          <w:sz w:val="16"/>
          <w:szCs w:val="16"/>
        </w:rPr>
        <w:t>(наименование аукциона)</w:t>
      </w:r>
    </w:p>
    <w:p w:rsidR="00995FA2" w:rsidRDefault="00995FA2" w:rsidP="00995FA2">
      <w:pPr>
        <w:spacing w:line="234" w:lineRule="auto"/>
        <w:jc w:val="both"/>
      </w:pPr>
      <w:r w:rsidRPr="00D96A71">
        <w:t>который состоится _</w:t>
      </w:r>
      <w:r w:rsidR="003B5A68">
        <w:rPr>
          <w:u w:val="single"/>
        </w:rPr>
        <w:t>06 октября</w:t>
      </w:r>
      <w:r w:rsidR="00F97235" w:rsidRPr="00D96A71">
        <w:rPr>
          <w:u w:val="single"/>
        </w:rPr>
        <w:t xml:space="preserve"> 2010года</w:t>
      </w:r>
      <w:r w:rsidRPr="00D96A71">
        <w:rPr>
          <w:u w:val="single"/>
        </w:rPr>
        <w:t xml:space="preserve"> </w:t>
      </w:r>
      <w:r w:rsidR="003F223D">
        <w:t>в соответствии с</w:t>
      </w:r>
      <w:r w:rsidRPr="00D96A71">
        <w:t xml:space="preserve"> «Правилами проведения аукциона по приобретению права на заключение договора водопользования», утвержденными Пост</w:t>
      </w:r>
      <w:r w:rsidRPr="00D96A71">
        <w:t>а</w:t>
      </w:r>
      <w:r w:rsidRPr="00D96A71">
        <w:t xml:space="preserve">новлением Правительства РФ от 14 апреля 2007г. № 230 и условиями, утвержденными </w:t>
      </w:r>
      <w:r w:rsidR="00F97235" w:rsidRPr="00D96A71">
        <w:t>М</w:t>
      </w:r>
      <w:r w:rsidR="00F97235" w:rsidRPr="00D96A71">
        <w:t>и</w:t>
      </w:r>
      <w:r w:rsidR="00F97235" w:rsidRPr="00D96A71">
        <w:t>нистерством природных ресурсов и охраны окружающей среды, размещенными в официал</w:t>
      </w:r>
      <w:r w:rsidR="00F97235" w:rsidRPr="00D96A71">
        <w:t>ь</w:t>
      </w:r>
      <w:r w:rsidR="00F97235" w:rsidRPr="00D96A71">
        <w:t xml:space="preserve">ном печатном издании «Наше Ставрополье», </w:t>
      </w:r>
      <w:r w:rsidR="004827B5" w:rsidRPr="00D96A71">
        <w:t>официальном сайте министерства природных р</w:t>
      </w:r>
      <w:r w:rsidR="004827B5" w:rsidRPr="00D96A71">
        <w:t>е</w:t>
      </w:r>
      <w:r w:rsidR="004827B5" w:rsidRPr="00D96A71">
        <w:t>сурсов и охраны окружающей среды Ставропольского края –</w:t>
      </w:r>
      <w:r w:rsidR="004827B5" w:rsidRPr="00D96A71">
        <w:rPr>
          <w:lang w:val="en-US"/>
        </w:rPr>
        <w:t>mpr</w:t>
      </w:r>
      <w:r w:rsidR="004827B5" w:rsidRPr="00D96A71">
        <w:t>.</w:t>
      </w:r>
      <w:r w:rsidR="004827B5" w:rsidRPr="00D96A71">
        <w:rPr>
          <w:lang w:val="en-US"/>
        </w:rPr>
        <w:t>stavkray</w:t>
      </w:r>
      <w:r w:rsidR="004827B5" w:rsidRPr="00D96A71">
        <w:t>.</w:t>
      </w:r>
      <w:r w:rsidR="004827B5" w:rsidRPr="00D96A71">
        <w:rPr>
          <w:lang w:val="en-US"/>
        </w:rPr>
        <w:t>ru</w:t>
      </w:r>
      <w:r w:rsidR="004827B5" w:rsidRPr="00D96A71">
        <w:t xml:space="preserve">, официальном сайте </w:t>
      </w:r>
      <w:r w:rsidRPr="00D96A71">
        <w:t>_</w:t>
      </w:r>
      <w:r w:rsidR="004827B5" w:rsidRPr="00D96A71">
        <w:t xml:space="preserve">Администрации </w:t>
      </w:r>
      <w:r w:rsidR="00B31B02">
        <w:t>Грачевского</w:t>
      </w:r>
      <w:r w:rsidR="004827B5" w:rsidRPr="00D96A71">
        <w:t xml:space="preserve"> муниципального района</w:t>
      </w:r>
      <w:r w:rsidRPr="00D96A71">
        <w:t>_</w:t>
      </w:r>
      <w:hyperlink r:id="rId7" w:history="1">
        <w:r w:rsidR="004827B5" w:rsidRPr="00D96A71">
          <w:rPr>
            <w:rStyle w:val="a8"/>
            <w:lang w:val="en-US"/>
          </w:rPr>
          <w:t>www</w:t>
        </w:r>
        <w:r w:rsidR="004827B5" w:rsidRPr="00D96A71">
          <w:rPr>
            <w:rStyle w:val="a8"/>
          </w:rPr>
          <w:t>.</w:t>
        </w:r>
      </w:hyperlink>
      <w:r w:rsidR="00B31B02">
        <w:rPr>
          <w:lang w:val="en-US"/>
        </w:rPr>
        <w:t>adm</w:t>
      </w:r>
      <w:r w:rsidR="00B31B02" w:rsidRPr="00B31B02">
        <w:t>-</w:t>
      </w:r>
      <w:r w:rsidR="00B31B02">
        <w:rPr>
          <w:lang w:val="en-US"/>
        </w:rPr>
        <w:t>gr</w:t>
      </w:r>
      <w:r w:rsidR="00B31B02" w:rsidRPr="00B31B02">
        <w:t>2006.</w:t>
      </w:r>
      <w:r w:rsidR="00B31B02">
        <w:rPr>
          <w:lang w:val="en-US"/>
        </w:rPr>
        <w:t>narod</w:t>
      </w:r>
      <w:r w:rsidR="00323AFD">
        <w:rPr>
          <w:u w:val="single"/>
        </w:rPr>
        <w:t>.</w:t>
      </w:r>
      <w:r w:rsidR="004827B5" w:rsidRPr="00D96A71">
        <w:rPr>
          <w:u w:val="single"/>
          <w:lang w:val="en-US"/>
        </w:rPr>
        <w:t>ru</w:t>
      </w:r>
      <w:r w:rsidR="004827B5" w:rsidRPr="00D96A71">
        <w:t xml:space="preserve"> ___________</w:t>
      </w:r>
      <w:r w:rsidRPr="00D96A71">
        <w:t>________________________________________,</w:t>
      </w:r>
    </w:p>
    <w:p w:rsidR="00995FA2" w:rsidRPr="00837344" w:rsidRDefault="00995FA2" w:rsidP="00995FA2">
      <w:pPr>
        <w:spacing w:line="234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(наименование печатного издания и дата публикации или наименование официального сайта и дата размещения)</w:t>
      </w:r>
    </w:p>
    <w:p w:rsidR="00995FA2" w:rsidRDefault="00995FA2" w:rsidP="00995FA2">
      <w:pPr>
        <w:jc w:val="both"/>
      </w:pPr>
      <w:r>
        <w:t>сообща</w:t>
      </w:r>
      <w:r w:rsidR="003D61E5">
        <w:t>ю</w:t>
      </w:r>
      <w:r>
        <w:t>, что</w:t>
      </w:r>
      <w:r w:rsidR="003D61E5">
        <w:t>_________________________</w:t>
      </w:r>
      <w:r>
        <w:t xml:space="preserve"> не находится в процедуре банкротства, ликвид</w:t>
      </w:r>
      <w:r>
        <w:t>а</w:t>
      </w:r>
      <w:r>
        <w:t>ции, приостановления деятельности (для юридического лица) или в процессе прекращения заявителем-гражданином деятельности в качестве индивидуального предпринимателя, в</w:t>
      </w:r>
      <w:r>
        <w:t>ы</w:t>
      </w:r>
      <w:r>
        <w:t>ража</w:t>
      </w:r>
      <w:r w:rsidR="003D61E5">
        <w:t>ю</w:t>
      </w:r>
      <w:r>
        <w:t xml:space="preserve"> свое согласие с условиям</w:t>
      </w:r>
      <w:r w:rsidR="00BB7526">
        <w:t xml:space="preserve">и пользования водным объектом </w:t>
      </w:r>
      <w:r w:rsidR="00544695">
        <w:t>и в случае признания</w:t>
      </w:r>
      <w:r>
        <w:t xml:space="preserve"> поб</w:t>
      </w:r>
      <w:r>
        <w:t>е</w:t>
      </w:r>
      <w:r>
        <w:t xml:space="preserve">дителем в аукционе </w:t>
      </w:r>
      <w:r w:rsidRPr="0062628D">
        <w:rPr>
          <w:spacing w:val="8"/>
        </w:rPr>
        <w:t xml:space="preserve">согласен на заключение договора водопользования </w:t>
      </w:r>
      <w:r w:rsidR="00BB7526">
        <w:rPr>
          <w:spacing w:val="8"/>
        </w:rPr>
        <w:t xml:space="preserve">акваторией </w:t>
      </w:r>
      <w:r w:rsidR="003D61E5">
        <w:rPr>
          <w:spacing w:val="8"/>
        </w:rPr>
        <w:t>во</w:t>
      </w:r>
      <w:r w:rsidR="003D61E5">
        <w:rPr>
          <w:spacing w:val="8"/>
        </w:rPr>
        <w:t>д</w:t>
      </w:r>
      <w:r w:rsidR="003D61E5">
        <w:rPr>
          <w:spacing w:val="8"/>
        </w:rPr>
        <w:t xml:space="preserve">ного объекта </w:t>
      </w:r>
      <w:r w:rsidR="003D61E5" w:rsidRPr="00992CE7">
        <w:t xml:space="preserve">(руслового пруда) </w:t>
      </w:r>
      <w:r w:rsidR="00BB7526">
        <w:t>площадью 0,</w:t>
      </w:r>
      <w:r w:rsidR="00D459AB">
        <w:t>35</w:t>
      </w:r>
      <w:r w:rsidR="00BB7526">
        <w:t xml:space="preserve"> км.кв.</w:t>
      </w:r>
      <w:r w:rsidR="003D61E5" w:rsidRPr="00D96A71">
        <w:t xml:space="preserve"> на </w:t>
      </w:r>
      <w:r w:rsidR="00D459AB">
        <w:t>15</w:t>
      </w:r>
      <w:r w:rsidR="003D61E5" w:rsidRPr="00D96A71">
        <w:t xml:space="preserve"> км от устья </w:t>
      </w:r>
      <w:r w:rsidR="00E1076D">
        <w:t xml:space="preserve">балки </w:t>
      </w:r>
      <w:r w:rsidR="00D459AB">
        <w:t>Большая К</w:t>
      </w:r>
      <w:r w:rsidR="00D459AB">
        <w:t>у</w:t>
      </w:r>
      <w:r w:rsidR="00D459AB">
        <w:t>рахтинка</w:t>
      </w:r>
      <w:r w:rsidR="00443475" w:rsidRPr="00D96A71">
        <w:t xml:space="preserve"> </w:t>
      </w:r>
      <w:r w:rsidR="003D61E5" w:rsidRPr="00D96A71">
        <w:t xml:space="preserve">в </w:t>
      </w:r>
      <w:r w:rsidR="00D459AB">
        <w:t>Грачевском</w:t>
      </w:r>
      <w:r w:rsidR="004C6F2B">
        <w:t xml:space="preserve"> районе</w:t>
      </w:r>
      <w:r w:rsidR="003D61E5" w:rsidRPr="00D96A71">
        <w:t xml:space="preserve"> Ставропольско</w:t>
      </w:r>
      <w:r w:rsidR="004C6F2B">
        <w:t>го</w:t>
      </w:r>
      <w:r w:rsidR="003D61E5" w:rsidRPr="00D96A71">
        <w:t xml:space="preserve"> кра</w:t>
      </w:r>
      <w:r w:rsidR="004C6F2B">
        <w:t>я</w:t>
      </w:r>
      <w:r w:rsidR="00D83555" w:rsidRPr="00D96A71">
        <w:t xml:space="preserve"> </w:t>
      </w:r>
      <w:r w:rsidR="003D61E5" w:rsidRPr="00D96A71">
        <w:t>-</w:t>
      </w:r>
      <w:r w:rsidR="003D61E5" w:rsidRPr="00D96A71">
        <w:rPr>
          <w:i/>
        </w:rPr>
        <w:t xml:space="preserve"> </w:t>
      </w:r>
      <w:r w:rsidRPr="00D96A71">
        <w:t>не позднее 10 рабочих дней после подписания протокола об итогах аукциона произвести</w:t>
      </w:r>
      <w:r>
        <w:t xml:space="preserve"> оплату стоимости предмета аукциона по результатам аукциона на счет, указанный в договоре водопользования.</w:t>
      </w: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  <w:r>
        <w:t xml:space="preserve">              Приложения:*</w:t>
      </w: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  <w:r>
        <w:t>Заявитель    ____________________    ____________________________________________</w:t>
      </w:r>
    </w:p>
    <w:p w:rsidR="00995FA2" w:rsidRDefault="00995FA2" w:rsidP="00995FA2">
      <w:pPr>
        <w:rPr>
          <w:i/>
          <w:iCs/>
        </w:rPr>
      </w:pPr>
      <w:r>
        <w:rPr>
          <w:i/>
          <w:iCs/>
        </w:rPr>
        <w:t xml:space="preserve">                                 подпись</w:t>
      </w:r>
      <w:r>
        <w:rPr>
          <w:i/>
          <w:iCs/>
        </w:rPr>
        <w:tab/>
      </w:r>
      <w:r>
        <w:rPr>
          <w:i/>
          <w:iCs/>
        </w:rPr>
        <w:tab/>
        <w:t xml:space="preserve">                               расшифровка подписи</w:t>
      </w:r>
    </w:p>
    <w:p w:rsidR="00995FA2" w:rsidRDefault="00995FA2" w:rsidP="00995FA2">
      <w:pPr>
        <w:jc w:val="both"/>
      </w:pPr>
      <w:r>
        <w:t xml:space="preserve">                                                             М.П.</w:t>
      </w:r>
      <w:r>
        <w:br/>
        <w:t>_________________</w:t>
      </w:r>
    </w:p>
    <w:p w:rsidR="00995FA2" w:rsidRPr="00625CE9" w:rsidRDefault="00995FA2" w:rsidP="00995FA2">
      <w:pPr>
        <w:spacing w:line="228" w:lineRule="auto"/>
        <w:jc w:val="both"/>
      </w:pPr>
      <w:r>
        <w:t>* Приложения к заявке (разъяснения о приложениях к заявке приведены в приложении 11 документации об аукционе).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t>Документ с указанием наименования, организационно-правовой формы, места нахождения, почтового адреса, номера телефона юридического лица, а также выписку из Единого государственн</w:t>
      </w:r>
      <w:r w:rsidRPr="003C78E8">
        <w:rPr>
          <w:sz w:val="22"/>
          <w:szCs w:val="22"/>
        </w:rPr>
        <w:t>о</w:t>
      </w:r>
      <w:r w:rsidRPr="003C78E8">
        <w:rPr>
          <w:sz w:val="22"/>
          <w:szCs w:val="22"/>
        </w:rPr>
        <w:t>го реестра юридических лиц, копии учредительных документов, заверенные в установленном закон</w:t>
      </w:r>
      <w:r w:rsidRPr="003C78E8">
        <w:rPr>
          <w:sz w:val="22"/>
          <w:szCs w:val="22"/>
        </w:rPr>
        <w:t>о</w:t>
      </w:r>
      <w:r w:rsidRPr="003C78E8">
        <w:rPr>
          <w:sz w:val="22"/>
          <w:szCs w:val="22"/>
        </w:rPr>
        <w:t>дательством Российской Федерации порядке.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lastRenderedPageBreak/>
        <w:t>Документ с указанием фамилии, имени, отчества, данных документа, удостоверяющего личность, места жительства, номера контактного телефона (для физического лица) индивидуального предпринимателя, а также выписку из Единого государственного реестра индивидуальных предпр</w:t>
      </w:r>
      <w:r w:rsidRPr="003C78E8">
        <w:rPr>
          <w:sz w:val="22"/>
          <w:szCs w:val="22"/>
        </w:rPr>
        <w:t>и</w:t>
      </w:r>
      <w:r w:rsidRPr="003C78E8">
        <w:rPr>
          <w:sz w:val="22"/>
          <w:szCs w:val="22"/>
        </w:rPr>
        <w:t>нимателей.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t>Документ, подтверждающий полномочия лица на осуществление действий от имени заяв</w:t>
      </w:r>
      <w:r w:rsidRPr="003C78E8">
        <w:rPr>
          <w:sz w:val="22"/>
          <w:szCs w:val="22"/>
        </w:rPr>
        <w:t>и</w:t>
      </w:r>
      <w:r w:rsidRPr="003C78E8">
        <w:rPr>
          <w:sz w:val="22"/>
          <w:szCs w:val="22"/>
        </w:rPr>
        <w:t>теля (в случае необходимости).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t>Реквизиты банковского счета для возврата задатка (с реквизитами банка, в котором открыт счет).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t>Документы, подтверждающие внесение задатка.</w:t>
      </w:r>
    </w:p>
    <w:p w:rsidR="00995FA2" w:rsidRPr="003C78E8" w:rsidRDefault="00995FA2" w:rsidP="00995FA2">
      <w:pPr>
        <w:numPr>
          <w:ilvl w:val="1"/>
          <w:numId w:val="3"/>
        </w:numPr>
        <w:spacing w:line="228" w:lineRule="auto"/>
        <w:jc w:val="both"/>
        <w:rPr>
          <w:sz w:val="22"/>
          <w:szCs w:val="22"/>
        </w:rPr>
      </w:pPr>
      <w:r w:rsidRPr="003C78E8">
        <w:rPr>
          <w:sz w:val="22"/>
          <w:szCs w:val="22"/>
        </w:rPr>
        <w:t>Опись представленных документов, подписанная заявителем.</w:t>
      </w:r>
    </w:p>
    <w:p w:rsidR="00995FA2" w:rsidRPr="003C78E8" w:rsidRDefault="00995FA2" w:rsidP="00995FA2">
      <w:pPr>
        <w:ind w:left="724"/>
        <w:jc w:val="right"/>
        <w:rPr>
          <w:sz w:val="22"/>
          <w:szCs w:val="22"/>
        </w:rPr>
      </w:pPr>
    </w:p>
    <w:p w:rsidR="00995FA2" w:rsidRPr="00E6001B" w:rsidRDefault="00995FA2" w:rsidP="00995FA2">
      <w:pPr>
        <w:ind w:left="724"/>
        <w:jc w:val="right"/>
      </w:pPr>
      <w:r w:rsidRPr="00E6001B">
        <w:t>Приложение № 2</w:t>
      </w:r>
    </w:p>
    <w:p w:rsidR="00995FA2" w:rsidRPr="00E6001B" w:rsidRDefault="00995FA2" w:rsidP="00995FA2">
      <w:pPr>
        <w:jc w:val="center"/>
        <w:rPr>
          <w:b/>
        </w:rPr>
      </w:pPr>
    </w:p>
    <w:p w:rsidR="00995FA2" w:rsidRPr="00E6001B" w:rsidRDefault="00995FA2" w:rsidP="00D83555">
      <w:pPr>
        <w:jc w:val="center"/>
        <w:rPr>
          <w:b/>
        </w:rPr>
      </w:pPr>
      <w:r w:rsidRPr="00E6001B">
        <w:rPr>
          <w:b/>
        </w:rPr>
        <w:t>Форма заявления на заключение договора о задатке</w:t>
      </w:r>
    </w:p>
    <w:p w:rsidR="00995FA2" w:rsidRPr="00E6001B" w:rsidRDefault="00995FA2" w:rsidP="00995FA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5FA2" w:rsidRPr="00E6001B" w:rsidTr="00D96A71">
        <w:tc>
          <w:tcPr>
            <w:tcW w:w="4785" w:type="dxa"/>
            <w:vAlign w:val="center"/>
          </w:tcPr>
          <w:p w:rsidR="00995FA2" w:rsidRPr="00E6001B" w:rsidRDefault="00995FA2" w:rsidP="00D96A71">
            <w:pPr>
              <w:jc w:val="center"/>
            </w:pPr>
            <w:r w:rsidRPr="00E6001B">
              <w:t>Бланк организации</w:t>
            </w:r>
          </w:p>
        </w:tc>
        <w:tc>
          <w:tcPr>
            <w:tcW w:w="4786" w:type="dxa"/>
          </w:tcPr>
          <w:p w:rsidR="00D83555" w:rsidRDefault="00D83555" w:rsidP="00D83555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Первому заместителю министра приро</w:t>
            </w:r>
            <w:r>
              <w:rPr>
                <w:b/>
                <w:bCs/>
              </w:rPr>
              <w:t>д</w:t>
            </w:r>
            <w:r>
              <w:rPr>
                <w:b/>
                <w:bCs/>
              </w:rPr>
              <w:t>ных ресурсов и охраны окружающей ср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 xml:space="preserve">ды </w:t>
            </w:r>
          </w:p>
          <w:p w:rsidR="00D83555" w:rsidRDefault="00D83555" w:rsidP="00D83555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Ставропольского края</w:t>
            </w:r>
          </w:p>
          <w:p w:rsidR="00D83555" w:rsidRDefault="00D83555" w:rsidP="00D83555">
            <w:pPr>
              <w:pStyle w:val="11"/>
              <w:keepNext w:val="0"/>
              <w:spacing w:line="240" w:lineRule="auto"/>
              <w:ind w:firstLine="0"/>
              <w:rPr>
                <w:b/>
                <w:bCs/>
              </w:rPr>
            </w:pPr>
          </w:p>
          <w:p w:rsidR="00995FA2" w:rsidRPr="00E6001B" w:rsidRDefault="00D83555" w:rsidP="00D83555">
            <w:pPr>
              <w:rPr>
                <w:b/>
              </w:rPr>
            </w:pPr>
            <w:r>
              <w:rPr>
                <w:b/>
                <w:bCs/>
              </w:rPr>
              <w:t>А.Н. Хусточкину</w:t>
            </w:r>
          </w:p>
        </w:tc>
      </w:tr>
    </w:tbl>
    <w:p w:rsidR="00995FA2" w:rsidRPr="00E6001B" w:rsidRDefault="00995FA2" w:rsidP="00995FA2">
      <w:pPr>
        <w:rPr>
          <w:b/>
        </w:rPr>
      </w:pPr>
    </w:p>
    <w:p w:rsidR="00995FA2" w:rsidRPr="00E6001B" w:rsidRDefault="00995FA2" w:rsidP="00995FA2">
      <w:pPr>
        <w:jc w:val="center"/>
        <w:rPr>
          <w:b/>
        </w:rPr>
      </w:pPr>
      <w:r w:rsidRPr="00E6001B">
        <w:rPr>
          <w:b/>
        </w:rPr>
        <w:t>Заявление</w:t>
      </w:r>
    </w:p>
    <w:p w:rsidR="00995FA2" w:rsidRPr="00E6001B" w:rsidRDefault="00995FA2" w:rsidP="00995FA2">
      <w:pPr>
        <w:jc w:val="center"/>
        <w:rPr>
          <w:b/>
        </w:rPr>
      </w:pPr>
    </w:p>
    <w:p w:rsidR="00995FA2" w:rsidRPr="00D96A71" w:rsidRDefault="00995FA2" w:rsidP="00995FA2">
      <w:pPr>
        <w:jc w:val="both"/>
      </w:pPr>
      <w:r>
        <w:rPr>
          <w:spacing w:val="-6"/>
        </w:rPr>
        <w:t>________________</w:t>
      </w:r>
      <w:r w:rsidRPr="00E6001B">
        <w:rPr>
          <w:spacing w:val="-6"/>
        </w:rPr>
        <w:t>, действующий на основании ___________, просит Вас заключить договор о з</w:t>
      </w:r>
      <w:r w:rsidRPr="00E6001B">
        <w:rPr>
          <w:spacing w:val="-6"/>
        </w:rPr>
        <w:t>а</w:t>
      </w:r>
      <w:r w:rsidRPr="00E6001B">
        <w:rPr>
          <w:spacing w:val="-6"/>
        </w:rPr>
        <w:t xml:space="preserve">датке для участия в открытом </w:t>
      </w:r>
      <w:r w:rsidRPr="00D96A71">
        <w:rPr>
          <w:spacing w:val="-6"/>
        </w:rPr>
        <w:t xml:space="preserve">аукционе № </w:t>
      </w:r>
      <w:r w:rsidR="00F43845">
        <w:rPr>
          <w:b/>
          <w:spacing w:val="-6"/>
          <w:u w:val="single"/>
        </w:rPr>
        <w:t>10</w:t>
      </w:r>
      <w:r w:rsidR="00D83555" w:rsidRPr="00D96A71">
        <w:t xml:space="preserve"> по приобретению права заключения договора в</w:t>
      </w:r>
      <w:r w:rsidR="00D83555" w:rsidRPr="00D96A71">
        <w:t>о</w:t>
      </w:r>
      <w:r w:rsidR="00D83555" w:rsidRPr="00D96A71">
        <w:t>допользования акваторией водного объекта (русловог</w:t>
      </w:r>
      <w:r w:rsidR="00BB7526">
        <w:t>о пруда) площадью 0,</w:t>
      </w:r>
      <w:r w:rsidR="00D459AB">
        <w:t>35</w:t>
      </w:r>
      <w:r w:rsidR="003F223D">
        <w:t xml:space="preserve"> км.кв. </w:t>
      </w:r>
      <w:r w:rsidR="00D83555" w:rsidRPr="00D96A71">
        <w:t xml:space="preserve">на </w:t>
      </w:r>
      <w:r w:rsidR="00D459AB">
        <w:t>15</w:t>
      </w:r>
      <w:r w:rsidR="00D83555" w:rsidRPr="00D96A71">
        <w:t xml:space="preserve"> км </w:t>
      </w:r>
      <w:r w:rsidR="00D83555" w:rsidRPr="00D96A71">
        <w:rPr>
          <w:u w:val="single"/>
        </w:rPr>
        <w:t xml:space="preserve">от устья </w:t>
      </w:r>
      <w:r w:rsidR="00A068BD">
        <w:rPr>
          <w:u w:val="single"/>
        </w:rPr>
        <w:t xml:space="preserve">балки </w:t>
      </w:r>
      <w:r w:rsidR="00D459AB">
        <w:rPr>
          <w:u w:val="single"/>
        </w:rPr>
        <w:t>Большая Курахтинка</w:t>
      </w:r>
      <w:r w:rsidR="00544695">
        <w:rPr>
          <w:u w:val="single"/>
        </w:rPr>
        <w:t xml:space="preserve"> </w:t>
      </w:r>
      <w:r w:rsidR="00D83555" w:rsidRPr="00D96A71">
        <w:rPr>
          <w:u w:val="single"/>
        </w:rPr>
        <w:t>в</w:t>
      </w:r>
      <w:r w:rsidR="00D83555" w:rsidRPr="00D96A71">
        <w:t xml:space="preserve"> </w:t>
      </w:r>
      <w:r w:rsidR="00D459AB">
        <w:rPr>
          <w:u w:val="single"/>
        </w:rPr>
        <w:t>Грачевском</w:t>
      </w:r>
      <w:r w:rsidR="00D83555" w:rsidRPr="00D96A71">
        <w:rPr>
          <w:u w:val="single"/>
        </w:rPr>
        <w:t xml:space="preserve"> районе Ставропольского края</w:t>
      </w:r>
      <w:r w:rsidRPr="00D96A71">
        <w:t xml:space="preserve"> </w:t>
      </w:r>
    </w:p>
    <w:p w:rsidR="00995FA2" w:rsidRPr="00D96A71" w:rsidRDefault="00995FA2" w:rsidP="00995FA2">
      <w:pPr>
        <w:jc w:val="center"/>
      </w:pPr>
      <w:r w:rsidRPr="00D96A71">
        <w:t>(наименование предмета аукциона)</w:t>
      </w:r>
    </w:p>
    <w:p w:rsidR="00995FA2" w:rsidRPr="00E6001B" w:rsidRDefault="00995FA2" w:rsidP="00995FA2">
      <w:pPr>
        <w:jc w:val="both"/>
      </w:pPr>
      <w:r w:rsidRPr="00D96A71">
        <w:rPr>
          <w:spacing w:val="-6"/>
        </w:rPr>
        <w:t>проводимого «</w:t>
      </w:r>
      <w:r w:rsidR="00D83555" w:rsidRPr="00D96A71">
        <w:rPr>
          <w:spacing w:val="-6"/>
        </w:rPr>
        <w:t xml:space="preserve"> </w:t>
      </w:r>
      <w:r w:rsidR="00D83555" w:rsidRPr="00D96A71">
        <w:rPr>
          <w:spacing w:val="-6"/>
          <w:u w:val="single"/>
        </w:rPr>
        <w:t>0</w:t>
      </w:r>
      <w:r w:rsidR="003B5A68">
        <w:rPr>
          <w:spacing w:val="-6"/>
          <w:u w:val="single"/>
        </w:rPr>
        <w:t>6</w:t>
      </w:r>
      <w:r w:rsidR="00D83555" w:rsidRPr="00D96A71">
        <w:rPr>
          <w:spacing w:val="-6"/>
          <w:u w:val="single"/>
        </w:rPr>
        <w:t xml:space="preserve"> </w:t>
      </w:r>
      <w:r w:rsidRPr="00D96A71">
        <w:rPr>
          <w:spacing w:val="-6"/>
        </w:rPr>
        <w:t xml:space="preserve">» </w:t>
      </w:r>
      <w:r w:rsidR="00F43845">
        <w:rPr>
          <w:spacing w:val="-6"/>
        </w:rPr>
        <w:t xml:space="preserve">октября </w:t>
      </w:r>
      <w:r w:rsidR="00D83555" w:rsidRPr="00D96A71">
        <w:rPr>
          <w:spacing w:val="-6"/>
        </w:rPr>
        <w:t>2010</w:t>
      </w:r>
      <w:r w:rsidRPr="00D96A71">
        <w:rPr>
          <w:spacing w:val="-6"/>
        </w:rPr>
        <w:t xml:space="preserve"> г. в _</w:t>
      </w:r>
      <w:r w:rsidR="00D83555" w:rsidRPr="00D96A71">
        <w:rPr>
          <w:spacing w:val="-6"/>
          <w:u w:val="single"/>
        </w:rPr>
        <w:t>1</w:t>
      </w:r>
      <w:r w:rsidR="00F43845">
        <w:rPr>
          <w:spacing w:val="-6"/>
          <w:u w:val="single"/>
        </w:rPr>
        <w:t>0</w:t>
      </w:r>
      <w:r w:rsidRPr="00D96A71">
        <w:rPr>
          <w:spacing w:val="-6"/>
          <w:u w:val="single"/>
        </w:rPr>
        <w:t xml:space="preserve"> </w:t>
      </w:r>
      <w:r w:rsidRPr="00D96A71">
        <w:rPr>
          <w:spacing w:val="-6"/>
        </w:rPr>
        <w:t>час. _</w:t>
      </w:r>
      <w:r w:rsidR="00D459AB">
        <w:rPr>
          <w:spacing w:val="-6"/>
          <w:u w:val="single"/>
        </w:rPr>
        <w:t>0</w:t>
      </w:r>
      <w:r w:rsidR="00BB7526">
        <w:rPr>
          <w:spacing w:val="-6"/>
          <w:u w:val="single"/>
        </w:rPr>
        <w:t>0</w:t>
      </w:r>
      <w:r w:rsidRPr="00D96A71">
        <w:rPr>
          <w:spacing w:val="-6"/>
        </w:rPr>
        <w:t>_ мин. по адрес</w:t>
      </w:r>
      <w:r w:rsidR="003F223D">
        <w:rPr>
          <w:spacing w:val="-6"/>
        </w:rPr>
        <w:t xml:space="preserve">у: </w:t>
      </w:r>
      <w:r w:rsidRPr="00D96A71">
        <w:rPr>
          <w:spacing w:val="-6"/>
        </w:rPr>
        <w:t>г.</w:t>
      </w:r>
      <w:r w:rsidRPr="00E6001B">
        <w:rPr>
          <w:spacing w:val="-6"/>
        </w:rPr>
        <w:t xml:space="preserve"> </w:t>
      </w:r>
      <w:r w:rsidR="00D83555">
        <w:rPr>
          <w:spacing w:val="-6"/>
        </w:rPr>
        <w:t>Ставрополь</w:t>
      </w:r>
      <w:r w:rsidRPr="00E6001B">
        <w:t xml:space="preserve">, ул. </w:t>
      </w:r>
      <w:r w:rsidR="00D83555">
        <w:t>Голенева,18</w:t>
      </w: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  <w:r w:rsidRPr="00E6001B">
        <w:t>Приложения:</w:t>
      </w:r>
    </w:p>
    <w:p w:rsidR="00995FA2" w:rsidRPr="00E6001B" w:rsidRDefault="00995FA2" w:rsidP="00995FA2">
      <w:pPr>
        <w:numPr>
          <w:ilvl w:val="0"/>
          <w:numId w:val="10"/>
        </w:numPr>
        <w:jc w:val="both"/>
      </w:pPr>
      <w:r w:rsidRPr="00E6001B">
        <w:t>Документ с указанием наименования, организационно-правовой формы, юридическ</w:t>
      </w:r>
      <w:r w:rsidRPr="00E6001B">
        <w:t>о</w:t>
      </w:r>
      <w:r w:rsidRPr="00E6001B">
        <w:t>го и почтового адреса, номер телефона.</w:t>
      </w:r>
    </w:p>
    <w:p w:rsidR="00995FA2" w:rsidRPr="00E6001B" w:rsidRDefault="00995FA2" w:rsidP="00995FA2">
      <w:pPr>
        <w:numPr>
          <w:ilvl w:val="0"/>
          <w:numId w:val="10"/>
        </w:numPr>
        <w:jc w:val="both"/>
        <w:rPr>
          <w:spacing w:val="-6"/>
        </w:rPr>
      </w:pPr>
      <w:r w:rsidRPr="00E6001B">
        <w:t>Копия свидетельства о государственной регистрации юридического лица.</w:t>
      </w:r>
    </w:p>
    <w:p w:rsidR="00995FA2" w:rsidRPr="00E6001B" w:rsidRDefault="00995FA2" w:rsidP="00995FA2">
      <w:pPr>
        <w:numPr>
          <w:ilvl w:val="0"/>
          <w:numId w:val="10"/>
        </w:numPr>
        <w:jc w:val="both"/>
        <w:rPr>
          <w:spacing w:val="-6"/>
        </w:rPr>
      </w:pPr>
      <w:r w:rsidRPr="00E6001B">
        <w:t>Копия свидетельства о постановке на учет в налоговом органе.</w:t>
      </w:r>
    </w:p>
    <w:p w:rsidR="00995FA2" w:rsidRPr="00E6001B" w:rsidRDefault="00995FA2" w:rsidP="00995FA2">
      <w:pPr>
        <w:numPr>
          <w:ilvl w:val="0"/>
          <w:numId w:val="10"/>
        </w:numPr>
        <w:jc w:val="both"/>
        <w:rPr>
          <w:spacing w:val="-6"/>
        </w:rPr>
      </w:pPr>
      <w:r w:rsidRPr="00E6001B">
        <w:t>Банковские реквизиты.</w:t>
      </w:r>
    </w:p>
    <w:p w:rsidR="00995FA2" w:rsidRPr="00E6001B" w:rsidRDefault="00995FA2" w:rsidP="00995FA2">
      <w:pPr>
        <w:jc w:val="center"/>
        <w:rPr>
          <w:b/>
        </w:rPr>
      </w:pPr>
    </w:p>
    <w:p w:rsidR="00995FA2" w:rsidRPr="00E6001B" w:rsidRDefault="00995FA2" w:rsidP="00995FA2">
      <w:pPr>
        <w:ind w:firstLine="720"/>
        <w:rPr>
          <w:b/>
        </w:rPr>
      </w:pPr>
    </w:p>
    <w:p w:rsidR="00995FA2" w:rsidRPr="00E6001B" w:rsidRDefault="00995FA2" w:rsidP="00995FA2">
      <w:pPr>
        <w:ind w:firstLine="720"/>
        <w:rPr>
          <w:b/>
        </w:rPr>
      </w:pPr>
      <w:r w:rsidRPr="00E6001B">
        <w:t>Заявитель</w:t>
      </w:r>
      <w:r w:rsidRPr="00E6001B">
        <w:rPr>
          <w:b/>
        </w:rPr>
        <w:t xml:space="preserve"> _________________                       _______________________</w:t>
      </w:r>
    </w:p>
    <w:p w:rsidR="00995FA2" w:rsidRPr="00E6001B" w:rsidRDefault="00995FA2" w:rsidP="00995FA2">
      <w:pPr>
        <w:ind w:firstLine="720"/>
      </w:pPr>
      <w:r w:rsidRPr="00E6001B">
        <w:rPr>
          <w:b/>
        </w:rPr>
        <w:t xml:space="preserve">                            </w:t>
      </w:r>
      <w:r w:rsidRPr="00E6001B">
        <w:t>подпись</w:t>
      </w:r>
      <w:r w:rsidRPr="00E6001B">
        <w:rPr>
          <w:b/>
        </w:rPr>
        <w:t xml:space="preserve">                  </w:t>
      </w:r>
      <w:r w:rsidRPr="00E6001B">
        <w:t>М.П.</w:t>
      </w:r>
      <w:r w:rsidRPr="00E6001B">
        <w:rPr>
          <w:b/>
        </w:rPr>
        <w:t xml:space="preserve">   </w:t>
      </w:r>
      <w:r w:rsidRPr="00E6001B">
        <w:t xml:space="preserve">             расшифровка подписи</w:t>
      </w:r>
    </w:p>
    <w:p w:rsidR="00995FA2" w:rsidRPr="00E6001B" w:rsidRDefault="00995FA2" w:rsidP="00995FA2">
      <w:pPr>
        <w:ind w:firstLine="720"/>
      </w:pPr>
    </w:p>
    <w:p w:rsidR="00995FA2" w:rsidRPr="00E6001B" w:rsidRDefault="00995FA2" w:rsidP="00995FA2">
      <w:pPr>
        <w:ind w:firstLine="720"/>
      </w:pPr>
    </w:p>
    <w:p w:rsidR="00995FA2" w:rsidRPr="00E6001B" w:rsidRDefault="00995FA2" w:rsidP="00995FA2">
      <w:pPr>
        <w:ind w:firstLine="720"/>
      </w:pPr>
    </w:p>
    <w:p w:rsidR="00995FA2" w:rsidRDefault="00995FA2" w:rsidP="00995FA2">
      <w:pPr>
        <w:ind w:firstLine="720"/>
        <w:rPr>
          <w:b/>
          <w:i/>
          <w:u w:val="single"/>
        </w:rPr>
      </w:pPr>
      <w:r w:rsidRPr="00E6001B">
        <w:rPr>
          <w:b/>
          <w:i/>
          <w:u w:val="single"/>
        </w:rPr>
        <w:t xml:space="preserve">Вниманию заявителей! </w:t>
      </w:r>
    </w:p>
    <w:p w:rsidR="00995FA2" w:rsidRPr="00E6001B" w:rsidRDefault="00995FA2" w:rsidP="00995FA2">
      <w:pPr>
        <w:ind w:firstLine="720"/>
        <w:rPr>
          <w:b/>
          <w:i/>
          <w:u w:val="single"/>
        </w:rPr>
      </w:pPr>
    </w:p>
    <w:p w:rsidR="00995FA2" w:rsidRPr="00B3456E" w:rsidRDefault="00995FA2" w:rsidP="00995FA2">
      <w:pPr>
        <w:spacing w:line="233" w:lineRule="auto"/>
        <w:ind w:right="142" w:firstLine="567"/>
        <w:jc w:val="both"/>
        <w:rPr>
          <w:b/>
        </w:rPr>
      </w:pPr>
      <w:r w:rsidRPr="00B3456E">
        <w:rPr>
          <w:b/>
        </w:rPr>
        <w:t>Дата подачи заявления на заключение договора о задатке: не позднее 5 рабочих дней до окончания срока подачи заявок на участие в аукционе.</w:t>
      </w:r>
    </w:p>
    <w:p w:rsidR="00995FA2" w:rsidRDefault="00995FA2" w:rsidP="00995FA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       Договор о задатке заключается в письменной форме по месту нахождения орган</w:t>
      </w:r>
      <w:r w:rsidRPr="00E6001B">
        <w:rPr>
          <w:rFonts w:ascii="Times New Roman" w:hAnsi="Times New Roman" w:cs="Times New Roman"/>
          <w:sz w:val="24"/>
          <w:szCs w:val="24"/>
        </w:rPr>
        <w:t>и</w:t>
      </w:r>
      <w:r w:rsidRPr="00E6001B">
        <w:rPr>
          <w:rFonts w:ascii="Times New Roman" w:hAnsi="Times New Roman" w:cs="Times New Roman"/>
          <w:sz w:val="24"/>
          <w:szCs w:val="24"/>
        </w:rPr>
        <w:t>затора аукциона (если иное не установлено извещением) до подачи заявки, но не поз</w:t>
      </w:r>
      <w:r w:rsidRPr="00E6001B">
        <w:rPr>
          <w:rFonts w:ascii="Times New Roman" w:hAnsi="Times New Roman" w:cs="Times New Roman"/>
          <w:sz w:val="24"/>
          <w:szCs w:val="24"/>
        </w:rPr>
        <w:t>д</w:t>
      </w:r>
      <w:r w:rsidRPr="00E6001B">
        <w:rPr>
          <w:rFonts w:ascii="Times New Roman" w:hAnsi="Times New Roman" w:cs="Times New Roman"/>
          <w:sz w:val="24"/>
          <w:szCs w:val="24"/>
        </w:rPr>
        <w:t>нее 2 рабочих дней с даты обращения заявителя к организатору аукциона с предлож</w:t>
      </w:r>
      <w:r w:rsidRPr="00E6001B">
        <w:rPr>
          <w:rFonts w:ascii="Times New Roman" w:hAnsi="Times New Roman" w:cs="Times New Roman"/>
          <w:sz w:val="24"/>
          <w:szCs w:val="24"/>
        </w:rPr>
        <w:t>е</w:t>
      </w:r>
      <w:r w:rsidRPr="00E6001B">
        <w:rPr>
          <w:rFonts w:ascii="Times New Roman" w:hAnsi="Times New Roman" w:cs="Times New Roman"/>
          <w:sz w:val="24"/>
          <w:szCs w:val="24"/>
        </w:rPr>
        <w:t xml:space="preserve">нием заключить такой договор (п. 21 </w:t>
      </w:r>
      <w:r w:rsidR="00D83555" w:rsidRPr="00E6001B">
        <w:rPr>
          <w:rFonts w:ascii="Times New Roman" w:hAnsi="Times New Roman" w:cs="Times New Roman"/>
          <w:sz w:val="24"/>
          <w:szCs w:val="24"/>
        </w:rPr>
        <w:t>правил проведения аукциона по приобретению права на заключение договора водопользования</w:t>
      </w:r>
      <w:r w:rsidRPr="00E6001B">
        <w:rPr>
          <w:rFonts w:ascii="Times New Roman" w:hAnsi="Times New Roman" w:cs="Times New Roman"/>
          <w:sz w:val="24"/>
          <w:szCs w:val="24"/>
        </w:rPr>
        <w:t>, утвержденных Постановлением Пр</w:t>
      </w:r>
      <w:r w:rsidRPr="00E6001B">
        <w:rPr>
          <w:rFonts w:ascii="Times New Roman" w:hAnsi="Times New Roman" w:cs="Times New Roman"/>
          <w:sz w:val="24"/>
          <w:szCs w:val="24"/>
        </w:rPr>
        <w:t>а</w:t>
      </w:r>
      <w:r w:rsidRPr="00E6001B">
        <w:rPr>
          <w:rFonts w:ascii="Times New Roman" w:hAnsi="Times New Roman" w:cs="Times New Roman"/>
          <w:sz w:val="24"/>
          <w:szCs w:val="24"/>
        </w:rPr>
        <w:t xml:space="preserve">вительства Российской Федерации от 14 апреля </w:t>
      </w:r>
      <w:smartTag w:uri="urn:schemas-microsoft-com:office:smarttags" w:element="metricconverter">
        <w:smartTagPr>
          <w:attr w:name="ProductID" w:val="2007 г"/>
        </w:smartTagPr>
        <w:r w:rsidRPr="00E6001B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E6001B">
        <w:rPr>
          <w:rFonts w:ascii="Times New Roman" w:hAnsi="Times New Roman" w:cs="Times New Roman"/>
          <w:sz w:val="24"/>
          <w:szCs w:val="24"/>
        </w:rPr>
        <w:t>. N 230).</w:t>
      </w:r>
    </w:p>
    <w:p w:rsidR="00995FA2" w:rsidRPr="00E6001B" w:rsidRDefault="00995FA2" w:rsidP="00995FA2">
      <w:pPr>
        <w:pStyle w:val="11"/>
        <w:keepNext w:val="0"/>
        <w:spacing w:line="240" w:lineRule="auto"/>
        <w:ind w:firstLine="0"/>
        <w:jc w:val="center"/>
        <w:rPr>
          <w:b/>
          <w:bCs/>
        </w:rPr>
      </w:pPr>
    </w:p>
    <w:p w:rsidR="00995FA2" w:rsidRPr="00E6001B" w:rsidRDefault="00995FA2" w:rsidP="00995FA2"/>
    <w:p w:rsidR="00995FA2" w:rsidRDefault="00995FA2" w:rsidP="00995FA2">
      <w:pPr>
        <w:jc w:val="right"/>
        <w:rPr>
          <w:bCs/>
        </w:rPr>
      </w:pPr>
    </w:p>
    <w:p w:rsidR="00995FA2" w:rsidRPr="008F4284" w:rsidRDefault="00995FA2" w:rsidP="00995FA2">
      <w:pPr>
        <w:jc w:val="right"/>
      </w:pPr>
      <w:r w:rsidRPr="008F4284">
        <w:rPr>
          <w:bCs/>
        </w:rPr>
        <w:lastRenderedPageBreak/>
        <w:t>Приложение №</w:t>
      </w:r>
      <w:r>
        <w:rPr>
          <w:bCs/>
        </w:rPr>
        <w:t xml:space="preserve"> 3</w:t>
      </w:r>
    </w:p>
    <w:p w:rsidR="00995FA2" w:rsidRDefault="00995FA2" w:rsidP="00995FA2">
      <w:pPr>
        <w:pStyle w:val="a4"/>
        <w:rPr>
          <w:bCs/>
        </w:rPr>
      </w:pPr>
      <w:r>
        <w:rPr>
          <w:bCs/>
        </w:rPr>
        <w:t>Договор о задатке № _____</w:t>
      </w:r>
    </w:p>
    <w:p w:rsidR="00995FA2" w:rsidRDefault="00995FA2" w:rsidP="00995FA2">
      <w:pPr>
        <w:pStyle w:val="a4"/>
        <w:rPr>
          <w:bCs/>
        </w:rPr>
      </w:pPr>
    </w:p>
    <w:tbl>
      <w:tblPr>
        <w:tblW w:w="0" w:type="auto"/>
        <w:tblLook w:val="0000"/>
      </w:tblPr>
      <w:tblGrid>
        <w:gridCol w:w="4927"/>
        <w:gridCol w:w="4927"/>
      </w:tblGrid>
      <w:tr w:rsidR="00995FA2" w:rsidRPr="00C86054" w:rsidTr="00D96A71">
        <w:tc>
          <w:tcPr>
            <w:tcW w:w="4927" w:type="dxa"/>
          </w:tcPr>
          <w:p w:rsidR="00995FA2" w:rsidRPr="00C86054" w:rsidRDefault="00995FA2" w:rsidP="00701402">
            <w:pPr>
              <w:pStyle w:val="a4"/>
              <w:jc w:val="left"/>
              <w:rPr>
                <w:b w:val="0"/>
                <w:bCs/>
                <w:sz w:val="24"/>
                <w:szCs w:val="24"/>
              </w:rPr>
            </w:pPr>
            <w:r w:rsidRPr="00C86054">
              <w:rPr>
                <w:b w:val="0"/>
                <w:bCs/>
                <w:sz w:val="24"/>
                <w:szCs w:val="24"/>
              </w:rPr>
              <w:t xml:space="preserve">г. </w:t>
            </w:r>
            <w:r w:rsidR="00701402">
              <w:rPr>
                <w:b w:val="0"/>
                <w:bCs/>
                <w:sz w:val="24"/>
                <w:szCs w:val="24"/>
              </w:rPr>
              <w:t>Ставрополь</w:t>
            </w:r>
          </w:p>
        </w:tc>
        <w:tc>
          <w:tcPr>
            <w:tcW w:w="4927" w:type="dxa"/>
          </w:tcPr>
          <w:p w:rsidR="00995FA2" w:rsidRPr="00C86054" w:rsidRDefault="00995FA2" w:rsidP="00D96A71">
            <w:pPr>
              <w:pStyle w:val="a4"/>
              <w:jc w:val="right"/>
              <w:rPr>
                <w:b w:val="0"/>
                <w:bCs/>
                <w:sz w:val="24"/>
                <w:szCs w:val="24"/>
              </w:rPr>
            </w:pPr>
            <w:r w:rsidRPr="00C86054">
              <w:rPr>
                <w:b w:val="0"/>
                <w:bCs/>
                <w:sz w:val="24"/>
                <w:szCs w:val="24"/>
              </w:rPr>
              <w:t>«__</w:t>
            </w:r>
            <w:r>
              <w:rPr>
                <w:b w:val="0"/>
                <w:bCs/>
                <w:sz w:val="24"/>
                <w:szCs w:val="24"/>
              </w:rPr>
              <w:t>_</w:t>
            </w:r>
            <w:r w:rsidRPr="00C86054">
              <w:rPr>
                <w:b w:val="0"/>
                <w:bCs/>
                <w:sz w:val="24"/>
                <w:szCs w:val="24"/>
              </w:rPr>
              <w:t>_» ____</w:t>
            </w:r>
            <w:r>
              <w:rPr>
                <w:b w:val="0"/>
                <w:bCs/>
                <w:sz w:val="24"/>
                <w:szCs w:val="24"/>
              </w:rPr>
              <w:t>___</w:t>
            </w:r>
            <w:r w:rsidRPr="00C86054">
              <w:rPr>
                <w:b w:val="0"/>
                <w:bCs/>
                <w:sz w:val="24"/>
                <w:szCs w:val="24"/>
              </w:rPr>
              <w:t>___ 200_</w:t>
            </w:r>
            <w:r>
              <w:rPr>
                <w:b w:val="0"/>
                <w:bCs/>
                <w:sz w:val="24"/>
                <w:szCs w:val="24"/>
              </w:rPr>
              <w:t>__</w:t>
            </w:r>
            <w:r w:rsidRPr="00C86054">
              <w:rPr>
                <w:b w:val="0"/>
                <w:bCs/>
                <w:sz w:val="24"/>
                <w:szCs w:val="24"/>
              </w:rPr>
              <w:t xml:space="preserve"> г.</w:t>
            </w:r>
          </w:p>
        </w:tc>
      </w:tr>
    </w:tbl>
    <w:p w:rsidR="00995FA2" w:rsidRDefault="00995FA2" w:rsidP="00995FA2">
      <w:pPr>
        <w:jc w:val="both"/>
      </w:pPr>
    </w:p>
    <w:p w:rsidR="00995FA2" w:rsidRPr="003A07A2" w:rsidRDefault="00995FA2" w:rsidP="00995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7A2">
        <w:rPr>
          <w:rFonts w:ascii="Times New Roman" w:hAnsi="Times New Roman" w:cs="Times New Roman"/>
          <w:sz w:val="24"/>
          <w:szCs w:val="24"/>
        </w:rPr>
        <w:t>__</w:t>
      </w:r>
      <w:r w:rsidR="00A068BD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___________________________________________________________ </w:t>
      </w:r>
      <w:r w:rsidR="00701402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3A07A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A07A2">
        <w:rPr>
          <w:rFonts w:ascii="Times New Roman" w:hAnsi="Times New Roman" w:cs="Times New Roman"/>
          <w:sz w:val="24"/>
          <w:szCs w:val="24"/>
        </w:rPr>
        <w:t>,</w:t>
      </w:r>
    </w:p>
    <w:p w:rsidR="00995FA2" w:rsidRPr="003A07A2" w:rsidRDefault="00995FA2" w:rsidP="00995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7A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(Наименование юридического лица или индивидуального предпринимателя)</w:t>
      </w:r>
      <w:r w:rsidRPr="003A0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FA2" w:rsidRPr="003A07A2" w:rsidRDefault="00995FA2" w:rsidP="00995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7A2">
        <w:rPr>
          <w:rFonts w:ascii="Times New Roman" w:hAnsi="Times New Roman" w:cs="Times New Roman"/>
          <w:sz w:val="24"/>
          <w:szCs w:val="24"/>
        </w:rPr>
        <w:t>именуемый(ое) в дальнейшем «Заявитель», в лице ______________________, действующего на основании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A07A2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995FA2" w:rsidRDefault="00701402" w:rsidP="00995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1402">
        <w:rPr>
          <w:rFonts w:ascii="Times New Roman" w:hAnsi="Times New Roman" w:cs="Times New Roman"/>
          <w:sz w:val="24"/>
          <w:szCs w:val="24"/>
        </w:rPr>
        <w:t xml:space="preserve">министерство природных ресурсов и охраны окружающей среды Ставропольского края </w:t>
      </w:r>
      <w:r w:rsidR="00995FA2" w:rsidRPr="00701402">
        <w:rPr>
          <w:rFonts w:ascii="Times New Roman" w:hAnsi="Times New Roman" w:cs="Times New Roman"/>
          <w:sz w:val="24"/>
          <w:szCs w:val="24"/>
        </w:rPr>
        <w:t xml:space="preserve">, именуемое в дальнейшем «Организатор аукциона», в лице </w:t>
      </w:r>
      <w:r w:rsidRPr="00701402">
        <w:rPr>
          <w:rFonts w:ascii="Times New Roman" w:hAnsi="Times New Roman" w:cs="Times New Roman"/>
          <w:sz w:val="24"/>
          <w:szCs w:val="24"/>
        </w:rPr>
        <w:t>первого заместителя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402">
        <w:rPr>
          <w:rFonts w:ascii="Times New Roman" w:hAnsi="Times New Roman" w:cs="Times New Roman"/>
          <w:sz w:val="24"/>
          <w:szCs w:val="24"/>
        </w:rPr>
        <w:t>министра Хусточкина Андрея Николаевича</w:t>
      </w:r>
      <w:r w:rsidR="00995FA2" w:rsidRPr="00701402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701402">
        <w:rPr>
          <w:rFonts w:ascii="Times New Roman" w:hAnsi="Times New Roman" w:cs="Times New Roman"/>
          <w:sz w:val="24"/>
          <w:szCs w:val="24"/>
        </w:rPr>
        <w:t xml:space="preserve">Приказа от 11.01.2010года </w:t>
      </w:r>
      <w:r w:rsidR="009B400E">
        <w:rPr>
          <w:rFonts w:ascii="Times New Roman" w:hAnsi="Times New Roman" w:cs="Times New Roman"/>
          <w:sz w:val="24"/>
          <w:szCs w:val="24"/>
        </w:rPr>
        <w:t xml:space="preserve">№1 </w:t>
      </w:r>
      <w:r w:rsidRPr="00701402">
        <w:rPr>
          <w:rFonts w:ascii="Times New Roman" w:hAnsi="Times New Roman" w:cs="Times New Roman"/>
          <w:sz w:val="24"/>
          <w:szCs w:val="24"/>
        </w:rPr>
        <w:t xml:space="preserve">и </w:t>
      </w:r>
      <w:r w:rsidR="009B400E">
        <w:rPr>
          <w:rFonts w:ascii="Times New Roman" w:hAnsi="Times New Roman" w:cs="Times New Roman"/>
          <w:sz w:val="24"/>
          <w:szCs w:val="24"/>
        </w:rPr>
        <w:t xml:space="preserve">в </w:t>
      </w:r>
      <w:r w:rsidRPr="00701402">
        <w:rPr>
          <w:rFonts w:ascii="Times New Roman" w:hAnsi="Times New Roman" w:cs="Times New Roman"/>
          <w:sz w:val="24"/>
          <w:szCs w:val="24"/>
        </w:rPr>
        <w:t>соотве</w:t>
      </w:r>
      <w:r w:rsidR="009B400E">
        <w:rPr>
          <w:rFonts w:ascii="Times New Roman" w:hAnsi="Times New Roman" w:cs="Times New Roman"/>
          <w:sz w:val="24"/>
          <w:szCs w:val="24"/>
        </w:rPr>
        <w:t>т</w:t>
      </w:r>
      <w:r w:rsidRPr="00701402">
        <w:rPr>
          <w:rFonts w:ascii="Times New Roman" w:hAnsi="Times New Roman" w:cs="Times New Roman"/>
          <w:sz w:val="24"/>
          <w:szCs w:val="24"/>
        </w:rPr>
        <w:t>ствии</w:t>
      </w:r>
      <w:r w:rsidR="00995FA2" w:rsidRPr="00701402">
        <w:rPr>
          <w:rFonts w:ascii="Times New Roman" w:hAnsi="Times New Roman" w:cs="Times New Roman"/>
          <w:sz w:val="24"/>
          <w:szCs w:val="24"/>
        </w:rPr>
        <w:t xml:space="preserve"> с Водным Кодексом РФ от 03.06.2006 № 74-ФЗ, с другой</w:t>
      </w:r>
      <w:r w:rsidR="00995FA2" w:rsidRPr="003A07A2">
        <w:rPr>
          <w:rFonts w:ascii="Times New Roman" w:hAnsi="Times New Roman" w:cs="Times New Roman"/>
          <w:sz w:val="24"/>
          <w:szCs w:val="24"/>
        </w:rPr>
        <w:t xml:space="preserve"> стороны, з</w:t>
      </w:r>
      <w:r w:rsidR="00995FA2" w:rsidRPr="003A07A2">
        <w:rPr>
          <w:rFonts w:ascii="Times New Roman" w:hAnsi="Times New Roman" w:cs="Times New Roman"/>
          <w:sz w:val="24"/>
          <w:szCs w:val="24"/>
        </w:rPr>
        <w:t>а</w:t>
      </w:r>
      <w:r w:rsidR="00995FA2" w:rsidRPr="003A07A2">
        <w:rPr>
          <w:rFonts w:ascii="Times New Roman" w:hAnsi="Times New Roman" w:cs="Times New Roman"/>
          <w:sz w:val="24"/>
          <w:szCs w:val="24"/>
        </w:rPr>
        <w:t>ключили настоящий договор о нижеследующем:</w:t>
      </w:r>
    </w:p>
    <w:p w:rsidR="00A24C92" w:rsidRPr="00A24C92" w:rsidRDefault="00A24C92" w:rsidP="00A24C92">
      <w:pPr>
        <w:pStyle w:val="ConsPlusNormal"/>
      </w:pPr>
    </w:p>
    <w:p w:rsidR="00995FA2" w:rsidRDefault="00995FA2" w:rsidP="00A24C92">
      <w:pPr>
        <w:pStyle w:val="a4"/>
        <w:numPr>
          <w:ilvl w:val="0"/>
          <w:numId w:val="18"/>
        </w:numPr>
        <w:rPr>
          <w:bCs/>
          <w:sz w:val="24"/>
        </w:rPr>
      </w:pPr>
      <w:r w:rsidRPr="003A07A2">
        <w:rPr>
          <w:bCs/>
          <w:sz w:val="24"/>
        </w:rPr>
        <w:t>Предмет договора</w:t>
      </w:r>
    </w:p>
    <w:p w:rsidR="00A24C92" w:rsidRPr="003A07A2" w:rsidRDefault="00A24C92" w:rsidP="00A24C92">
      <w:pPr>
        <w:pStyle w:val="a4"/>
        <w:ind w:left="1287"/>
        <w:jc w:val="left"/>
        <w:rPr>
          <w:bCs/>
          <w:sz w:val="24"/>
        </w:rPr>
      </w:pPr>
    </w:p>
    <w:p w:rsidR="00701402" w:rsidRPr="00701402" w:rsidRDefault="00995FA2" w:rsidP="00701402">
      <w:pPr>
        <w:ind w:firstLine="708"/>
        <w:jc w:val="both"/>
      </w:pPr>
      <w:r w:rsidRPr="003A07A2">
        <w:rPr>
          <w:bCs/>
        </w:rPr>
        <w:t>1.1</w:t>
      </w:r>
      <w:r w:rsidRPr="003A07A2">
        <w:t xml:space="preserve">. В соответствии с условиями настоящего договора «Заявитель» для участия в </w:t>
      </w:r>
      <w:r w:rsidRPr="0094129C">
        <w:rPr>
          <w:b/>
          <w:bCs/>
          <w:u w:val="single"/>
        </w:rPr>
        <w:t>ау</w:t>
      </w:r>
      <w:r w:rsidRPr="0094129C">
        <w:rPr>
          <w:b/>
          <w:bCs/>
          <w:u w:val="single"/>
        </w:rPr>
        <w:t>к</w:t>
      </w:r>
      <w:r w:rsidRPr="0094129C">
        <w:rPr>
          <w:b/>
          <w:bCs/>
          <w:u w:val="single"/>
        </w:rPr>
        <w:t>ционе №</w:t>
      </w:r>
      <w:r>
        <w:rPr>
          <w:b/>
          <w:bCs/>
          <w:u w:val="single"/>
        </w:rPr>
        <w:t xml:space="preserve"> </w:t>
      </w:r>
      <w:r w:rsidR="00F43845">
        <w:rPr>
          <w:b/>
          <w:bCs/>
          <w:u w:val="single"/>
        </w:rPr>
        <w:t>10</w:t>
      </w:r>
      <w:r>
        <w:rPr>
          <w:b/>
          <w:bCs/>
          <w:u w:val="single"/>
        </w:rPr>
        <w:t xml:space="preserve"> </w:t>
      </w:r>
      <w:r w:rsidR="00701402" w:rsidRPr="00992CE7">
        <w:t>по приобретению права заключения договора водопользования акваторией во</w:t>
      </w:r>
      <w:r w:rsidR="00701402" w:rsidRPr="00992CE7">
        <w:t>д</w:t>
      </w:r>
      <w:r w:rsidR="00701402" w:rsidRPr="00992CE7">
        <w:t xml:space="preserve">ного объекта (руслового пруда) </w:t>
      </w:r>
      <w:r w:rsidR="00701402" w:rsidRPr="003F223D">
        <w:t>площадью 0,</w:t>
      </w:r>
      <w:r w:rsidR="00D459AB">
        <w:t>3</w:t>
      </w:r>
      <w:r w:rsidR="00A068BD">
        <w:t>5</w:t>
      </w:r>
      <w:r w:rsidR="00773F5E">
        <w:t xml:space="preserve"> км.кв. </w:t>
      </w:r>
      <w:r w:rsidR="00701402" w:rsidRPr="003F223D">
        <w:t xml:space="preserve">на </w:t>
      </w:r>
      <w:r w:rsidR="00D459AB">
        <w:t>15</w:t>
      </w:r>
      <w:r w:rsidR="00701402" w:rsidRPr="003F223D">
        <w:t xml:space="preserve"> км </w:t>
      </w:r>
      <w:r w:rsidR="00701402" w:rsidRPr="003F223D">
        <w:rPr>
          <w:u w:val="single"/>
        </w:rPr>
        <w:t xml:space="preserve">от устья </w:t>
      </w:r>
      <w:r w:rsidR="00A068BD">
        <w:rPr>
          <w:u w:val="single"/>
        </w:rPr>
        <w:t xml:space="preserve">балки </w:t>
      </w:r>
      <w:r w:rsidR="00D459AB">
        <w:rPr>
          <w:u w:val="single"/>
        </w:rPr>
        <w:t>Большая К</w:t>
      </w:r>
      <w:r w:rsidR="00D459AB">
        <w:rPr>
          <w:u w:val="single"/>
        </w:rPr>
        <w:t>у</w:t>
      </w:r>
      <w:r w:rsidR="00D459AB">
        <w:rPr>
          <w:u w:val="single"/>
        </w:rPr>
        <w:t>рахтинка</w:t>
      </w:r>
      <w:r w:rsidR="00701402" w:rsidRPr="003F223D">
        <w:rPr>
          <w:u w:val="single"/>
        </w:rPr>
        <w:t>__в</w:t>
      </w:r>
      <w:r w:rsidR="00701402" w:rsidRPr="003F223D">
        <w:t xml:space="preserve"> </w:t>
      </w:r>
      <w:r w:rsidR="00D459AB">
        <w:rPr>
          <w:u w:val="single"/>
        </w:rPr>
        <w:t>Грачевском</w:t>
      </w:r>
      <w:r w:rsidR="00701402" w:rsidRPr="003F223D">
        <w:rPr>
          <w:u w:val="single"/>
        </w:rPr>
        <w:t xml:space="preserve"> районе Ставропольского края</w:t>
      </w:r>
      <w:r w:rsidR="00701402" w:rsidRPr="003F223D">
        <w:t xml:space="preserve"> </w:t>
      </w:r>
      <w:r w:rsidR="00701402" w:rsidRPr="003F223D">
        <w:rPr>
          <w:sz w:val="28"/>
          <w:szCs w:val="28"/>
        </w:rPr>
        <w:t>(</w:t>
      </w:r>
      <w:r w:rsidR="00701402" w:rsidRPr="003F223D">
        <w:t xml:space="preserve">географические координаты: </w:t>
      </w:r>
      <w:r w:rsidR="00D577EA">
        <w:t xml:space="preserve">т.1: </w:t>
      </w:r>
      <w:r w:rsidR="00701402" w:rsidRPr="003F223D">
        <w:t>4</w:t>
      </w:r>
      <w:r w:rsidR="00544695">
        <w:t>5</w:t>
      </w:r>
      <w:r w:rsidR="00701402" w:rsidRPr="003F223D">
        <w:t>°</w:t>
      </w:r>
      <w:r w:rsidR="00FA7A48">
        <w:t>19</w:t>
      </w:r>
      <w:r w:rsidR="00701402" w:rsidRPr="003F223D">
        <w:t>'</w:t>
      </w:r>
      <w:r w:rsidR="00FA7A48">
        <w:t>28,7</w:t>
      </w:r>
      <w:r w:rsidR="00701402" w:rsidRPr="003F223D">
        <w:t>" с.ш.; 4</w:t>
      </w:r>
      <w:r w:rsidR="00544695">
        <w:t>2</w:t>
      </w:r>
      <w:r w:rsidR="00701402" w:rsidRPr="003F223D">
        <w:t>°</w:t>
      </w:r>
      <w:r w:rsidR="00FA7A48">
        <w:t>12</w:t>
      </w:r>
      <w:r w:rsidR="00773F5E">
        <w:t>'</w:t>
      </w:r>
      <w:r w:rsidR="00FA7A48">
        <w:t>42,5</w:t>
      </w:r>
      <w:r w:rsidR="00D577EA">
        <w:t>" в.д.</w:t>
      </w:r>
      <w:r w:rsidR="00B2670D">
        <w:t xml:space="preserve">; т.2: </w:t>
      </w:r>
      <w:r w:rsidR="00701402" w:rsidRPr="003F223D">
        <w:t>4</w:t>
      </w:r>
      <w:r w:rsidR="00544695">
        <w:t>5</w:t>
      </w:r>
      <w:r w:rsidR="00701402" w:rsidRPr="003F223D">
        <w:t>°</w:t>
      </w:r>
      <w:r w:rsidR="00FA7A48">
        <w:t>19</w:t>
      </w:r>
      <w:r w:rsidR="00701402" w:rsidRPr="003F223D">
        <w:t>'</w:t>
      </w:r>
      <w:r w:rsidR="00FA7A48">
        <w:t>29,7</w:t>
      </w:r>
      <w:r w:rsidR="00701402" w:rsidRPr="003F223D">
        <w:t>" с.ш.; 4</w:t>
      </w:r>
      <w:r w:rsidR="00B2670D">
        <w:t>2</w:t>
      </w:r>
      <w:r w:rsidR="00701402" w:rsidRPr="003F223D">
        <w:t>°</w:t>
      </w:r>
      <w:r w:rsidR="00FA7A48">
        <w:t>12</w:t>
      </w:r>
      <w:r w:rsidR="00701402" w:rsidRPr="003F223D">
        <w:t>'</w:t>
      </w:r>
      <w:r w:rsidR="00FA7A48">
        <w:t>31,6</w:t>
      </w:r>
      <w:r w:rsidR="00701402" w:rsidRPr="003F223D">
        <w:t xml:space="preserve">" в.д.; </w:t>
      </w:r>
      <w:r w:rsidR="00B2670D">
        <w:t xml:space="preserve">т.3: </w:t>
      </w:r>
      <w:r w:rsidR="00701402" w:rsidRPr="003F223D">
        <w:t>4</w:t>
      </w:r>
      <w:r w:rsidR="00544695">
        <w:t>5</w:t>
      </w:r>
      <w:r w:rsidR="00701402" w:rsidRPr="003F223D">
        <w:t>°</w:t>
      </w:r>
      <w:r w:rsidR="00FA7A48">
        <w:t>20</w:t>
      </w:r>
      <w:r w:rsidR="00701402" w:rsidRPr="003F223D">
        <w:t>'</w:t>
      </w:r>
      <w:r w:rsidR="00FA7A48">
        <w:t>05,2</w:t>
      </w:r>
      <w:r w:rsidR="00773F5E">
        <w:t>" с.ш.; 4</w:t>
      </w:r>
      <w:r w:rsidR="00B2670D">
        <w:t>2</w:t>
      </w:r>
      <w:r w:rsidR="00773F5E">
        <w:t>°</w:t>
      </w:r>
      <w:r w:rsidR="00FA7A48">
        <w:t>12</w:t>
      </w:r>
      <w:r w:rsidR="00701402" w:rsidRPr="003F223D">
        <w:t>'</w:t>
      </w:r>
      <w:r w:rsidR="00FA7A48">
        <w:t>02,8</w:t>
      </w:r>
      <w:r w:rsidR="00B2670D">
        <w:t xml:space="preserve">" в.д.; т.4: </w:t>
      </w:r>
      <w:r w:rsidR="00701402" w:rsidRPr="003F223D">
        <w:t>4</w:t>
      </w:r>
      <w:r w:rsidR="00544695">
        <w:t>5</w:t>
      </w:r>
      <w:r w:rsidR="00701402" w:rsidRPr="003F223D">
        <w:t>°</w:t>
      </w:r>
      <w:r w:rsidR="00FA7A48">
        <w:t>20</w:t>
      </w:r>
      <w:r w:rsidR="00701402" w:rsidRPr="003F223D">
        <w:t>'</w:t>
      </w:r>
      <w:r w:rsidR="00FA7A48">
        <w:t>00,9</w:t>
      </w:r>
      <w:r w:rsidR="00701402" w:rsidRPr="003F223D">
        <w:t>" с.ш.; 4</w:t>
      </w:r>
      <w:r w:rsidR="00B2670D">
        <w:t>2</w:t>
      </w:r>
      <w:r w:rsidR="00701402" w:rsidRPr="003F223D">
        <w:t>°</w:t>
      </w:r>
      <w:r w:rsidR="00FA7A48">
        <w:t>12</w:t>
      </w:r>
      <w:r w:rsidR="00773F5E">
        <w:t>'</w:t>
      </w:r>
      <w:r w:rsidR="00544695">
        <w:t>1</w:t>
      </w:r>
      <w:r w:rsidR="00FA7A48">
        <w:t>2,5</w:t>
      </w:r>
      <w:r w:rsidR="00701402" w:rsidRPr="003F223D">
        <w:t>" в.д.</w:t>
      </w:r>
      <w:r w:rsidR="00FA7A48">
        <w:t xml:space="preserve">; </w:t>
      </w:r>
      <w:r w:rsidR="00FA7A48" w:rsidRPr="00F7057B">
        <w:rPr>
          <w:sz w:val="28"/>
          <w:szCs w:val="28"/>
        </w:rPr>
        <w:t>т.</w:t>
      </w:r>
      <w:r w:rsidR="00FA7A48">
        <w:rPr>
          <w:sz w:val="28"/>
          <w:szCs w:val="28"/>
        </w:rPr>
        <w:t>5</w:t>
      </w:r>
      <w:r w:rsidR="00FA7A48" w:rsidRPr="00F7057B">
        <w:rPr>
          <w:sz w:val="28"/>
          <w:szCs w:val="28"/>
        </w:rPr>
        <w:t>: 45°</w:t>
      </w:r>
      <w:r w:rsidR="00FA7A48">
        <w:rPr>
          <w:sz w:val="28"/>
          <w:szCs w:val="28"/>
        </w:rPr>
        <w:t>19</w:t>
      </w:r>
      <w:r w:rsidR="00FA7A48" w:rsidRPr="00F7057B">
        <w:rPr>
          <w:sz w:val="28"/>
          <w:szCs w:val="28"/>
        </w:rPr>
        <w:t>'</w:t>
      </w:r>
      <w:r w:rsidR="00FA7A48">
        <w:rPr>
          <w:sz w:val="28"/>
          <w:szCs w:val="28"/>
        </w:rPr>
        <w:t>35</w:t>
      </w:r>
      <w:r w:rsidR="00FA7A48" w:rsidRPr="00F7057B">
        <w:rPr>
          <w:sz w:val="28"/>
          <w:szCs w:val="28"/>
        </w:rPr>
        <w:t>.9" с.ш.; 42°12'</w:t>
      </w:r>
      <w:r w:rsidR="00FA7A48">
        <w:rPr>
          <w:sz w:val="28"/>
          <w:szCs w:val="28"/>
        </w:rPr>
        <w:t>41,6</w:t>
      </w:r>
      <w:r w:rsidR="00FA7A48" w:rsidRPr="00F7057B">
        <w:rPr>
          <w:sz w:val="28"/>
          <w:szCs w:val="28"/>
        </w:rPr>
        <w:t>" в.д.</w:t>
      </w:r>
      <w:r w:rsidR="00701402" w:rsidRPr="003F223D">
        <w:t>) для использования акватории водного объекта, в том числе для рекреационных целей:</w:t>
      </w:r>
    </w:p>
    <w:p w:rsidR="00995FA2" w:rsidRPr="00C66759" w:rsidRDefault="00995FA2" w:rsidP="00995FA2">
      <w:pPr>
        <w:tabs>
          <w:tab w:val="center" w:pos="2243"/>
          <w:tab w:val="left" w:pos="3555"/>
        </w:tabs>
        <w:ind w:right="72"/>
        <w:jc w:val="both"/>
        <w:rPr>
          <w:b/>
          <w:u w:val="single"/>
        </w:rPr>
      </w:pPr>
      <w:r w:rsidRPr="00201E65">
        <w:t>проводимого «</w:t>
      </w:r>
      <w:r w:rsidR="00701402" w:rsidRPr="00201E65">
        <w:rPr>
          <w:b/>
          <w:u w:val="single"/>
        </w:rPr>
        <w:t>0</w:t>
      </w:r>
      <w:r w:rsidR="0020501C">
        <w:rPr>
          <w:b/>
          <w:u w:val="single"/>
        </w:rPr>
        <w:t>6</w:t>
      </w:r>
      <w:r w:rsidRPr="00201E65">
        <w:t xml:space="preserve">» </w:t>
      </w:r>
      <w:r w:rsidR="00F43845">
        <w:rPr>
          <w:b/>
          <w:u w:val="single"/>
        </w:rPr>
        <w:t>октября</w:t>
      </w:r>
      <w:r w:rsidRPr="00201E65">
        <w:rPr>
          <w:color w:val="FF0000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201E65">
          <w:rPr>
            <w:b/>
            <w:u w:val="single"/>
          </w:rPr>
          <w:t>2010 г</w:t>
        </w:r>
      </w:smartTag>
      <w:r w:rsidRPr="00201E65">
        <w:t xml:space="preserve">. в </w:t>
      </w:r>
      <w:r w:rsidRPr="00201E65">
        <w:rPr>
          <w:b/>
          <w:u w:val="single"/>
        </w:rPr>
        <w:t>1</w:t>
      </w:r>
      <w:r w:rsidR="00F43845">
        <w:rPr>
          <w:b/>
          <w:u w:val="single"/>
        </w:rPr>
        <w:t>0</w:t>
      </w:r>
      <w:r w:rsidRPr="00201E65">
        <w:t xml:space="preserve"> </w:t>
      </w:r>
      <w:r w:rsidRPr="00201E65">
        <w:rPr>
          <w:b/>
        </w:rPr>
        <w:t>час.</w:t>
      </w:r>
      <w:r w:rsidRPr="00201E65">
        <w:rPr>
          <w:b/>
          <w:color w:val="FF0000"/>
        </w:rPr>
        <w:t xml:space="preserve"> </w:t>
      </w:r>
      <w:r w:rsidR="00FA7A48">
        <w:rPr>
          <w:b/>
          <w:u w:val="single"/>
        </w:rPr>
        <w:t>0</w:t>
      </w:r>
      <w:r w:rsidR="00773F5E">
        <w:rPr>
          <w:b/>
          <w:u w:val="single"/>
        </w:rPr>
        <w:t>0</w:t>
      </w:r>
      <w:r w:rsidRPr="00201E65">
        <w:rPr>
          <w:b/>
          <w:color w:val="FF0000"/>
        </w:rPr>
        <w:t xml:space="preserve"> </w:t>
      </w:r>
      <w:r w:rsidRPr="00201E65">
        <w:t xml:space="preserve">мин. по адресу: </w:t>
      </w:r>
      <w:r w:rsidRPr="00201E65">
        <w:rPr>
          <w:b/>
          <w:bCs/>
          <w:u w:val="single"/>
        </w:rPr>
        <w:t xml:space="preserve">г. </w:t>
      </w:r>
      <w:r w:rsidR="00701402" w:rsidRPr="00201E65">
        <w:rPr>
          <w:b/>
          <w:bCs/>
          <w:u w:val="single"/>
        </w:rPr>
        <w:t>Ставрополь</w:t>
      </w:r>
      <w:r w:rsidRPr="00201E65">
        <w:rPr>
          <w:bCs/>
          <w:u w:val="single"/>
        </w:rPr>
        <w:t xml:space="preserve">, </w:t>
      </w:r>
      <w:r w:rsidRPr="00201E65">
        <w:rPr>
          <w:b/>
          <w:bCs/>
          <w:u w:val="single"/>
        </w:rPr>
        <w:t xml:space="preserve">ул. </w:t>
      </w:r>
      <w:r w:rsidR="00701402" w:rsidRPr="00201E65">
        <w:rPr>
          <w:b/>
          <w:bCs/>
          <w:u w:val="single"/>
        </w:rPr>
        <w:t>Голен</w:t>
      </w:r>
      <w:r w:rsidR="00701402" w:rsidRPr="00201E65">
        <w:rPr>
          <w:b/>
          <w:bCs/>
          <w:u w:val="single"/>
        </w:rPr>
        <w:t>е</w:t>
      </w:r>
      <w:r w:rsidR="00701402" w:rsidRPr="00201E65">
        <w:rPr>
          <w:b/>
          <w:bCs/>
          <w:u w:val="single"/>
        </w:rPr>
        <w:t>ва</w:t>
      </w:r>
      <w:r w:rsidRPr="00201E65">
        <w:rPr>
          <w:b/>
          <w:bCs/>
          <w:u w:val="single"/>
        </w:rPr>
        <w:t xml:space="preserve">, </w:t>
      </w:r>
      <w:r w:rsidR="00701402" w:rsidRPr="00201E65">
        <w:rPr>
          <w:b/>
          <w:bCs/>
          <w:u w:val="single"/>
        </w:rPr>
        <w:t>18</w:t>
      </w:r>
      <w:r w:rsidRPr="00201E65">
        <w:t xml:space="preserve"> перечисля</w:t>
      </w:r>
      <w:r w:rsidR="00773F5E">
        <w:t xml:space="preserve">ет денежные средства в размере </w:t>
      </w:r>
      <w:r w:rsidR="00FA7A48">
        <w:rPr>
          <w:b/>
          <w:u w:val="single"/>
        </w:rPr>
        <w:t>150</w:t>
      </w:r>
      <w:r w:rsidRPr="00201E65">
        <w:rPr>
          <w:b/>
          <w:u w:val="single"/>
        </w:rPr>
        <w:t xml:space="preserve"> рубл</w:t>
      </w:r>
      <w:r w:rsidR="00FA7A48">
        <w:rPr>
          <w:b/>
          <w:u w:val="single"/>
        </w:rPr>
        <w:t>ей</w:t>
      </w:r>
      <w:r w:rsidRPr="00201E65">
        <w:rPr>
          <w:b/>
          <w:u w:val="single"/>
        </w:rPr>
        <w:t>_(</w:t>
      </w:r>
      <w:r w:rsidR="00FA7A48">
        <w:rPr>
          <w:b/>
          <w:u w:val="single"/>
        </w:rPr>
        <w:t>сто пятидесяти</w:t>
      </w:r>
      <w:r w:rsidRPr="00201E65">
        <w:rPr>
          <w:b/>
          <w:u w:val="single"/>
        </w:rPr>
        <w:t>)_руб. 00 коп</w:t>
      </w:r>
      <w:r w:rsidRPr="00201E65">
        <w:t xml:space="preserve"> (</w:t>
      </w:r>
      <w:r w:rsidRPr="003A07A2">
        <w:t xml:space="preserve">далее – «задаток»), на расчетный счет «Организатора аукциона», а «Организатор аукциона» принимает задаток на </w:t>
      </w:r>
      <w:r w:rsidRPr="003A07A2">
        <w:rPr>
          <w:szCs w:val="20"/>
        </w:rPr>
        <w:t xml:space="preserve">указанный в разделе </w:t>
      </w:r>
      <w:r w:rsidRPr="003A07A2">
        <w:rPr>
          <w:szCs w:val="20"/>
          <w:lang w:val="en-US"/>
        </w:rPr>
        <w:t>V</w:t>
      </w:r>
      <w:r w:rsidRPr="003A07A2">
        <w:rPr>
          <w:szCs w:val="20"/>
        </w:rPr>
        <w:t xml:space="preserve"> настоящего Договора.</w:t>
      </w:r>
    </w:p>
    <w:p w:rsidR="00995FA2" w:rsidRDefault="00773F5E" w:rsidP="00773F5E">
      <w:pPr>
        <w:ind w:firstLine="709"/>
        <w:jc w:val="both"/>
      </w:pPr>
      <w:r>
        <w:t xml:space="preserve">1.2. </w:t>
      </w:r>
      <w:r w:rsidR="00995FA2" w:rsidRPr="003A07A2">
        <w:t>Задаток, указанный в пункте 1.1. настоящего договора, вносится «Заявите</w:t>
      </w:r>
      <w:r>
        <w:t xml:space="preserve">лем» в качестве </w:t>
      </w:r>
      <w:r w:rsidR="00995FA2" w:rsidRPr="003A07A2">
        <w:t>обеспечени</w:t>
      </w:r>
      <w:r w:rsidR="00635002">
        <w:t xml:space="preserve">я  исполнения им </w:t>
      </w:r>
      <w:r>
        <w:t>обязательств</w:t>
      </w:r>
      <w:r w:rsidR="00995FA2" w:rsidRPr="003A07A2">
        <w:t xml:space="preserve"> по договору во</w:t>
      </w:r>
      <w:r>
        <w:t>допользования,</w:t>
      </w:r>
      <w:r w:rsidR="00995FA2" w:rsidRPr="003A07A2">
        <w:t xml:space="preserve"> которые могут возникнуть у «Заявителя», если он выиграет аукцион.</w:t>
      </w:r>
    </w:p>
    <w:p w:rsidR="00A24C92" w:rsidRPr="003A07A2" w:rsidRDefault="00A24C92" w:rsidP="00A24C92">
      <w:pPr>
        <w:pStyle w:val="ae"/>
        <w:ind w:left="1572"/>
        <w:jc w:val="both"/>
      </w:pPr>
    </w:p>
    <w:p w:rsidR="00995FA2" w:rsidRDefault="00995FA2" w:rsidP="00A24C92">
      <w:pPr>
        <w:pStyle w:val="a4"/>
        <w:numPr>
          <w:ilvl w:val="0"/>
          <w:numId w:val="18"/>
        </w:numPr>
        <w:rPr>
          <w:bCs/>
          <w:sz w:val="24"/>
        </w:rPr>
      </w:pPr>
      <w:r>
        <w:rPr>
          <w:bCs/>
          <w:sz w:val="24"/>
        </w:rPr>
        <w:t>Порядок внесения задатка</w:t>
      </w:r>
    </w:p>
    <w:p w:rsidR="00A24C92" w:rsidRDefault="00A24C92" w:rsidP="00A24C92">
      <w:pPr>
        <w:pStyle w:val="a4"/>
        <w:ind w:left="1287"/>
        <w:jc w:val="left"/>
        <w:rPr>
          <w:bCs/>
          <w:sz w:val="24"/>
        </w:rPr>
      </w:pPr>
    </w:p>
    <w:p w:rsidR="00995FA2" w:rsidRPr="003A07A2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396196">
        <w:rPr>
          <w:b w:val="0"/>
          <w:bCs/>
          <w:sz w:val="24"/>
        </w:rPr>
        <w:t>2.1.</w:t>
      </w:r>
      <w:r>
        <w:rPr>
          <w:b w:val="0"/>
          <w:sz w:val="24"/>
        </w:rPr>
        <w:t xml:space="preserve"> Задаток должен быть внесен «Заявителем» на счет, указанный в п. 1.1. настоящего </w:t>
      </w:r>
      <w:r w:rsidRPr="003A07A2">
        <w:rPr>
          <w:b w:val="0"/>
          <w:sz w:val="24"/>
        </w:rPr>
        <w:t>договора. Задаток считается внесенным, если средства поступили на данный счет или пре</w:t>
      </w:r>
      <w:r w:rsidRPr="003A07A2">
        <w:rPr>
          <w:b w:val="0"/>
          <w:sz w:val="24"/>
        </w:rPr>
        <w:t>д</w:t>
      </w:r>
      <w:r w:rsidRPr="003A07A2">
        <w:rPr>
          <w:b w:val="0"/>
          <w:sz w:val="24"/>
        </w:rPr>
        <w:t xml:space="preserve">ставлена копия платежного документа, подтверждающего перечисление указанных средств, до начала процедуры вскрытия конвертов, а именно до </w:t>
      </w:r>
      <w:r w:rsidRPr="0018765F">
        <w:rPr>
          <w:b w:val="0"/>
          <w:sz w:val="24"/>
        </w:rPr>
        <w:t>10 часов 00</w:t>
      </w:r>
      <w:r w:rsidRPr="003A07A2">
        <w:rPr>
          <w:b w:val="0"/>
          <w:sz w:val="24"/>
        </w:rPr>
        <w:t xml:space="preserve"> минут по московскому времени </w:t>
      </w:r>
      <w:r w:rsidR="00F43845">
        <w:rPr>
          <w:b w:val="0"/>
          <w:sz w:val="24"/>
        </w:rPr>
        <w:t xml:space="preserve">6 сентября </w:t>
      </w:r>
      <w:r w:rsidRPr="003A07A2">
        <w:rPr>
          <w:b w:val="0"/>
          <w:sz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3A07A2">
          <w:rPr>
            <w:b w:val="0"/>
            <w:sz w:val="24"/>
          </w:rPr>
          <w:t>20</w:t>
        </w:r>
        <w:r>
          <w:rPr>
            <w:b w:val="0"/>
            <w:sz w:val="24"/>
          </w:rPr>
          <w:t>10</w:t>
        </w:r>
        <w:r w:rsidRPr="003A07A2">
          <w:rPr>
            <w:b w:val="0"/>
            <w:sz w:val="24"/>
          </w:rPr>
          <w:t xml:space="preserve"> г</w:t>
        </w:r>
      </w:smartTag>
      <w:r w:rsidRPr="003A07A2">
        <w:rPr>
          <w:b w:val="0"/>
          <w:sz w:val="24"/>
        </w:rPr>
        <w:t>.</w:t>
      </w:r>
    </w:p>
    <w:p w:rsidR="00995FA2" w:rsidRPr="003A07A2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3A07A2">
        <w:rPr>
          <w:b w:val="0"/>
          <w:sz w:val="24"/>
        </w:rPr>
        <w:t>В случае не</w:t>
      </w:r>
      <w:r w:rsidR="009B400E">
        <w:rPr>
          <w:b w:val="0"/>
          <w:sz w:val="24"/>
        </w:rPr>
        <w:t xml:space="preserve"> </w:t>
      </w:r>
      <w:r w:rsidRPr="003A07A2">
        <w:rPr>
          <w:b w:val="0"/>
          <w:sz w:val="24"/>
        </w:rPr>
        <w:t>поступления суммы задатка в установленный срок, обязательства «Заяв</w:t>
      </w:r>
      <w:r w:rsidRPr="003A07A2">
        <w:rPr>
          <w:b w:val="0"/>
          <w:sz w:val="24"/>
        </w:rPr>
        <w:t>и</w:t>
      </w:r>
      <w:r w:rsidRPr="003A07A2">
        <w:rPr>
          <w:b w:val="0"/>
          <w:sz w:val="24"/>
        </w:rPr>
        <w:t>теля» по внесению задатка считаются невыполненными. В этом случае «Заявитель» к ау</w:t>
      </w:r>
      <w:r w:rsidRPr="003A07A2">
        <w:rPr>
          <w:b w:val="0"/>
          <w:sz w:val="24"/>
        </w:rPr>
        <w:t>к</w:t>
      </w:r>
      <w:r w:rsidRPr="003A07A2">
        <w:rPr>
          <w:b w:val="0"/>
          <w:sz w:val="24"/>
        </w:rPr>
        <w:t>циону не допускается.</w:t>
      </w:r>
    </w:p>
    <w:p w:rsidR="00995FA2" w:rsidRPr="00C331E0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3A07A2">
        <w:rPr>
          <w:b w:val="0"/>
          <w:bCs/>
          <w:sz w:val="24"/>
        </w:rPr>
        <w:t>2.2.</w:t>
      </w:r>
      <w:r w:rsidRPr="003A07A2">
        <w:rPr>
          <w:b w:val="0"/>
          <w:sz w:val="24"/>
        </w:rPr>
        <w:t xml:space="preserve"> «Организатор аукциона» не вправе распоряжаться денежными средствами, пост</w:t>
      </w:r>
      <w:r w:rsidRPr="003A07A2">
        <w:rPr>
          <w:b w:val="0"/>
          <w:sz w:val="24"/>
        </w:rPr>
        <w:t>у</w:t>
      </w:r>
      <w:r w:rsidRPr="003A07A2">
        <w:rPr>
          <w:b w:val="0"/>
          <w:sz w:val="24"/>
        </w:rPr>
        <w:t>пившими на его счет в качестве задатка,</w:t>
      </w:r>
      <w:r w:rsidRPr="00C331E0">
        <w:rPr>
          <w:b w:val="0"/>
          <w:sz w:val="24"/>
        </w:rPr>
        <w:t xml:space="preserve"> до дня проведения аукциона, указанного в извещ</w:t>
      </w:r>
      <w:r w:rsidRPr="00C331E0">
        <w:rPr>
          <w:b w:val="0"/>
          <w:sz w:val="24"/>
        </w:rPr>
        <w:t>е</w:t>
      </w:r>
      <w:r w:rsidRPr="00C331E0">
        <w:rPr>
          <w:b w:val="0"/>
          <w:sz w:val="24"/>
        </w:rPr>
        <w:t>нии.</w:t>
      </w:r>
    </w:p>
    <w:p w:rsidR="00995FA2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331E0">
        <w:rPr>
          <w:b w:val="0"/>
          <w:bCs/>
          <w:sz w:val="24"/>
        </w:rPr>
        <w:t>2.3.</w:t>
      </w:r>
      <w:r w:rsidRPr="00C331E0">
        <w:rPr>
          <w:b w:val="0"/>
          <w:sz w:val="24"/>
        </w:rPr>
        <w:t xml:space="preserve"> На</w:t>
      </w:r>
      <w:r>
        <w:rPr>
          <w:b w:val="0"/>
          <w:sz w:val="24"/>
        </w:rPr>
        <w:t xml:space="preserve"> денежные средства, перечисленные в соответствии с настоящим договором, проценты не начисляются.</w:t>
      </w:r>
    </w:p>
    <w:p w:rsidR="00A24C92" w:rsidRDefault="00A24C92" w:rsidP="00995FA2">
      <w:pPr>
        <w:pStyle w:val="a4"/>
        <w:ind w:firstLine="567"/>
        <w:jc w:val="both"/>
        <w:rPr>
          <w:b w:val="0"/>
          <w:sz w:val="24"/>
        </w:rPr>
      </w:pPr>
    </w:p>
    <w:p w:rsidR="00995FA2" w:rsidRDefault="00995FA2" w:rsidP="00A24C92">
      <w:pPr>
        <w:pStyle w:val="a4"/>
        <w:numPr>
          <w:ilvl w:val="0"/>
          <w:numId w:val="18"/>
        </w:numPr>
        <w:rPr>
          <w:bCs/>
          <w:sz w:val="24"/>
        </w:rPr>
      </w:pPr>
      <w:r>
        <w:rPr>
          <w:bCs/>
          <w:sz w:val="24"/>
        </w:rPr>
        <w:t>Порядок возврата и удержания задатка</w:t>
      </w:r>
    </w:p>
    <w:p w:rsidR="00A24C92" w:rsidRPr="00B736F5" w:rsidRDefault="00A24C92" w:rsidP="00A24C92">
      <w:pPr>
        <w:pStyle w:val="a4"/>
        <w:ind w:left="1287"/>
        <w:jc w:val="left"/>
        <w:rPr>
          <w:bCs/>
          <w:sz w:val="24"/>
        </w:rPr>
      </w:pP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3.1.</w:t>
      </w:r>
      <w:r w:rsidRPr="00CE6B65">
        <w:rPr>
          <w:b w:val="0"/>
          <w:sz w:val="24"/>
        </w:rPr>
        <w:t xml:space="preserve"> Задаток возвращается в случаях и в сроки, которые установлены пунктами 3.2 – 3.6 настоящего договора путем перечисления суммы внесенного задатка на счет «</w:t>
      </w:r>
      <w:r w:rsidRPr="00CE6B65">
        <w:rPr>
          <w:b w:val="0"/>
          <w:bCs/>
          <w:sz w:val="24"/>
        </w:rPr>
        <w:t>Заявителя»</w:t>
      </w:r>
      <w:r w:rsidRPr="00CE6B65">
        <w:rPr>
          <w:b w:val="0"/>
          <w:sz w:val="24"/>
        </w:rPr>
        <w:t>.</w:t>
      </w: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«Заявитель»</w:t>
      </w:r>
      <w:r w:rsidRPr="00CE6B65">
        <w:rPr>
          <w:b w:val="0"/>
          <w:sz w:val="24"/>
        </w:rPr>
        <w:t xml:space="preserve"> обязан незамедлительно информировать «Организатора аукциона» об и</w:t>
      </w:r>
      <w:r w:rsidRPr="00CE6B65">
        <w:rPr>
          <w:b w:val="0"/>
          <w:sz w:val="24"/>
        </w:rPr>
        <w:t>з</w:t>
      </w:r>
      <w:r w:rsidRPr="00CE6B65">
        <w:rPr>
          <w:b w:val="0"/>
          <w:sz w:val="24"/>
        </w:rPr>
        <w:t xml:space="preserve">менении своих банковских реквизитов. «Организатор аукциона» не отвечает за нарушение </w:t>
      </w:r>
      <w:r w:rsidRPr="00CE6B65">
        <w:rPr>
          <w:b w:val="0"/>
          <w:sz w:val="24"/>
        </w:rPr>
        <w:lastRenderedPageBreak/>
        <w:t xml:space="preserve">установленных настоящим договором сроков возврата задатка в случае, если </w:t>
      </w:r>
      <w:r w:rsidRPr="00CE6B65">
        <w:rPr>
          <w:b w:val="0"/>
          <w:bCs/>
          <w:sz w:val="24"/>
        </w:rPr>
        <w:t>«Заявитель»</w:t>
      </w:r>
      <w:r w:rsidRPr="00CE6B65">
        <w:rPr>
          <w:b w:val="0"/>
          <w:sz w:val="24"/>
        </w:rPr>
        <w:t xml:space="preserve"> своевременно не информировал его об изменении своих банковских реквизитов.</w:t>
      </w: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3.2.</w:t>
      </w:r>
      <w:r w:rsidRPr="00CE6B65">
        <w:rPr>
          <w:b w:val="0"/>
          <w:sz w:val="24"/>
        </w:rPr>
        <w:t xml:space="preserve"> В случае</w:t>
      </w:r>
      <w:r>
        <w:rPr>
          <w:b w:val="0"/>
          <w:sz w:val="24"/>
        </w:rPr>
        <w:t>,</w:t>
      </w:r>
      <w:r w:rsidRPr="00CE6B65">
        <w:rPr>
          <w:b w:val="0"/>
          <w:sz w:val="24"/>
        </w:rPr>
        <w:t xml:space="preserve"> если «</w:t>
      </w:r>
      <w:r w:rsidRPr="00CE6B65">
        <w:rPr>
          <w:b w:val="0"/>
          <w:bCs/>
          <w:sz w:val="24"/>
        </w:rPr>
        <w:t>Заявитель»</w:t>
      </w:r>
      <w:r w:rsidRPr="00CE6B65">
        <w:rPr>
          <w:b w:val="0"/>
          <w:sz w:val="24"/>
        </w:rPr>
        <w:t xml:space="preserve"> не будет допущен к участию в аукционе, «Организатор аукциона» обязуется возвратить сумму внесенного «</w:t>
      </w:r>
      <w:r w:rsidRPr="00CE6B65">
        <w:rPr>
          <w:b w:val="0"/>
          <w:bCs/>
          <w:sz w:val="24"/>
        </w:rPr>
        <w:t>Заявителем»</w:t>
      </w:r>
      <w:r w:rsidRPr="00CE6B65">
        <w:rPr>
          <w:b w:val="0"/>
          <w:sz w:val="24"/>
        </w:rPr>
        <w:t xml:space="preserve"> задатка в течение 5 (пяти) дней со  дня оформления протокола рассмотрения заявок.</w:t>
      </w: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>
        <w:rPr>
          <w:b w:val="0"/>
          <w:bCs/>
          <w:sz w:val="24"/>
        </w:rPr>
        <w:t>3.3</w:t>
      </w:r>
      <w:r w:rsidRPr="00CE6B65">
        <w:rPr>
          <w:b w:val="0"/>
          <w:bCs/>
          <w:sz w:val="24"/>
        </w:rPr>
        <w:t>.</w:t>
      </w:r>
      <w:r w:rsidRPr="00CE6B65">
        <w:rPr>
          <w:b w:val="0"/>
          <w:sz w:val="24"/>
        </w:rPr>
        <w:t xml:space="preserve"> В случае отзыва «</w:t>
      </w:r>
      <w:r w:rsidRPr="00CE6B65">
        <w:rPr>
          <w:b w:val="0"/>
          <w:bCs/>
          <w:sz w:val="24"/>
        </w:rPr>
        <w:t>Заявителем»</w:t>
      </w:r>
      <w:r w:rsidRPr="00CE6B65">
        <w:rPr>
          <w:b w:val="0"/>
          <w:sz w:val="24"/>
        </w:rPr>
        <w:t xml:space="preserve"> заявки на участие в аукционе до начала проведения аукциона, «Организатор аукциона» обязуется возвратить сумму внесенного </w:t>
      </w:r>
      <w:r>
        <w:rPr>
          <w:b w:val="0"/>
          <w:sz w:val="24"/>
        </w:rPr>
        <w:t>«</w:t>
      </w:r>
      <w:r w:rsidRPr="00CE6B65">
        <w:rPr>
          <w:b w:val="0"/>
          <w:bCs/>
          <w:sz w:val="24"/>
        </w:rPr>
        <w:t>Заявителем</w:t>
      </w:r>
      <w:r>
        <w:rPr>
          <w:b w:val="0"/>
          <w:bCs/>
          <w:sz w:val="24"/>
        </w:rPr>
        <w:t>»</w:t>
      </w:r>
      <w:r w:rsidRPr="00CE6B65">
        <w:rPr>
          <w:b w:val="0"/>
          <w:sz w:val="24"/>
        </w:rPr>
        <w:t xml:space="preserve"> задатка в течение 5 (пяти) рабочих дней со дня поступления организатору аукциона от За</w:t>
      </w:r>
      <w:r w:rsidRPr="00CE6B65">
        <w:rPr>
          <w:b w:val="0"/>
          <w:sz w:val="24"/>
        </w:rPr>
        <w:t>я</w:t>
      </w:r>
      <w:r w:rsidRPr="00CE6B65">
        <w:rPr>
          <w:b w:val="0"/>
          <w:sz w:val="24"/>
        </w:rPr>
        <w:t>вителя уведомления об отзыве заявки.</w:t>
      </w:r>
    </w:p>
    <w:p w:rsidR="00995FA2" w:rsidRPr="00CE6B65" w:rsidRDefault="00995FA2" w:rsidP="00995FA2">
      <w:pPr>
        <w:pStyle w:val="a6"/>
        <w:ind w:firstLine="567"/>
        <w:jc w:val="both"/>
        <w:rPr>
          <w:b w:val="0"/>
        </w:rPr>
      </w:pPr>
      <w:r>
        <w:rPr>
          <w:b w:val="0"/>
          <w:bCs/>
        </w:rPr>
        <w:t>3.4</w:t>
      </w:r>
      <w:r w:rsidRPr="00CE6B65">
        <w:rPr>
          <w:b w:val="0"/>
          <w:bCs/>
        </w:rPr>
        <w:t>.</w:t>
      </w:r>
      <w:r w:rsidRPr="00CE6B65">
        <w:rPr>
          <w:b w:val="0"/>
        </w:rPr>
        <w:t xml:space="preserve"> В случае признания аукциона несостоявшимся, </w:t>
      </w:r>
      <w:r w:rsidRPr="00CE6B65">
        <w:rPr>
          <w:b w:val="0"/>
          <w:szCs w:val="28"/>
        </w:rPr>
        <w:t>«Организатор аукциона»</w:t>
      </w:r>
      <w:r w:rsidRPr="00CE6B65">
        <w:rPr>
          <w:b w:val="0"/>
        </w:rPr>
        <w:t xml:space="preserve"> обязуется возвратить сумму внесенного «</w:t>
      </w:r>
      <w:r w:rsidRPr="00CE6B65">
        <w:rPr>
          <w:b w:val="0"/>
          <w:bCs/>
        </w:rPr>
        <w:t>Заявителем»</w:t>
      </w:r>
      <w:r w:rsidRPr="00CE6B65">
        <w:rPr>
          <w:b w:val="0"/>
        </w:rPr>
        <w:t xml:space="preserve"> задатка в течение 5 (пяти) рабочих дней со дня принятия комиссией по проведению аукциона решения об объявлении аукциона несостоя</w:t>
      </w:r>
      <w:r w:rsidRPr="00CE6B65">
        <w:rPr>
          <w:b w:val="0"/>
        </w:rPr>
        <w:t>в</w:t>
      </w:r>
      <w:r w:rsidRPr="00CE6B65">
        <w:rPr>
          <w:b w:val="0"/>
        </w:rPr>
        <w:t>шимся.</w:t>
      </w:r>
    </w:p>
    <w:p w:rsidR="00995FA2" w:rsidRPr="00CE6B65" w:rsidRDefault="00995FA2" w:rsidP="00995FA2">
      <w:pPr>
        <w:pStyle w:val="a6"/>
        <w:ind w:firstLine="567"/>
        <w:jc w:val="both"/>
        <w:rPr>
          <w:b w:val="0"/>
          <w:bCs/>
        </w:rPr>
      </w:pPr>
      <w:r>
        <w:rPr>
          <w:b w:val="0"/>
          <w:bCs/>
        </w:rPr>
        <w:t>3.5</w:t>
      </w:r>
      <w:r w:rsidRPr="00CE6B65">
        <w:rPr>
          <w:b w:val="0"/>
          <w:bCs/>
        </w:rPr>
        <w:t xml:space="preserve">. В случае отказа «Организатора аукциона» от проведения аукциона, </w:t>
      </w:r>
      <w:r>
        <w:rPr>
          <w:b w:val="0"/>
          <w:bCs/>
        </w:rPr>
        <w:t>«</w:t>
      </w:r>
      <w:r w:rsidRPr="00CE6B65">
        <w:rPr>
          <w:b w:val="0"/>
          <w:bCs/>
        </w:rPr>
        <w:t>Организатор аукциона</w:t>
      </w:r>
      <w:r>
        <w:rPr>
          <w:b w:val="0"/>
          <w:bCs/>
        </w:rPr>
        <w:t>»</w:t>
      </w:r>
      <w:r w:rsidRPr="00CE6B65">
        <w:rPr>
          <w:b w:val="0"/>
          <w:bCs/>
        </w:rPr>
        <w:t xml:space="preserve"> обязан вернуть «Заявителю» внесенный задаток в течение 5 (пяти) рабочих дней с даты отказа от проведения аукциона</w:t>
      </w:r>
      <w:r>
        <w:rPr>
          <w:b w:val="0"/>
          <w:bCs/>
        </w:rPr>
        <w:t>.</w:t>
      </w: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>
        <w:rPr>
          <w:b w:val="0"/>
          <w:bCs/>
          <w:sz w:val="24"/>
        </w:rPr>
        <w:t>3.6</w:t>
      </w:r>
      <w:r w:rsidRPr="00CE6B65">
        <w:rPr>
          <w:b w:val="0"/>
          <w:bCs/>
          <w:sz w:val="24"/>
        </w:rPr>
        <w:t>.</w:t>
      </w:r>
      <w:r w:rsidRPr="00CE6B65">
        <w:rPr>
          <w:b w:val="0"/>
          <w:sz w:val="24"/>
        </w:rPr>
        <w:t xml:space="preserve"> В случае если «</w:t>
      </w:r>
      <w:r w:rsidRPr="00CE6B65">
        <w:rPr>
          <w:b w:val="0"/>
          <w:bCs/>
          <w:sz w:val="24"/>
        </w:rPr>
        <w:t>Заявитель»</w:t>
      </w:r>
      <w:r w:rsidRPr="00CE6B65">
        <w:rPr>
          <w:b w:val="0"/>
          <w:sz w:val="24"/>
        </w:rPr>
        <w:t xml:space="preserve"> участвовал в аукционе, но не выиграл его, «Организатор аукциона» обязуется возвратить сумму внесенного «</w:t>
      </w:r>
      <w:r w:rsidRPr="00CE6B65">
        <w:rPr>
          <w:b w:val="0"/>
          <w:bCs/>
          <w:sz w:val="24"/>
        </w:rPr>
        <w:t>Заявителем»</w:t>
      </w:r>
      <w:r w:rsidRPr="00CE6B65">
        <w:rPr>
          <w:b w:val="0"/>
          <w:sz w:val="24"/>
        </w:rPr>
        <w:t xml:space="preserve"> задатка в</w:t>
      </w:r>
      <w:r w:rsidR="00A068BD">
        <w:rPr>
          <w:b w:val="0"/>
          <w:sz w:val="24"/>
        </w:rPr>
        <w:t xml:space="preserve"> течение 5 (пяти) дней со дня </w:t>
      </w:r>
      <w:r w:rsidRPr="00CE6B65">
        <w:rPr>
          <w:b w:val="0"/>
          <w:sz w:val="24"/>
        </w:rPr>
        <w:t>утверждения протокола аукциона.</w:t>
      </w: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sz w:val="24"/>
        </w:rPr>
        <w:t>В случае если «</w:t>
      </w:r>
      <w:r w:rsidRPr="00CE6B65">
        <w:rPr>
          <w:b w:val="0"/>
          <w:bCs/>
          <w:sz w:val="24"/>
        </w:rPr>
        <w:t>Заявитель»</w:t>
      </w:r>
      <w:r w:rsidRPr="00CE6B65">
        <w:rPr>
          <w:b w:val="0"/>
          <w:sz w:val="24"/>
        </w:rPr>
        <w:t xml:space="preserve"> участвовал в аукционе, и выиграл его, но отклонился от подписания протокола аукциона или от заключения договора водопользования в день пров</w:t>
      </w:r>
      <w:r w:rsidRPr="00CE6B65">
        <w:rPr>
          <w:b w:val="0"/>
          <w:sz w:val="24"/>
        </w:rPr>
        <w:t>е</w:t>
      </w:r>
      <w:r w:rsidRPr="00CE6B65">
        <w:rPr>
          <w:b w:val="0"/>
          <w:sz w:val="24"/>
        </w:rPr>
        <w:t>дения  аукциона, то сумма внесенного «</w:t>
      </w:r>
      <w:r w:rsidRPr="00CE6B65">
        <w:rPr>
          <w:b w:val="0"/>
          <w:bCs/>
          <w:sz w:val="24"/>
        </w:rPr>
        <w:t>Заявителем»</w:t>
      </w:r>
      <w:r w:rsidRPr="00CE6B65">
        <w:rPr>
          <w:b w:val="0"/>
          <w:sz w:val="24"/>
        </w:rPr>
        <w:t xml:space="preserve"> задатка не возвращается. </w:t>
      </w:r>
    </w:p>
    <w:p w:rsidR="00995FA2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3.7.</w:t>
      </w:r>
      <w:r w:rsidRPr="00CE6B65">
        <w:rPr>
          <w:b w:val="0"/>
          <w:sz w:val="24"/>
        </w:rPr>
        <w:t xml:space="preserve"> Внесенный «</w:t>
      </w:r>
      <w:r w:rsidRPr="00CE6B65">
        <w:rPr>
          <w:b w:val="0"/>
          <w:bCs/>
          <w:sz w:val="24"/>
        </w:rPr>
        <w:t>Заявителем»</w:t>
      </w:r>
      <w:r w:rsidRPr="00CE6B65">
        <w:rPr>
          <w:b w:val="0"/>
          <w:sz w:val="24"/>
        </w:rPr>
        <w:t xml:space="preserve"> задаток </w:t>
      </w:r>
      <w:r>
        <w:rPr>
          <w:b w:val="0"/>
          <w:sz w:val="24"/>
        </w:rPr>
        <w:t>в случае его победы на аукционе</w:t>
      </w:r>
      <w:r w:rsidRPr="00CE6B65">
        <w:rPr>
          <w:b w:val="0"/>
          <w:sz w:val="24"/>
        </w:rPr>
        <w:t xml:space="preserve"> засчитывается в счет оплаты конечной</w:t>
      </w:r>
      <w:r>
        <w:rPr>
          <w:b w:val="0"/>
          <w:sz w:val="24"/>
        </w:rPr>
        <w:t xml:space="preserve"> цены предмета аукциона.</w:t>
      </w:r>
    </w:p>
    <w:p w:rsidR="00A24C92" w:rsidRDefault="00A24C92" w:rsidP="00995FA2">
      <w:pPr>
        <w:pStyle w:val="a4"/>
        <w:ind w:firstLine="567"/>
        <w:jc w:val="both"/>
        <w:rPr>
          <w:b w:val="0"/>
          <w:sz w:val="24"/>
        </w:rPr>
      </w:pPr>
    </w:p>
    <w:p w:rsidR="00995FA2" w:rsidRDefault="00995FA2" w:rsidP="00A24C92">
      <w:pPr>
        <w:pStyle w:val="a4"/>
        <w:numPr>
          <w:ilvl w:val="0"/>
          <w:numId w:val="18"/>
        </w:numPr>
        <w:rPr>
          <w:bCs/>
          <w:sz w:val="24"/>
        </w:rPr>
      </w:pPr>
      <w:r>
        <w:rPr>
          <w:bCs/>
          <w:sz w:val="24"/>
        </w:rPr>
        <w:t xml:space="preserve">Срок действия настоящего договора </w:t>
      </w:r>
    </w:p>
    <w:p w:rsidR="00A24C92" w:rsidRDefault="00A24C92" w:rsidP="00A24C92">
      <w:pPr>
        <w:pStyle w:val="a4"/>
        <w:ind w:left="1287"/>
        <w:jc w:val="left"/>
        <w:rPr>
          <w:bCs/>
          <w:sz w:val="24"/>
        </w:rPr>
      </w:pPr>
    </w:p>
    <w:p w:rsidR="00995FA2" w:rsidRPr="00CE6B65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4.1.</w:t>
      </w:r>
      <w:r w:rsidRPr="00CE6B65">
        <w:rPr>
          <w:b w:val="0"/>
          <w:sz w:val="24"/>
        </w:rPr>
        <w:t xml:space="preserve"> Настоящий договор вступает в силу с момента его подписания Сторонами и пр</w:t>
      </w:r>
      <w:r w:rsidRPr="00CE6B65">
        <w:rPr>
          <w:b w:val="0"/>
          <w:sz w:val="24"/>
        </w:rPr>
        <w:t>е</w:t>
      </w:r>
      <w:r w:rsidRPr="00CE6B65">
        <w:rPr>
          <w:b w:val="0"/>
          <w:sz w:val="24"/>
        </w:rPr>
        <w:t>кращает свое действие после исполнения Сторонами всех обязательств по нему.</w:t>
      </w:r>
    </w:p>
    <w:p w:rsidR="00995FA2" w:rsidRDefault="00995FA2" w:rsidP="00995FA2">
      <w:pPr>
        <w:pStyle w:val="a4"/>
        <w:ind w:firstLine="567"/>
        <w:jc w:val="both"/>
        <w:rPr>
          <w:b w:val="0"/>
          <w:sz w:val="24"/>
        </w:rPr>
      </w:pPr>
      <w:r w:rsidRPr="00CE6B65">
        <w:rPr>
          <w:b w:val="0"/>
          <w:bCs/>
          <w:sz w:val="24"/>
        </w:rPr>
        <w:t>4.2</w:t>
      </w:r>
      <w:r w:rsidRPr="00CE6B65">
        <w:rPr>
          <w:b w:val="0"/>
          <w:sz w:val="24"/>
        </w:rPr>
        <w:t>.</w:t>
      </w:r>
      <w:r>
        <w:rPr>
          <w:b w:val="0"/>
          <w:sz w:val="24"/>
        </w:rPr>
        <w:t xml:space="preserve"> Споры и разногласия, которые могут возникнуть при исполнении настоящего дог</w:t>
      </w:r>
      <w:r>
        <w:rPr>
          <w:b w:val="0"/>
          <w:sz w:val="24"/>
        </w:rPr>
        <w:t>о</w:t>
      </w:r>
      <w:r>
        <w:rPr>
          <w:b w:val="0"/>
          <w:sz w:val="24"/>
        </w:rPr>
        <w:t>вора, будут по возможности разрешаться путё</w:t>
      </w:r>
      <w:r w:rsidR="00FA7A48">
        <w:rPr>
          <w:b w:val="0"/>
          <w:sz w:val="24"/>
        </w:rPr>
        <w:t xml:space="preserve">м переговоров между Сторонами. </w:t>
      </w:r>
      <w:r>
        <w:rPr>
          <w:b w:val="0"/>
          <w:sz w:val="24"/>
        </w:rPr>
        <w:t>В случае н</w:t>
      </w:r>
      <w:r>
        <w:rPr>
          <w:b w:val="0"/>
          <w:sz w:val="24"/>
        </w:rPr>
        <w:t>е</w:t>
      </w:r>
      <w:r>
        <w:rPr>
          <w:b w:val="0"/>
          <w:sz w:val="24"/>
        </w:rPr>
        <w:t>возможности разрешения споров путём переговоров все споры, разногласия, требования и претензии, возникшие в ходе исполнения настоящего договора или в связи с ним, либо выт</w:t>
      </w:r>
      <w:r>
        <w:rPr>
          <w:b w:val="0"/>
          <w:sz w:val="24"/>
        </w:rPr>
        <w:t>е</w:t>
      </w:r>
      <w:r>
        <w:rPr>
          <w:b w:val="0"/>
          <w:sz w:val="24"/>
        </w:rPr>
        <w:t xml:space="preserve">кающее из него, подлежат окончательному разрешению в судебном порядке. </w:t>
      </w:r>
    </w:p>
    <w:p w:rsidR="00995FA2" w:rsidRDefault="00995FA2" w:rsidP="00995FA2">
      <w:pPr>
        <w:pStyle w:val="a4"/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>4.3. Настоящий договор составлен в двух экземплярах, имеющих одинаковую юрид</w:t>
      </w:r>
      <w:r>
        <w:rPr>
          <w:b w:val="0"/>
          <w:sz w:val="24"/>
        </w:rPr>
        <w:t>и</w:t>
      </w:r>
      <w:r>
        <w:rPr>
          <w:b w:val="0"/>
          <w:sz w:val="24"/>
        </w:rPr>
        <w:t>ческую силу, по одному для каждой из Сторон.</w:t>
      </w:r>
    </w:p>
    <w:p w:rsidR="00995FA2" w:rsidRDefault="00773F5E" w:rsidP="00773F5E">
      <w:pPr>
        <w:ind w:firstLine="709"/>
        <w:jc w:val="both"/>
      </w:pPr>
      <w:r>
        <w:t xml:space="preserve">4.4. </w:t>
      </w:r>
      <w:r w:rsidR="00995FA2" w:rsidRPr="00396196">
        <w:t>Взаимоотнош</w:t>
      </w:r>
      <w:r>
        <w:t xml:space="preserve">ения и ответственность сторон, </w:t>
      </w:r>
      <w:r w:rsidR="00995FA2" w:rsidRPr="00396196">
        <w:t>не оговоренные в</w:t>
      </w:r>
      <w:r w:rsidR="00995FA2">
        <w:t xml:space="preserve"> </w:t>
      </w:r>
      <w:r>
        <w:t xml:space="preserve">настоящем </w:t>
      </w:r>
      <w:r w:rsidR="00995FA2" w:rsidRPr="00396196">
        <w:t>дог</w:t>
      </w:r>
      <w:r w:rsidR="00995FA2" w:rsidRPr="00396196">
        <w:t>о</w:t>
      </w:r>
      <w:r>
        <w:t xml:space="preserve">воре, регулируются </w:t>
      </w:r>
      <w:r w:rsidR="00995FA2">
        <w:t xml:space="preserve">действующим </w:t>
      </w:r>
      <w:r w:rsidR="00995FA2" w:rsidRPr="00396196">
        <w:t>законодательством.</w:t>
      </w:r>
    </w:p>
    <w:p w:rsidR="00A24C92" w:rsidRPr="00396196" w:rsidRDefault="00A24C92" w:rsidP="00995FA2">
      <w:pPr>
        <w:jc w:val="both"/>
      </w:pPr>
    </w:p>
    <w:p w:rsidR="00995FA2" w:rsidRPr="00A24C92" w:rsidRDefault="00995FA2" w:rsidP="00A24C92">
      <w:pPr>
        <w:pStyle w:val="ae"/>
        <w:numPr>
          <w:ilvl w:val="0"/>
          <w:numId w:val="18"/>
        </w:numPr>
        <w:jc w:val="center"/>
        <w:rPr>
          <w:b/>
        </w:rPr>
      </w:pPr>
      <w:r w:rsidRPr="00A24C92">
        <w:rPr>
          <w:b/>
        </w:rPr>
        <w:t>Место нахождения и банковские реквизиты Сторон</w:t>
      </w:r>
    </w:p>
    <w:p w:rsidR="00A24C92" w:rsidRDefault="00A24C92" w:rsidP="00A24C92">
      <w:pPr>
        <w:rPr>
          <w:b/>
        </w:rPr>
      </w:pPr>
    </w:p>
    <w:p w:rsidR="00995FA2" w:rsidRPr="00A24C92" w:rsidRDefault="00995FA2" w:rsidP="00A24C92">
      <w:pPr>
        <w:rPr>
          <w:b/>
        </w:rPr>
      </w:pPr>
      <w:r w:rsidRPr="00A24C92">
        <w:rPr>
          <w:b/>
        </w:rPr>
        <w:t>Организатор аукциона:</w:t>
      </w:r>
      <w:r w:rsidRPr="00A24C92">
        <w:rPr>
          <w:b/>
        </w:rPr>
        <w:tab/>
        <w:t xml:space="preserve">                                     Заявитель:</w:t>
      </w:r>
    </w:p>
    <w:tbl>
      <w:tblPr>
        <w:tblW w:w="9648" w:type="dxa"/>
        <w:tblLayout w:type="fixed"/>
        <w:tblLook w:val="0000"/>
      </w:tblPr>
      <w:tblGrid>
        <w:gridCol w:w="4788"/>
        <w:gridCol w:w="4860"/>
      </w:tblGrid>
      <w:tr w:rsidR="00995FA2" w:rsidTr="00D96A71">
        <w:tc>
          <w:tcPr>
            <w:tcW w:w="4788" w:type="dxa"/>
          </w:tcPr>
          <w:p w:rsidR="00995FA2" w:rsidRPr="00A24C92" w:rsidRDefault="00693D34" w:rsidP="00A24C92">
            <w:pPr>
              <w:rPr>
                <w:szCs w:val="20"/>
              </w:rPr>
            </w:pPr>
            <w:r w:rsidRPr="00A24C92">
              <w:rPr>
                <w:szCs w:val="20"/>
              </w:rPr>
              <w:t>Министерство природных ресурсов и охр</w:t>
            </w:r>
            <w:r w:rsidRPr="00A24C92">
              <w:rPr>
                <w:szCs w:val="20"/>
              </w:rPr>
              <w:t>а</w:t>
            </w:r>
            <w:r w:rsidRPr="00A24C92">
              <w:rPr>
                <w:szCs w:val="20"/>
              </w:rPr>
              <w:t>ны окружающей среды Ставропольского края</w:t>
            </w:r>
          </w:p>
          <w:p w:rsidR="00995FA2" w:rsidRPr="0003274E" w:rsidRDefault="00995FA2" w:rsidP="00D96A71">
            <w:pPr>
              <w:jc w:val="center"/>
              <w:rPr>
                <w:szCs w:val="20"/>
                <w:u w:val="single"/>
              </w:rPr>
            </w:pPr>
          </w:p>
          <w:p w:rsidR="00995FA2" w:rsidRPr="003D1628" w:rsidRDefault="00995FA2" w:rsidP="00A24C92">
            <w:pPr>
              <w:rPr>
                <w:sz w:val="22"/>
              </w:rPr>
            </w:pPr>
            <w:r w:rsidRPr="003D1628">
              <w:rPr>
                <w:sz w:val="22"/>
                <w:szCs w:val="22"/>
              </w:rPr>
              <w:t>Адрес: 35</w:t>
            </w:r>
            <w:r w:rsidR="00693D34">
              <w:rPr>
                <w:sz w:val="22"/>
                <w:szCs w:val="22"/>
              </w:rPr>
              <w:t>5006</w:t>
            </w:r>
            <w:r w:rsidRPr="003D1628">
              <w:rPr>
                <w:sz w:val="22"/>
                <w:szCs w:val="22"/>
              </w:rPr>
              <w:t xml:space="preserve">,  г. </w:t>
            </w:r>
            <w:r w:rsidR="00693D34">
              <w:rPr>
                <w:sz w:val="22"/>
                <w:szCs w:val="22"/>
              </w:rPr>
              <w:t>Ставрополь</w:t>
            </w:r>
            <w:r w:rsidRPr="003D1628">
              <w:rPr>
                <w:sz w:val="22"/>
                <w:szCs w:val="22"/>
              </w:rPr>
              <w:t xml:space="preserve">, ул. </w:t>
            </w:r>
            <w:r w:rsidR="00693D34">
              <w:rPr>
                <w:sz w:val="22"/>
                <w:szCs w:val="22"/>
              </w:rPr>
              <w:t>Голенева</w:t>
            </w:r>
            <w:r w:rsidRPr="003D1628">
              <w:rPr>
                <w:sz w:val="22"/>
                <w:szCs w:val="22"/>
              </w:rPr>
              <w:t>, 18</w:t>
            </w:r>
          </w:p>
          <w:p w:rsidR="00995FA2" w:rsidRPr="003D1628" w:rsidRDefault="00995FA2" w:rsidP="00D96A71">
            <w:pPr>
              <w:jc w:val="center"/>
              <w:rPr>
                <w:sz w:val="22"/>
              </w:rPr>
            </w:pPr>
            <w:r w:rsidRPr="007F0CB4">
              <w:rPr>
                <w:sz w:val="22"/>
                <w:szCs w:val="22"/>
              </w:rPr>
              <w:t>Тел. 8(</w:t>
            </w:r>
            <w:r w:rsidR="007F0CB4">
              <w:rPr>
                <w:sz w:val="22"/>
                <w:szCs w:val="22"/>
              </w:rPr>
              <w:t>8652</w:t>
            </w:r>
            <w:r w:rsidRPr="007F0CB4">
              <w:rPr>
                <w:sz w:val="22"/>
                <w:szCs w:val="22"/>
              </w:rPr>
              <w:t>)</w:t>
            </w:r>
            <w:r w:rsidR="007F0CB4">
              <w:rPr>
                <w:sz w:val="22"/>
                <w:szCs w:val="22"/>
              </w:rPr>
              <w:t>94-73-07</w:t>
            </w:r>
            <w:r w:rsidRPr="007F0CB4">
              <w:rPr>
                <w:sz w:val="22"/>
                <w:szCs w:val="22"/>
              </w:rPr>
              <w:t>, факс 8(</w:t>
            </w:r>
            <w:r w:rsidR="007F0CB4">
              <w:rPr>
                <w:sz w:val="22"/>
                <w:szCs w:val="22"/>
              </w:rPr>
              <w:t>8652</w:t>
            </w:r>
            <w:r w:rsidRPr="007F0CB4">
              <w:rPr>
                <w:sz w:val="22"/>
                <w:szCs w:val="22"/>
              </w:rPr>
              <w:t>)</w:t>
            </w:r>
            <w:r w:rsidR="007F0CB4">
              <w:rPr>
                <w:sz w:val="22"/>
                <w:szCs w:val="22"/>
              </w:rPr>
              <w:t>94-73-12</w:t>
            </w:r>
            <w:r w:rsidRPr="007F0CB4">
              <w:rPr>
                <w:sz w:val="22"/>
                <w:szCs w:val="22"/>
              </w:rPr>
              <w:t>,</w:t>
            </w:r>
          </w:p>
          <w:p w:rsidR="00995FA2" w:rsidRPr="003D1628" w:rsidRDefault="00995FA2" w:rsidP="00D96A71">
            <w:pPr>
              <w:rPr>
                <w:sz w:val="22"/>
              </w:rPr>
            </w:pPr>
          </w:p>
          <w:p w:rsidR="00693D34" w:rsidRDefault="00995FA2" w:rsidP="00A24C92">
            <w:pPr>
              <w:rPr>
                <w:sz w:val="22"/>
              </w:rPr>
            </w:pPr>
            <w:r w:rsidRPr="003D1628">
              <w:rPr>
                <w:sz w:val="22"/>
                <w:szCs w:val="22"/>
              </w:rPr>
              <w:t xml:space="preserve">УФК по </w:t>
            </w:r>
            <w:r w:rsidR="00693D34">
              <w:rPr>
                <w:sz w:val="22"/>
                <w:szCs w:val="22"/>
              </w:rPr>
              <w:t xml:space="preserve">Ставропольскому </w:t>
            </w:r>
            <w:r w:rsidRPr="003D1628">
              <w:rPr>
                <w:sz w:val="22"/>
                <w:szCs w:val="22"/>
              </w:rPr>
              <w:t xml:space="preserve"> краю </w:t>
            </w:r>
          </w:p>
          <w:p w:rsidR="00995FA2" w:rsidRDefault="00693D34" w:rsidP="00A24C9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министерство природных ресурсов и охраны окружающей среды Ставропольского края</w:t>
            </w:r>
          </w:p>
          <w:p w:rsidR="00995FA2" w:rsidRDefault="00693D34" w:rsidP="00A24C92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расчетный счет </w:t>
            </w:r>
            <w:r w:rsidR="00995FA2" w:rsidRPr="003D1628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40302810500024000001 ГРКЦ ГУ БАНКА РОССИИ по Ставропольск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му краю, г.Ставрополь ,БИК 040702001</w:t>
            </w:r>
          </w:p>
          <w:p w:rsidR="00995FA2" w:rsidRDefault="00995FA2" w:rsidP="00A24C92">
            <w:pPr>
              <w:rPr>
                <w:sz w:val="22"/>
              </w:rPr>
            </w:pPr>
            <w:r w:rsidRPr="003D1628">
              <w:rPr>
                <w:sz w:val="22"/>
                <w:szCs w:val="22"/>
              </w:rPr>
              <w:t xml:space="preserve">ИНН </w:t>
            </w:r>
            <w:r w:rsidR="00693D34">
              <w:rPr>
                <w:sz w:val="22"/>
                <w:szCs w:val="22"/>
              </w:rPr>
              <w:t>2636045265</w:t>
            </w:r>
            <w:r w:rsidRPr="003D1628">
              <w:rPr>
                <w:sz w:val="22"/>
                <w:szCs w:val="22"/>
              </w:rPr>
              <w:t xml:space="preserve"> КПП </w:t>
            </w:r>
            <w:r w:rsidR="00693D34">
              <w:rPr>
                <w:sz w:val="22"/>
                <w:szCs w:val="22"/>
              </w:rPr>
              <w:t>263601001</w:t>
            </w:r>
            <w:r w:rsidRPr="003D1628">
              <w:rPr>
                <w:sz w:val="22"/>
                <w:szCs w:val="22"/>
              </w:rPr>
              <w:t xml:space="preserve"> </w:t>
            </w:r>
          </w:p>
          <w:p w:rsidR="00995FA2" w:rsidRDefault="00995FA2" w:rsidP="00A24C92">
            <w:pPr>
              <w:rPr>
                <w:sz w:val="22"/>
              </w:rPr>
            </w:pPr>
            <w:r>
              <w:rPr>
                <w:sz w:val="22"/>
                <w:szCs w:val="22"/>
              </w:rPr>
              <w:t>(</w:t>
            </w:r>
            <w:r w:rsidR="00693D34">
              <w:rPr>
                <w:sz w:val="22"/>
                <w:szCs w:val="22"/>
              </w:rPr>
              <w:t>счет для учета средств, поступивших во вр</w:t>
            </w:r>
            <w:r w:rsidR="00693D34">
              <w:rPr>
                <w:sz w:val="22"/>
                <w:szCs w:val="22"/>
              </w:rPr>
              <w:t>е</w:t>
            </w:r>
            <w:r w:rsidR="00693D34">
              <w:rPr>
                <w:sz w:val="22"/>
                <w:szCs w:val="22"/>
              </w:rPr>
              <w:lastRenderedPageBreak/>
              <w:t>менное распоряжение получателей средств субъектов Российской Федерации</w:t>
            </w:r>
            <w:r>
              <w:rPr>
                <w:sz w:val="22"/>
                <w:szCs w:val="22"/>
              </w:rPr>
              <w:t>)</w:t>
            </w:r>
          </w:p>
          <w:p w:rsidR="00995FA2" w:rsidRPr="00EC5A97" w:rsidRDefault="00995FA2" w:rsidP="00A24C92">
            <w:pPr>
              <w:rPr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:rsidR="00995FA2" w:rsidRDefault="00995FA2" w:rsidP="00D96A71">
            <w:pPr>
              <w:rPr>
                <w:b/>
              </w:rPr>
            </w:pPr>
            <w:r>
              <w:rPr>
                <w:b/>
              </w:rPr>
              <w:lastRenderedPageBreak/>
              <w:t>____________________________________________________________________________</w:t>
            </w:r>
          </w:p>
          <w:p w:rsidR="00995FA2" w:rsidRDefault="00995FA2" w:rsidP="00D96A71">
            <w:pPr>
              <w:rPr>
                <w:b/>
              </w:rPr>
            </w:pPr>
          </w:p>
          <w:p w:rsidR="00995FA2" w:rsidRDefault="00995FA2" w:rsidP="00D96A71">
            <w:pPr>
              <w:rPr>
                <w:b/>
              </w:rPr>
            </w:pPr>
            <w:r>
              <w:rPr>
                <w:b/>
              </w:rPr>
              <w:t>______________________________________</w:t>
            </w:r>
          </w:p>
          <w:p w:rsidR="00995FA2" w:rsidRDefault="00995FA2" w:rsidP="00D96A7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lastRenderedPageBreak/>
              <w:t>____________________________________________________________________________</w:t>
            </w:r>
          </w:p>
        </w:tc>
      </w:tr>
      <w:tr w:rsidR="00995FA2" w:rsidTr="00D96A71">
        <w:tc>
          <w:tcPr>
            <w:tcW w:w="4788" w:type="dxa"/>
          </w:tcPr>
          <w:p w:rsidR="00995FA2" w:rsidRDefault="00A24C92" w:rsidP="00A24C92">
            <w:pPr>
              <w:tabs>
                <w:tab w:val="left" w:pos="3312"/>
              </w:tabs>
            </w:pPr>
            <w:r>
              <w:lastRenderedPageBreak/>
              <w:t>Первый заместитель министра</w:t>
            </w:r>
          </w:p>
          <w:p w:rsidR="00995FA2" w:rsidRDefault="00995FA2" w:rsidP="00D96A71">
            <w:pPr>
              <w:tabs>
                <w:tab w:val="left" w:pos="3312"/>
              </w:tabs>
              <w:jc w:val="center"/>
            </w:pPr>
          </w:p>
          <w:p w:rsidR="00995FA2" w:rsidRDefault="00A24C92" w:rsidP="00D96A71">
            <w:pPr>
              <w:tabs>
                <w:tab w:val="left" w:pos="3312"/>
              </w:tabs>
              <w:jc w:val="center"/>
            </w:pPr>
            <w:r>
              <w:t>______________________</w:t>
            </w:r>
            <w:r w:rsidR="00995FA2">
              <w:t xml:space="preserve"> </w:t>
            </w:r>
            <w:r>
              <w:t>А.Н. Хусточкин</w:t>
            </w:r>
            <w:r w:rsidR="00995FA2">
              <w:t>.</w:t>
            </w:r>
          </w:p>
          <w:p w:rsidR="00995FA2" w:rsidRDefault="00995FA2" w:rsidP="00D96A71">
            <w:pPr>
              <w:tabs>
                <w:tab w:val="left" w:pos="3312"/>
              </w:tabs>
            </w:pPr>
          </w:p>
          <w:p w:rsidR="00995FA2" w:rsidRDefault="00995FA2" w:rsidP="00D96A71">
            <w:pPr>
              <w:jc w:val="center"/>
              <w:rPr>
                <w:sz w:val="18"/>
                <w:szCs w:val="18"/>
              </w:rPr>
            </w:pPr>
            <w:r>
              <w:t>М.П.</w:t>
            </w:r>
          </w:p>
        </w:tc>
        <w:tc>
          <w:tcPr>
            <w:tcW w:w="4860" w:type="dxa"/>
          </w:tcPr>
          <w:p w:rsidR="00995FA2" w:rsidRDefault="00995FA2" w:rsidP="00D96A71">
            <w:pPr>
              <w:tabs>
                <w:tab w:val="left" w:pos="3312"/>
              </w:tabs>
            </w:pPr>
            <w:r>
              <w:t>______________________________________</w:t>
            </w:r>
          </w:p>
          <w:p w:rsidR="00995FA2" w:rsidRDefault="00995FA2" w:rsidP="00D96A71">
            <w:pPr>
              <w:tabs>
                <w:tab w:val="left" w:pos="3312"/>
              </w:tabs>
            </w:pPr>
          </w:p>
          <w:p w:rsidR="00995FA2" w:rsidRDefault="00995FA2" w:rsidP="00D96A71">
            <w:pPr>
              <w:tabs>
                <w:tab w:val="left" w:pos="3312"/>
              </w:tabs>
            </w:pPr>
            <w:r>
              <w:t xml:space="preserve">_____________________/_______________/             </w:t>
            </w:r>
          </w:p>
          <w:p w:rsidR="00995FA2" w:rsidRDefault="00995FA2" w:rsidP="00D96A71">
            <w:pPr>
              <w:tabs>
                <w:tab w:val="left" w:pos="3312"/>
              </w:tabs>
            </w:pPr>
          </w:p>
          <w:p w:rsidR="00995FA2" w:rsidRDefault="00995FA2" w:rsidP="00D96A71">
            <w:pPr>
              <w:tabs>
                <w:tab w:val="left" w:pos="3312"/>
              </w:tabs>
              <w:jc w:val="center"/>
            </w:pPr>
            <w:r>
              <w:t>М.П.</w:t>
            </w:r>
          </w:p>
        </w:tc>
      </w:tr>
    </w:tbl>
    <w:p w:rsidR="00995FA2" w:rsidRDefault="00995FA2" w:rsidP="00995FA2"/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</w:p>
    <w:p w:rsidR="00995FA2" w:rsidRPr="005F25EC" w:rsidRDefault="00995FA2" w:rsidP="00995FA2">
      <w:pPr>
        <w:jc w:val="right"/>
      </w:pPr>
      <w:r>
        <w:t>Приложение № 4</w:t>
      </w:r>
    </w:p>
    <w:p w:rsidR="00995FA2" w:rsidRPr="00511496" w:rsidRDefault="00995FA2" w:rsidP="00995FA2">
      <w:pPr>
        <w:jc w:val="right"/>
      </w:pPr>
    </w:p>
    <w:p w:rsidR="00995FA2" w:rsidRPr="00511496" w:rsidRDefault="00995FA2" w:rsidP="00995FA2">
      <w:pPr>
        <w:jc w:val="right"/>
      </w:pPr>
    </w:p>
    <w:p w:rsidR="00A24C92" w:rsidRDefault="00995FA2" w:rsidP="00A24C92">
      <w:pPr>
        <w:spacing w:line="240" w:lineRule="exact"/>
        <w:jc w:val="center"/>
        <w:rPr>
          <w:b/>
        </w:rPr>
      </w:pPr>
      <w:r w:rsidRPr="00511496">
        <w:rPr>
          <w:b/>
        </w:rPr>
        <w:t xml:space="preserve">                                    </w:t>
      </w:r>
      <w:r>
        <w:rPr>
          <w:b/>
        </w:rPr>
        <w:t xml:space="preserve">                                          </w:t>
      </w:r>
      <w:r w:rsidR="00A24C92">
        <w:rPr>
          <w:b/>
        </w:rPr>
        <w:t>Первому заместителю министра</w:t>
      </w:r>
    </w:p>
    <w:p w:rsidR="00A24C92" w:rsidRDefault="00A24C92" w:rsidP="00A24C92">
      <w:pPr>
        <w:spacing w:line="240" w:lineRule="exact"/>
        <w:jc w:val="center"/>
        <w:rPr>
          <w:b/>
        </w:rPr>
      </w:pPr>
      <w:r>
        <w:rPr>
          <w:b/>
        </w:rPr>
        <w:t xml:space="preserve">                                                                           природных ресурсов и охраны </w:t>
      </w:r>
    </w:p>
    <w:p w:rsidR="00A24C92" w:rsidRDefault="00A24C92" w:rsidP="00A24C92">
      <w:pPr>
        <w:spacing w:line="240" w:lineRule="exact"/>
        <w:jc w:val="center"/>
        <w:rPr>
          <w:b/>
        </w:rPr>
      </w:pPr>
      <w:r>
        <w:rPr>
          <w:b/>
        </w:rPr>
        <w:t xml:space="preserve">                                                       окружающей среды </w:t>
      </w:r>
    </w:p>
    <w:p w:rsidR="00A24C92" w:rsidRDefault="00A24C92" w:rsidP="00A24C92">
      <w:pPr>
        <w:spacing w:line="240" w:lineRule="exact"/>
        <w:jc w:val="center"/>
        <w:rPr>
          <w:b/>
        </w:rPr>
      </w:pPr>
      <w:r>
        <w:rPr>
          <w:b/>
        </w:rPr>
        <w:t xml:space="preserve">                                                             Ставропольского края </w:t>
      </w:r>
    </w:p>
    <w:p w:rsidR="00995FA2" w:rsidRPr="00511496" w:rsidRDefault="00A24C92" w:rsidP="00A24C92">
      <w:pPr>
        <w:spacing w:line="240" w:lineRule="exact"/>
        <w:jc w:val="center"/>
        <w:rPr>
          <w:b/>
        </w:rPr>
      </w:pPr>
      <w:r>
        <w:rPr>
          <w:b/>
        </w:rPr>
        <w:t xml:space="preserve">                                                   А.Н. Хусточкину</w:t>
      </w:r>
    </w:p>
    <w:p w:rsidR="00995FA2" w:rsidRPr="00511496" w:rsidRDefault="00995FA2" w:rsidP="00995FA2"/>
    <w:p w:rsidR="00995FA2" w:rsidRPr="00511496" w:rsidRDefault="00995FA2" w:rsidP="00995FA2">
      <w:r w:rsidRPr="00511496">
        <w:t xml:space="preserve">№ ________ </w:t>
      </w:r>
    </w:p>
    <w:p w:rsidR="00995FA2" w:rsidRPr="00511496" w:rsidRDefault="00995FA2" w:rsidP="00995FA2"/>
    <w:p w:rsidR="00995FA2" w:rsidRPr="00511496" w:rsidRDefault="00995FA2" w:rsidP="00995FA2">
      <w:r w:rsidRPr="00511496">
        <w:t>«_____» _________________200_ год</w:t>
      </w:r>
    </w:p>
    <w:p w:rsidR="00995FA2" w:rsidRPr="00511496" w:rsidRDefault="00995FA2" w:rsidP="00995FA2"/>
    <w:p w:rsidR="00995FA2" w:rsidRPr="00511496" w:rsidRDefault="00995FA2" w:rsidP="00995FA2"/>
    <w:p w:rsidR="00995FA2" w:rsidRPr="00511496" w:rsidRDefault="00995FA2" w:rsidP="00995FA2"/>
    <w:p w:rsidR="00995FA2" w:rsidRPr="00511496" w:rsidRDefault="00995FA2" w:rsidP="00995FA2">
      <w:pPr>
        <w:jc w:val="center"/>
        <w:rPr>
          <w:b/>
        </w:rPr>
      </w:pPr>
      <w:r w:rsidRPr="00511496">
        <w:rPr>
          <w:b/>
        </w:rPr>
        <w:t>ЗАПРОС НА ПРЕДОСТАВЛЕНИЕ УЧАСТНИКАМ АУКЦИОНА РАЗЪЯСНЕНИЙ ПОЛОЖЕНИЙ, СОДЕРЖАЩИХСЯ В ДОКУМЕНТАЦИИ ОБ АУКЦИОНЕ</w:t>
      </w:r>
    </w:p>
    <w:p w:rsidR="00995FA2" w:rsidRPr="00511496" w:rsidRDefault="00995FA2" w:rsidP="00995FA2">
      <w:pPr>
        <w:jc w:val="center"/>
        <w:rPr>
          <w:b/>
        </w:rPr>
      </w:pPr>
    </w:p>
    <w:p w:rsidR="00995FA2" w:rsidRPr="00511496" w:rsidRDefault="00995FA2" w:rsidP="00995FA2">
      <w:r w:rsidRPr="00511496">
        <w:t>Наименование заявителя________________ ____________</w:t>
      </w:r>
      <w:r>
        <w:t>______________________________</w:t>
      </w:r>
    </w:p>
    <w:p w:rsidR="00995FA2" w:rsidRPr="00511496" w:rsidRDefault="00995FA2" w:rsidP="00995FA2"/>
    <w:p w:rsidR="00995FA2" w:rsidRPr="00511496" w:rsidRDefault="00995FA2" w:rsidP="00995FA2">
      <w:r w:rsidRPr="00511496">
        <w:t>Адрес заявителя, телефон ___________________________________________</w:t>
      </w:r>
      <w:r>
        <w:t>______________</w:t>
      </w:r>
    </w:p>
    <w:p w:rsidR="00995FA2" w:rsidRPr="00511496" w:rsidRDefault="00995FA2" w:rsidP="00995FA2"/>
    <w:p w:rsidR="00995FA2" w:rsidRPr="00511496" w:rsidRDefault="00995FA2" w:rsidP="00995FA2">
      <w:r w:rsidRPr="00511496">
        <w:rPr>
          <w:lang w:val="en-US"/>
        </w:rPr>
        <w:t>E</w:t>
      </w:r>
      <w:r w:rsidRPr="00511496">
        <w:t>-mail  организации, направившей запрос ______________</w:t>
      </w:r>
      <w:r>
        <w:t>______________________________</w:t>
      </w:r>
    </w:p>
    <w:p w:rsidR="00995FA2" w:rsidRPr="00511496" w:rsidRDefault="00995FA2" w:rsidP="00995FA2"/>
    <w:p w:rsidR="00995FA2" w:rsidRPr="00511496" w:rsidRDefault="00995FA2" w:rsidP="00995FA2">
      <w:r w:rsidRPr="00511496">
        <w:t>Наименование предмета аукциона ______________________</w:t>
      </w:r>
      <w:r>
        <w:t>__________________________________________________________</w:t>
      </w:r>
    </w:p>
    <w:p w:rsidR="00995FA2" w:rsidRPr="00511496" w:rsidRDefault="00995FA2" w:rsidP="00995FA2">
      <w:r w:rsidRPr="00511496">
        <w:t>Дата и время окончания срока подачи заявок________ ________________________________</w:t>
      </w:r>
      <w:r>
        <w:t>_</w:t>
      </w:r>
    </w:p>
    <w:p w:rsidR="00995FA2" w:rsidRPr="00511496" w:rsidRDefault="00995FA2" w:rsidP="00995FA2"/>
    <w:p w:rsidR="00995FA2" w:rsidRPr="00511496" w:rsidRDefault="00995FA2" w:rsidP="00995FA2"/>
    <w:p w:rsidR="00995FA2" w:rsidRPr="00511496" w:rsidRDefault="00995FA2" w:rsidP="00995FA2">
      <w:pPr>
        <w:ind w:firstLine="708"/>
      </w:pPr>
      <w:r w:rsidRPr="00511496">
        <w:t>Прошу Вас разъяснить следующие положения документации об аукционе:</w:t>
      </w:r>
    </w:p>
    <w:tbl>
      <w:tblPr>
        <w:tblW w:w="10280" w:type="dxa"/>
        <w:tblInd w:w="108" w:type="dxa"/>
        <w:tblLayout w:type="fixed"/>
        <w:tblLook w:val="0000"/>
      </w:tblPr>
      <w:tblGrid>
        <w:gridCol w:w="692"/>
        <w:gridCol w:w="1828"/>
        <w:gridCol w:w="2340"/>
        <w:gridCol w:w="5410"/>
        <w:gridCol w:w="10"/>
      </w:tblGrid>
      <w:tr w:rsidR="00995FA2" w:rsidRPr="00511496" w:rsidTr="00D96A71">
        <w:trPr>
          <w:trHeight w:val="315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95FA2" w:rsidRPr="00511496" w:rsidRDefault="00995FA2" w:rsidP="00D96A71">
            <w:pPr>
              <w:snapToGrid w:val="0"/>
              <w:jc w:val="center"/>
            </w:pPr>
            <w:r w:rsidRPr="00511496">
              <w:t>№</w:t>
            </w:r>
          </w:p>
          <w:p w:rsidR="00995FA2" w:rsidRPr="00511496" w:rsidRDefault="00995FA2" w:rsidP="00D96A71">
            <w:pPr>
              <w:jc w:val="center"/>
            </w:pPr>
            <w:r w:rsidRPr="00511496">
              <w:t>п/п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95FA2" w:rsidRPr="00511496" w:rsidRDefault="00995FA2" w:rsidP="00D96A71">
            <w:pPr>
              <w:snapToGrid w:val="0"/>
              <w:jc w:val="center"/>
            </w:pPr>
            <w:r w:rsidRPr="00511496">
              <w:t xml:space="preserve">Раздел </w:t>
            </w:r>
          </w:p>
          <w:p w:rsidR="00995FA2" w:rsidRPr="00511496" w:rsidRDefault="00995FA2" w:rsidP="00D96A71">
            <w:pPr>
              <w:jc w:val="center"/>
            </w:pPr>
            <w:r w:rsidRPr="00511496">
              <w:t>документации об аукционе</w:t>
            </w:r>
          </w:p>
          <w:p w:rsidR="00995FA2" w:rsidRPr="00511496" w:rsidRDefault="00995FA2" w:rsidP="00D96A71">
            <w:pPr>
              <w:jc w:val="center"/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95FA2" w:rsidRPr="00511496" w:rsidRDefault="00995FA2" w:rsidP="00D96A71">
            <w:pPr>
              <w:snapToGrid w:val="0"/>
              <w:jc w:val="center"/>
            </w:pPr>
            <w:r w:rsidRPr="00511496">
              <w:t xml:space="preserve">Ссылка на пункт </w:t>
            </w:r>
          </w:p>
          <w:p w:rsidR="00995FA2" w:rsidRPr="00511496" w:rsidRDefault="00995FA2" w:rsidP="00D96A71">
            <w:pPr>
              <w:jc w:val="center"/>
            </w:pPr>
            <w:r w:rsidRPr="00511496">
              <w:t>Документации об аукционе, полож</w:t>
            </w:r>
            <w:r w:rsidRPr="00511496">
              <w:t>е</w:t>
            </w:r>
            <w:r w:rsidRPr="00511496">
              <w:t xml:space="preserve">ние которого </w:t>
            </w:r>
          </w:p>
          <w:p w:rsidR="00995FA2" w:rsidRPr="00511496" w:rsidRDefault="00995FA2" w:rsidP="00D96A71">
            <w:pPr>
              <w:jc w:val="center"/>
            </w:pPr>
            <w:r w:rsidRPr="00511496">
              <w:t>следует разъяснить</w:t>
            </w:r>
          </w:p>
        </w:tc>
        <w:tc>
          <w:tcPr>
            <w:tcW w:w="5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95FA2" w:rsidRPr="00511496" w:rsidRDefault="00995FA2" w:rsidP="00D96A71">
            <w:pPr>
              <w:snapToGrid w:val="0"/>
              <w:jc w:val="center"/>
            </w:pPr>
            <w:r w:rsidRPr="00511496">
              <w:t>Содержание запроса на разъяснение положений документации об аукционе</w:t>
            </w:r>
          </w:p>
        </w:tc>
      </w:tr>
      <w:tr w:rsidR="00995FA2" w:rsidRPr="00511496" w:rsidTr="00D96A71">
        <w:trPr>
          <w:gridAfter w:val="1"/>
          <w:wAfter w:w="10" w:type="dxa"/>
          <w:trHeight w:val="315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5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</w:tr>
      <w:tr w:rsidR="00995FA2" w:rsidRPr="00511496" w:rsidTr="00D96A71">
        <w:trPr>
          <w:gridAfter w:val="1"/>
          <w:wAfter w:w="10" w:type="dxa"/>
          <w:trHeight w:val="315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5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</w:tr>
      <w:tr w:rsidR="00995FA2" w:rsidRPr="00511496" w:rsidTr="00D96A71">
        <w:trPr>
          <w:gridAfter w:val="1"/>
          <w:wAfter w:w="10" w:type="dxa"/>
          <w:trHeight w:val="315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  <w:tc>
          <w:tcPr>
            <w:tcW w:w="5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FA2" w:rsidRPr="00511496" w:rsidRDefault="00995FA2" w:rsidP="00D96A71">
            <w:pPr>
              <w:snapToGrid w:val="0"/>
            </w:pPr>
          </w:p>
        </w:tc>
      </w:tr>
    </w:tbl>
    <w:p w:rsidR="00995FA2" w:rsidRPr="00511496" w:rsidRDefault="00995FA2" w:rsidP="00995FA2"/>
    <w:p w:rsidR="00995FA2" w:rsidRPr="00511496" w:rsidRDefault="00995FA2" w:rsidP="00995FA2"/>
    <w:p w:rsidR="00995FA2" w:rsidRPr="00511496" w:rsidRDefault="00995FA2" w:rsidP="00995FA2"/>
    <w:p w:rsidR="00995FA2" w:rsidRPr="00511496" w:rsidRDefault="00995FA2" w:rsidP="00995FA2">
      <w:r w:rsidRPr="00511496">
        <w:t>Ответ на запрос прошу направить по адр</w:t>
      </w:r>
      <w:r w:rsidR="00773F5E">
        <w:t>е</w:t>
      </w:r>
      <w:r w:rsidRPr="00511496">
        <w:t>су:____________________________________________</w:t>
      </w:r>
      <w:r>
        <w:t>_____________________________</w:t>
      </w:r>
    </w:p>
    <w:p w:rsidR="00995FA2" w:rsidRPr="00511496" w:rsidRDefault="00995FA2" w:rsidP="00995FA2">
      <w:pPr>
        <w:jc w:val="center"/>
      </w:pPr>
      <w:r w:rsidRPr="00511496">
        <w:t xml:space="preserve">                                                                     </w:t>
      </w:r>
    </w:p>
    <w:p w:rsidR="00995FA2" w:rsidRPr="00511496" w:rsidRDefault="00995FA2" w:rsidP="00995FA2">
      <w:pPr>
        <w:jc w:val="center"/>
      </w:pPr>
    </w:p>
    <w:p w:rsidR="00995FA2" w:rsidRPr="00511496" w:rsidRDefault="00995FA2" w:rsidP="00995FA2">
      <w:pPr>
        <w:pStyle w:val="a4"/>
        <w:jc w:val="right"/>
        <w:rPr>
          <w:b w:val="0"/>
        </w:rPr>
      </w:pPr>
    </w:p>
    <w:p w:rsidR="00995FA2" w:rsidRPr="00511496" w:rsidRDefault="00995FA2" w:rsidP="00995FA2">
      <w:pPr>
        <w:rPr>
          <w:b/>
        </w:rPr>
      </w:pPr>
    </w:p>
    <w:p w:rsidR="00995FA2" w:rsidRPr="00511496" w:rsidRDefault="00995FA2" w:rsidP="00995FA2">
      <w:r w:rsidRPr="00511496">
        <w:t>Заявитель</w:t>
      </w:r>
      <w:r w:rsidRPr="00511496">
        <w:rPr>
          <w:b/>
        </w:rPr>
        <w:t xml:space="preserve">  </w:t>
      </w:r>
      <w:r w:rsidRPr="00511496">
        <w:t xml:space="preserve">          _____________________ (Фамилия И.О.)</w:t>
      </w:r>
    </w:p>
    <w:p w:rsidR="00995FA2" w:rsidRDefault="00995FA2" w:rsidP="00995FA2">
      <w:pPr>
        <w:rPr>
          <w:rFonts w:ascii="Verdana" w:hAnsi="Verdana"/>
          <w:sz w:val="20"/>
          <w:szCs w:val="20"/>
        </w:rPr>
      </w:pPr>
    </w:p>
    <w:p w:rsidR="00995FA2" w:rsidRPr="00511496" w:rsidRDefault="00995FA2" w:rsidP="00995FA2">
      <w:r w:rsidRPr="00511496">
        <w:t xml:space="preserve">                   </w:t>
      </w:r>
      <w:r>
        <w:t xml:space="preserve">                         </w:t>
      </w:r>
      <w:r w:rsidRPr="00511496">
        <w:t>(подпись)</w:t>
      </w:r>
    </w:p>
    <w:p w:rsidR="00995FA2" w:rsidRDefault="00995FA2" w:rsidP="00995FA2">
      <w:pPr>
        <w:jc w:val="both"/>
        <w:rPr>
          <w:sz w:val="28"/>
          <w:szCs w:val="28"/>
        </w:rPr>
      </w:pPr>
    </w:p>
    <w:p w:rsidR="00995FA2" w:rsidRDefault="00995FA2" w:rsidP="00995FA2">
      <w:pPr>
        <w:jc w:val="both"/>
        <w:rPr>
          <w:sz w:val="28"/>
          <w:szCs w:val="28"/>
        </w:rPr>
      </w:pPr>
    </w:p>
    <w:p w:rsidR="00995FA2" w:rsidRDefault="00995FA2" w:rsidP="00995FA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95FA2" w:rsidRDefault="00995FA2" w:rsidP="00995FA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95FA2" w:rsidRPr="008F4284" w:rsidRDefault="00995FA2" w:rsidP="00995FA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773F5E" w:rsidRDefault="00773F5E" w:rsidP="00995FA2">
      <w:pPr>
        <w:jc w:val="center"/>
        <w:rPr>
          <w:b/>
          <w:u w:val="single"/>
        </w:rPr>
      </w:pPr>
    </w:p>
    <w:p w:rsidR="00995FA2" w:rsidRPr="00C6780A" w:rsidRDefault="00995FA2" w:rsidP="00995FA2">
      <w:pPr>
        <w:jc w:val="center"/>
        <w:rPr>
          <w:b/>
          <w:u w:val="single"/>
        </w:rPr>
      </w:pPr>
      <w:r w:rsidRPr="00C6780A">
        <w:rPr>
          <w:b/>
          <w:u w:val="single"/>
        </w:rPr>
        <w:t>ПРОЕКТ</w:t>
      </w:r>
    </w:p>
    <w:p w:rsidR="00995FA2" w:rsidRDefault="00995FA2" w:rsidP="00995FA2">
      <w:pPr>
        <w:pStyle w:val="ConsPlusNormal"/>
        <w:ind w:firstLine="0"/>
        <w:jc w:val="center"/>
      </w:pPr>
    </w:p>
    <w:p w:rsidR="00A24C92" w:rsidRDefault="00A24C92" w:rsidP="00995FA2">
      <w:pPr>
        <w:jc w:val="center"/>
        <w:rPr>
          <w:b/>
        </w:rPr>
      </w:pPr>
      <w:r>
        <w:rPr>
          <w:b/>
        </w:rPr>
        <w:t>МИНИСТЕРСТВО ПРИРОДНЫХ РЕСУРСОВ И ОХРАНЫ ОКРУЖАЮЩЕЙ СРЕДЫ</w:t>
      </w:r>
    </w:p>
    <w:p w:rsidR="00995FA2" w:rsidRPr="00341CB2" w:rsidRDefault="00A24C92" w:rsidP="00995FA2">
      <w:pPr>
        <w:jc w:val="center"/>
        <w:rPr>
          <w:b/>
        </w:rPr>
      </w:pPr>
      <w:r>
        <w:rPr>
          <w:b/>
        </w:rPr>
        <w:t xml:space="preserve"> СТАВРОПОЛЬСКОГО КРАЯ</w:t>
      </w:r>
    </w:p>
    <w:p w:rsidR="00995FA2" w:rsidRPr="00341CB2" w:rsidRDefault="00995FA2" w:rsidP="00995FA2"/>
    <w:p w:rsidR="00995FA2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b/>
          <w:sz w:val="28"/>
          <w:szCs w:val="28"/>
        </w:rPr>
      </w:pPr>
      <w:r w:rsidRPr="00341CB2">
        <w:rPr>
          <w:rFonts w:ascii="Courier New" w:hAnsi="Courier New" w:cs="Courier New"/>
          <w:b/>
          <w:sz w:val="28"/>
          <w:szCs w:val="28"/>
        </w:rPr>
        <w:t>ДОГОВОР ВОДОПОЛЬЗОВАНИЯ</w:t>
      </w:r>
    </w:p>
    <w:p w:rsidR="00995FA2" w:rsidRPr="00404E1D" w:rsidRDefault="00995FA2" w:rsidP="00995FA2">
      <w:pPr>
        <w:jc w:val="center"/>
      </w:pPr>
      <w:r>
        <w:t>№______________________________________________________________</w:t>
      </w:r>
    </w:p>
    <w:p w:rsidR="00995FA2" w:rsidRDefault="00995FA2" w:rsidP="00995FA2">
      <w:pPr>
        <w:pStyle w:val="ConsPlusNonformat"/>
        <w:widowControl/>
      </w:pPr>
    </w:p>
    <w:p w:rsidR="00995FA2" w:rsidRDefault="00995FA2" w:rsidP="00995FA2">
      <w:pPr>
        <w:pStyle w:val="ConsPlusNonformat"/>
        <w:widowControl/>
      </w:pPr>
      <w:r>
        <w:t xml:space="preserve">      </w:t>
      </w:r>
      <w:r w:rsidRPr="00A87390">
        <w:rPr>
          <w:b/>
          <w:sz w:val="24"/>
          <w:szCs w:val="24"/>
          <w:u w:val="single"/>
        </w:rPr>
        <w:t xml:space="preserve"> </w:t>
      </w:r>
      <w:r w:rsidRPr="00953C8A">
        <w:rPr>
          <w:b/>
          <w:sz w:val="24"/>
          <w:szCs w:val="24"/>
          <w:u w:val="single"/>
        </w:rPr>
        <w:t xml:space="preserve">г. </w:t>
      </w:r>
      <w:r w:rsidR="00A24C92">
        <w:rPr>
          <w:b/>
          <w:sz w:val="24"/>
          <w:szCs w:val="24"/>
          <w:u w:val="single"/>
        </w:rPr>
        <w:t>Ставрополь</w:t>
      </w:r>
      <w:r>
        <w:t xml:space="preserve">                     "___" _____________ 20__ г.</w:t>
      </w:r>
    </w:p>
    <w:p w:rsidR="00995FA2" w:rsidRDefault="00995FA2" w:rsidP="00995FA2">
      <w:pPr>
        <w:pStyle w:val="ConsPlusNonformat"/>
        <w:widowControl/>
      </w:pPr>
      <w:r>
        <w:t xml:space="preserve"> (место заключения договора)</w:t>
      </w:r>
    </w:p>
    <w:p w:rsidR="00995FA2" w:rsidRDefault="00995FA2" w:rsidP="00995FA2">
      <w:pPr>
        <w:pStyle w:val="ConsPlusNonformat"/>
        <w:widowControl/>
      </w:pPr>
    </w:p>
    <w:p w:rsidR="00995FA2" w:rsidRPr="00A87390" w:rsidRDefault="00A24C92" w:rsidP="00995FA2">
      <w:pPr>
        <w:pStyle w:val="ConsPlusNonformat"/>
        <w:jc w:val="both"/>
        <w:rPr>
          <w:b/>
          <w:sz w:val="24"/>
          <w:szCs w:val="24"/>
          <w:u w:val="single"/>
        </w:rPr>
      </w:pPr>
      <w:r>
        <w:rPr>
          <w:b/>
          <w:spacing w:val="-8"/>
          <w:sz w:val="24"/>
          <w:szCs w:val="24"/>
          <w:u w:val="single"/>
        </w:rPr>
        <w:t>Министерство природных ресурсов и охраны окружающей среды Ставропол</w:t>
      </w:r>
      <w:r>
        <w:rPr>
          <w:b/>
          <w:spacing w:val="-8"/>
          <w:sz w:val="24"/>
          <w:szCs w:val="24"/>
          <w:u w:val="single"/>
        </w:rPr>
        <w:t>ь</w:t>
      </w:r>
      <w:r>
        <w:rPr>
          <w:b/>
          <w:spacing w:val="-8"/>
          <w:sz w:val="24"/>
          <w:szCs w:val="24"/>
          <w:u w:val="single"/>
        </w:rPr>
        <w:t xml:space="preserve">ского края </w:t>
      </w:r>
      <w:r w:rsidR="005C11AB">
        <w:rPr>
          <w:b/>
          <w:spacing w:val="-8"/>
          <w:sz w:val="24"/>
          <w:szCs w:val="24"/>
          <w:u w:val="single"/>
        </w:rPr>
        <w:t>(далее Уполномоченный орган)</w:t>
      </w:r>
      <w:r w:rsidR="00995FA2">
        <w:rPr>
          <w:b/>
          <w:spacing w:val="-8"/>
          <w:sz w:val="24"/>
          <w:szCs w:val="24"/>
          <w:u w:val="single"/>
        </w:rPr>
        <w:t>_</w:t>
      </w:r>
      <w:r>
        <w:rPr>
          <w:b/>
          <w:spacing w:val="-8"/>
          <w:sz w:val="24"/>
          <w:szCs w:val="24"/>
          <w:u w:val="single"/>
        </w:rPr>
        <w:t>____________________________</w:t>
      </w:r>
      <w:r w:rsidR="00995FA2">
        <w:rPr>
          <w:b/>
          <w:spacing w:val="-8"/>
          <w:sz w:val="24"/>
          <w:szCs w:val="24"/>
          <w:u w:val="single"/>
        </w:rPr>
        <w:t xml:space="preserve">_         </w:t>
      </w:r>
    </w:p>
    <w:p w:rsidR="00995FA2" w:rsidRDefault="00995FA2" w:rsidP="00995FA2">
      <w:pPr>
        <w:pStyle w:val="ConsPlusNonformat"/>
        <w:widowControl/>
      </w:pPr>
      <w:r>
        <w:t xml:space="preserve">      (наименование органа государственной власти или органа местного </w:t>
      </w:r>
    </w:p>
    <w:p w:rsidR="00995FA2" w:rsidRDefault="00995FA2" w:rsidP="00995FA2">
      <w:pPr>
        <w:pStyle w:val="ConsPlusNonformat"/>
        <w:widowControl/>
      </w:pPr>
      <w:r>
        <w:t xml:space="preserve">                              самоуправления)</w:t>
      </w:r>
    </w:p>
    <w:p w:rsidR="00995FA2" w:rsidRDefault="00995FA2" w:rsidP="00995FA2">
      <w:pPr>
        <w:pStyle w:val="ConsPlusNonformat"/>
        <w:widowControl/>
      </w:pPr>
      <w:r>
        <w:t xml:space="preserve">в лице </w:t>
      </w:r>
      <w:r w:rsidR="00A24C92">
        <w:rPr>
          <w:b/>
          <w:sz w:val="24"/>
          <w:szCs w:val="24"/>
          <w:u w:val="single"/>
        </w:rPr>
        <w:t>первого заместителя министра</w:t>
      </w:r>
      <w:r w:rsidRPr="00A87390">
        <w:rPr>
          <w:u w:val="single"/>
        </w:rPr>
        <w:t>,</w:t>
      </w:r>
      <w:r>
        <w:rPr>
          <w:u w:val="single"/>
        </w:rPr>
        <w:t>_</w:t>
      </w:r>
      <w:r w:rsidR="00A24C92" w:rsidRPr="00A24C92">
        <w:rPr>
          <w:b/>
          <w:sz w:val="24"/>
          <w:szCs w:val="24"/>
          <w:u w:val="single"/>
        </w:rPr>
        <w:t>Хусточкина Андрея Николаевича</w:t>
      </w:r>
      <w:r>
        <w:rPr>
          <w:u w:val="single"/>
        </w:rPr>
        <w:t>_</w:t>
      </w:r>
    </w:p>
    <w:p w:rsidR="00995FA2" w:rsidRDefault="00995FA2" w:rsidP="00995FA2">
      <w:pPr>
        <w:pStyle w:val="ConsPlusNonformat"/>
        <w:widowControl/>
      </w:pPr>
      <w:r>
        <w:t xml:space="preserve">            (фамилия, имя, отчество должностного лица, его должность) </w:t>
      </w:r>
    </w:p>
    <w:p w:rsidR="00995FA2" w:rsidRDefault="00995FA2" w:rsidP="00995FA2">
      <w:pPr>
        <w:pStyle w:val="ConsPlusNonformat"/>
        <w:widowControl/>
        <w:jc w:val="both"/>
      </w:pPr>
      <w:r>
        <w:t xml:space="preserve">действующего на основании </w:t>
      </w:r>
      <w:r w:rsidR="005C11AB">
        <w:rPr>
          <w:b/>
          <w:spacing w:val="-10"/>
          <w:sz w:val="24"/>
          <w:szCs w:val="24"/>
          <w:u w:val="single"/>
        </w:rPr>
        <w:t>Приказа от 11.01.2010года</w:t>
      </w:r>
      <w:r>
        <w:rPr>
          <w:b/>
          <w:spacing w:val="-14"/>
          <w:sz w:val="24"/>
          <w:szCs w:val="24"/>
          <w:u w:val="single"/>
        </w:rPr>
        <w:t>__</w:t>
      </w:r>
      <w:r w:rsidR="009B400E">
        <w:rPr>
          <w:b/>
          <w:spacing w:val="-14"/>
          <w:sz w:val="24"/>
          <w:szCs w:val="24"/>
          <w:u w:val="single"/>
        </w:rPr>
        <w:t>№1</w:t>
      </w:r>
      <w:r>
        <w:rPr>
          <w:b/>
          <w:spacing w:val="-14"/>
          <w:sz w:val="24"/>
          <w:szCs w:val="24"/>
          <w:u w:val="single"/>
        </w:rPr>
        <w:t>____________________</w:t>
      </w:r>
      <w:r w:rsidR="005C11AB">
        <w:rPr>
          <w:b/>
          <w:spacing w:val="-14"/>
          <w:sz w:val="24"/>
          <w:szCs w:val="24"/>
          <w:u w:val="single"/>
        </w:rPr>
        <w:t xml:space="preserve"> </w:t>
      </w:r>
      <w:r>
        <w:t>(положение, устав, доверенность - указать нужное)</w:t>
      </w:r>
    </w:p>
    <w:p w:rsidR="00995FA2" w:rsidRDefault="00D97B25" w:rsidP="00995FA2">
      <w:pPr>
        <w:pStyle w:val="ConsPlusNonformat"/>
        <w:widowControl/>
      </w:pPr>
      <w:r>
        <w:t>, и</w:t>
      </w:r>
    </w:p>
    <w:p w:rsidR="00995FA2" w:rsidRDefault="00995FA2" w:rsidP="00995FA2">
      <w:pPr>
        <w:pStyle w:val="ConsPlusNonformat"/>
        <w:widowControl/>
      </w:pPr>
      <w:r>
        <w:t>______________________________________________________________________,</w:t>
      </w:r>
    </w:p>
    <w:p w:rsidR="00995FA2" w:rsidRDefault="00995FA2" w:rsidP="00995FA2">
      <w:pPr>
        <w:pStyle w:val="ConsPlusNonformat"/>
        <w:widowControl/>
      </w:pPr>
      <w:r>
        <w:t xml:space="preserve">  (полное наименование организации или фамилия, имя, отчество гражданина,</w:t>
      </w:r>
    </w:p>
    <w:p w:rsidR="00995FA2" w:rsidRDefault="00995FA2" w:rsidP="00995FA2">
      <w:pPr>
        <w:pStyle w:val="ConsPlusNonformat"/>
        <w:widowControl/>
      </w:pPr>
      <w:r>
        <w:t xml:space="preserve">               в том числе индивидуального предпринимателя)</w:t>
      </w:r>
    </w:p>
    <w:p w:rsidR="00995FA2" w:rsidRDefault="00995FA2" w:rsidP="00995FA2">
      <w:pPr>
        <w:pStyle w:val="ConsPlusNonformat"/>
        <w:widowControl/>
      </w:pPr>
      <w:r>
        <w:t>в лице ________________________________________________________________________,</w:t>
      </w:r>
    </w:p>
    <w:p w:rsidR="00995FA2" w:rsidRDefault="00995FA2" w:rsidP="00995FA2">
      <w:pPr>
        <w:pStyle w:val="ConsPlusNonformat"/>
        <w:widowControl/>
      </w:pPr>
      <w:r>
        <w:t xml:space="preserve">           (фамилия, имя, отчество гражданина или лица, действующего</w:t>
      </w:r>
    </w:p>
    <w:p w:rsidR="00995FA2" w:rsidRDefault="00995FA2" w:rsidP="00995FA2">
      <w:pPr>
        <w:pStyle w:val="ConsPlusNonformat"/>
        <w:widowControl/>
      </w:pPr>
      <w:r>
        <w:t xml:space="preserve">          по доверенности от имени организации либо от имени гражданина,</w:t>
      </w:r>
    </w:p>
    <w:p w:rsidR="00995FA2" w:rsidRDefault="00995FA2" w:rsidP="00995FA2">
      <w:pPr>
        <w:pStyle w:val="ConsPlusNonformat"/>
        <w:widowControl/>
      </w:pPr>
      <w:r>
        <w:t xml:space="preserve">                   в том числе индивидуального предпринимателя)</w:t>
      </w:r>
    </w:p>
    <w:p w:rsidR="00995FA2" w:rsidRDefault="00995FA2" w:rsidP="00995FA2">
      <w:pPr>
        <w:pStyle w:val="ConsPlusNonformat"/>
        <w:widowControl/>
      </w:pPr>
      <w:r>
        <w:t>действующего на основании _____________________________________________________,</w:t>
      </w:r>
    </w:p>
    <w:p w:rsidR="00995FA2" w:rsidRDefault="00995FA2" w:rsidP="00995FA2">
      <w:pPr>
        <w:pStyle w:val="ConsPlusNonformat"/>
        <w:widowControl/>
        <w:jc w:val="center"/>
      </w:pPr>
      <w:r>
        <w:t>(документ, удостоверяющий личность,                                 представ</w:t>
      </w:r>
      <w:r>
        <w:t>и</w:t>
      </w:r>
      <w:r>
        <w:t>тельство, его реквизиты)</w:t>
      </w:r>
    </w:p>
    <w:p w:rsidR="00995FA2" w:rsidRPr="002316B2" w:rsidRDefault="00773F5E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именуемый далее Водопользователем, далее именуемые также </w:t>
      </w:r>
      <w:r w:rsidR="00995FA2" w:rsidRPr="002316B2">
        <w:rPr>
          <w:b/>
          <w:sz w:val="24"/>
          <w:szCs w:val="24"/>
        </w:rPr>
        <w:t>сторон</w:t>
      </w:r>
      <w:r w:rsidR="00995FA2" w:rsidRPr="002316B2">
        <w:rPr>
          <w:b/>
          <w:sz w:val="24"/>
          <w:szCs w:val="24"/>
        </w:rPr>
        <w:t>а</w:t>
      </w:r>
      <w:r w:rsidR="00995FA2" w:rsidRPr="002316B2">
        <w:rPr>
          <w:b/>
          <w:sz w:val="24"/>
          <w:szCs w:val="24"/>
        </w:rPr>
        <w:t>ми,</w:t>
      </w:r>
      <w:r w:rsidR="00995FA2">
        <w:rPr>
          <w:b/>
          <w:sz w:val="24"/>
          <w:szCs w:val="24"/>
        </w:rPr>
        <w:t xml:space="preserve"> </w:t>
      </w:r>
      <w:r w:rsidR="00995FA2" w:rsidRPr="002316B2">
        <w:rPr>
          <w:b/>
          <w:sz w:val="24"/>
          <w:szCs w:val="24"/>
        </w:rPr>
        <w:t>заключили настоящий Договор о нижеследующем.</w:t>
      </w:r>
    </w:p>
    <w:p w:rsidR="00995FA2" w:rsidRDefault="00995FA2" w:rsidP="00995FA2">
      <w:pPr>
        <w:pStyle w:val="ConsPlusNonformat"/>
        <w:widowControl/>
      </w:pPr>
    </w:p>
    <w:p w:rsidR="00995FA2" w:rsidRPr="00A87390" w:rsidRDefault="00995FA2" w:rsidP="00D97B25">
      <w:pPr>
        <w:pStyle w:val="ConsPlusNonformat"/>
        <w:widowControl/>
        <w:jc w:val="center"/>
        <w:rPr>
          <w:b/>
          <w:sz w:val="24"/>
          <w:szCs w:val="24"/>
        </w:rPr>
      </w:pPr>
      <w:r w:rsidRPr="00A87390">
        <w:rPr>
          <w:b/>
          <w:sz w:val="24"/>
          <w:szCs w:val="24"/>
        </w:rPr>
        <w:t>I. Предмет Договора</w:t>
      </w:r>
    </w:p>
    <w:p w:rsidR="00995FA2" w:rsidRDefault="00995FA2" w:rsidP="00D97B25">
      <w:pPr>
        <w:pStyle w:val="ConsPlusNonformat"/>
        <w:widowControl/>
        <w:jc w:val="center"/>
      </w:pPr>
    </w:p>
    <w:p w:rsidR="00995FA2" w:rsidRDefault="00995FA2" w:rsidP="00995FA2">
      <w:pPr>
        <w:pStyle w:val="ConsPlusNonformat"/>
        <w:widowControl/>
        <w:jc w:val="both"/>
      </w:pPr>
      <w:r w:rsidRPr="00664F70">
        <w:rPr>
          <w:b/>
          <w:sz w:val="24"/>
          <w:szCs w:val="24"/>
        </w:rPr>
        <w:t>1.</w:t>
      </w:r>
      <w:r>
        <w:t xml:space="preserve"> </w:t>
      </w:r>
      <w:r w:rsidR="00D97B25">
        <w:rPr>
          <w:b/>
          <w:sz w:val="24"/>
          <w:szCs w:val="24"/>
        </w:rPr>
        <w:t>По настоящему Договору Уполномоченный орган,</w:t>
      </w:r>
      <w:r w:rsidRPr="0011373D">
        <w:rPr>
          <w:b/>
          <w:sz w:val="24"/>
          <w:szCs w:val="24"/>
        </w:rPr>
        <w:t xml:space="preserve"> действую</w:t>
      </w:r>
      <w:r w:rsidR="00D97B25">
        <w:rPr>
          <w:b/>
          <w:sz w:val="24"/>
          <w:szCs w:val="24"/>
        </w:rPr>
        <w:t>щее в соо</w:t>
      </w:r>
      <w:r w:rsidR="00D97B25">
        <w:rPr>
          <w:b/>
          <w:sz w:val="24"/>
          <w:szCs w:val="24"/>
        </w:rPr>
        <w:t>т</w:t>
      </w:r>
      <w:r w:rsidR="00D97B25">
        <w:rPr>
          <w:b/>
          <w:sz w:val="24"/>
          <w:szCs w:val="24"/>
        </w:rPr>
        <w:t xml:space="preserve">ветствии </w:t>
      </w:r>
      <w:r w:rsidRPr="0011373D">
        <w:rPr>
          <w:b/>
          <w:sz w:val="24"/>
          <w:szCs w:val="24"/>
        </w:rPr>
        <w:t>с водным законодательством, предоставляет, а Водопольз</w:t>
      </w:r>
      <w:r w:rsidRPr="0011373D">
        <w:rPr>
          <w:b/>
          <w:sz w:val="24"/>
          <w:szCs w:val="24"/>
        </w:rPr>
        <w:t>о</w:t>
      </w:r>
      <w:r w:rsidRPr="0011373D">
        <w:rPr>
          <w:b/>
          <w:sz w:val="24"/>
          <w:szCs w:val="24"/>
        </w:rPr>
        <w:t>ватель принимает в пользование</w:t>
      </w:r>
      <w:r w:rsidR="009B400E">
        <w:rPr>
          <w:b/>
          <w:sz w:val="24"/>
          <w:szCs w:val="24"/>
        </w:rPr>
        <w:t xml:space="preserve"> участок балки  Большая Курахтинка</w:t>
      </w:r>
    </w:p>
    <w:p w:rsidR="00995FA2" w:rsidRDefault="00995FA2" w:rsidP="00995FA2">
      <w:pPr>
        <w:pStyle w:val="ConsPlusNonformat"/>
        <w:widowControl/>
        <w:jc w:val="both"/>
      </w:pPr>
      <w:r>
        <w:rPr>
          <w:b/>
          <w:sz w:val="24"/>
          <w:szCs w:val="24"/>
          <w:u w:val="single"/>
        </w:rPr>
        <w:t>__                               ___</w:t>
      </w:r>
    </w:p>
    <w:p w:rsidR="00995FA2" w:rsidRDefault="00995FA2" w:rsidP="00995FA2">
      <w:pPr>
        <w:pStyle w:val="ConsPlusNonformat"/>
        <w:widowControl/>
        <w:jc w:val="center"/>
      </w:pPr>
      <w:r>
        <w:t>(наименование водного объекта (далее - водный объект) или его части)</w:t>
      </w:r>
    </w:p>
    <w:p w:rsidR="00995FA2" w:rsidRPr="00664F70" w:rsidRDefault="00D97B25" w:rsidP="00995FA2">
      <w:pPr>
        <w:pStyle w:val="ConsPlusNonformat"/>
        <w:widowControl/>
        <w:jc w:val="both"/>
      </w:pPr>
      <w:r>
        <w:rPr>
          <w:b/>
          <w:sz w:val="24"/>
          <w:szCs w:val="24"/>
        </w:rPr>
        <w:t xml:space="preserve">В случае </w:t>
      </w:r>
      <w:r w:rsidR="00995FA2" w:rsidRPr="0011373D">
        <w:rPr>
          <w:b/>
          <w:sz w:val="24"/>
          <w:szCs w:val="24"/>
        </w:rPr>
        <w:t>приобретения права на заключение договора водопользования на аукционе копия протокола этого аукциона прилагается к настоящ</w:t>
      </w:r>
      <w:r w:rsidR="00995FA2" w:rsidRPr="0011373D">
        <w:rPr>
          <w:b/>
          <w:sz w:val="24"/>
          <w:szCs w:val="24"/>
        </w:rPr>
        <w:t>е</w:t>
      </w:r>
      <w:r w:rsidR="00995FA2" w:rsidRPr="0011373D">
        <w:rPr>
          <w:b/>
          <w:sz w:val="24"/>
          <w:szCs w:val="24"/>
        </w:rPr>
        <w:t>му Договору и является его неотъемлемой частью.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Реквизиты прилагаемого протокола аукциона</w:t>
      </w:r>
      <w:r>
        <w:rPr>
          <w:b/>
          <w:sz w:val="24"/>
          <w:szCs w:val="24"/>
        </w:rPr>
        <w:t xml:space="preserve"> _______________________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  <w:u w:val="single"/>
        </w:rPr>
      </w:pPr>
      <w:r w:rsidRPr="0011373D">
        <w:rPr>
          <w:b/>
          <w:sz w:val="24"/>
          <w:szCs w:val="24"/>
        </w:rPr>
        <w:t>2. Цель водопользования</w:t>
      </w:r>
      <w:r>
        <w:t xml:space="preserve"> </w:t>
      </w:r>
      <w:r w:rsidRPr="00A87390">
        <w:rPr>
          <w:b/>
          <w:sz w:val="24"/>
          <w:szCs w:val="24"/>
          <w:u w:val="single"/>
        </w:rPr>
        <w:t>использ</w:t>
      </w:r>
      <w:r>
        <w:rPr>
          <w:b/>
          <w:sz w:val="24"/>
          <w:szCs w:val="24"/>
          <w:u w:val="single"/>
        </w:rPr>
        <w:t xml:space="preserve">ование акватории водного </w:t>
      </w:r>
      <w:r w:rsidRPr="00A87390">
        <w:rPr>
          <w:b/>
          <w:sz w:val="24"/>
          <w:szCs w:val="24"/>
          <w:u w:val="single"/>
        </w:rPr>
        <w:t>объекта</w:t>
      </w:r>
      <w:r>
        <w:rPr>
          <w:b/>
          <w:sz w:val="24"/>
          <w:szCs w:val="24"/>
          <w:u w:val="single"/>
        </w:rPr>
        <w:t xml:space="preserve"> </w:t>
      </w:r>
      <w:r w:rsidRPr="00A87390">
        <w:rPr>
          <w:b/>
          <w:sz w:val="24"/>
          <w:szCs w:val="24"/>
          <w:u w:val="single"/>
        </w:rPr>
        <w:t>в</w:t>
      </w:r>
      <w:r>
        <w:rPr>
          <w:b/>
          <w:sz w:val="24"/>
          <w:szCs w:val="24"/>
          <w:u w:val="single"/>
        </w:rPr>
        <w:t xml:space="preserve"> рекреационных целях           </w:t>
      </w:r>
      <w:r w:rsidRPr="00A8739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____</w:t>
      </w:r>
      <w:r w:rsidR="00D97B25">
        <w:rPr>
          <w:b/>
          <w:sz w:val="24"/>
          <w:szCs w:val="24"/>
          <w:u w:val="single"/>
        </w:rPr>
        <w:t>_______________________________</w:t>
      </w:r>
    </w:p>
    <w:p w:rsidR="00995FA2" w:rsidRDefault="00995FA2" w:rsidP="00995FA2">
      <w:pPr>
        <w:pStyle w:val="ConsPlusNonformat"/>
        <w:widowControl/>
        <w:jc w:val="both"/>
      </w:pPr>
      <w:r w:rsidRPr="00533CD5">
        <w:rPr>
          <w:b/>
          <w:sz w:val="24"/>
          <w:szCs w:val="24"/>
        </w:rPr>
        <w:lastRenderedPageBreak/>
        <w:t>3.</w:t>
      </w:r>
      <w:r>
        <w:t xml:space="preserve"> </w:t>
      </w:r>
      <w:r w:rsidRPr="0011373D">
        <w:rPr>
          <w:b/>
          <w:sz w:val="24"/>
          <w:szCs w:val="24"/>
        </w:rPr>
        <w:t>Вид водопользования</w:t>
      </w:r>
      <w:r>
        <w:t xml:space="preserve"> </w:t>
      </w:r>
      <w:r w:rsidRPr="00A87390">
        <w:rPr>
          <w:b/>
          <w:sz w:val="24"/>
          <w:szCs w:val="24"/>
          <w:u w:val="single"/>
        </w:rPr>
        <w:t>совместное</w:t>
      </w:r>
      <w:r>
        <w:rPr>
          <w:b/>
          <w:sz w:val="24"/>
          <w:szCs w:val="24"/>
          <w:u w:val="single"/>
        </w:rPr>
        <w:t>_водопользование;___________ вод</w:t>
      </w:r>
      <w:r>
        <w:rPr>
          <w:b/>
          <w:sz w:val="24"/>
          <w:szCs w:val="24"/>
          <w:u w:val="single"/>
        </w:rPr>
        <w:t>о</w:t>
      </w:r>
      <w:r>
        <w:rPr>
          <w:b/>
          <w:sz w:val="24"/>
          <w:szCs w:val="24"/>
          <w:u w:val="single"/>
        </w:rPr>
        <w:t xml:space="preserve">пользование </w:t>
      </w:r>
      <w:r w:rsidRPr="00EB4AAF">
        <w:rPr>
          <w:b/>
          <w:sz w:val="24"/>
          <w:szCs w:val="24"/>
          <w:u w:val="single"/>
        </w:rPr>
        <w:t xml:space="preserve">без забора </w:t>
      </w:r>
      <w:r>
        <w:rPr>
          <w:b/>
          <w:sz w:val="24"/>
          <w:szCs w:val="24"/>
          <w:u w:val="single"/>
        </w:rPr>
        <w:t>(изъятия) водных ресурсов из водных объе</w:t>
      </w:r>
      <w:r>
        <w:rPr>
          <w:b/>
          <w:sz w:val="24"/>
          <w:szCs w:val="24"/>
          <w:u w:val="single"/>
        </w:rPr>
        <w:t>к</w:t>
      </w:r>
      <w:r>
        <w:rPr>
          <w:b/>
          <w:sz w:val="24"/>
          <w:szCs w:val="24"/>
          <w:u w:val="single"/>
        </w:rPr>
        <w:t>тов             _____________________________________________</w:t>
      </w:r>
    </w:p>
    <w:p w:rsidR="00995FA2" w:rsidRPr="00A87390" w:rsidRDefault="00995FA2" w:rsidP="00995FA2">
      <w:pPr>
        <w:pStyle w:val="ConsPlusNonformat"/>
        <w:widowControl/>
        <w:jc w:val="center"/>
        <w:rPr>
          <w:spacing w:val="-12"/>
        </w:rPr>
      </w:pPr>
      <w:r w:rsidRPr="00A87390">
        <w:rPr>
          <w:spacing w:val="-12"/>
        </w:rPr>
        <w:t>(указываются в соответствии со статьей 38. Водного кодекса Российской Федерации)</w:t>
      </w:r>
    </w:p>
    <w:p w:rsidR="00995FA2" w:rsidRPr="00837344" w:rsidRDefault="00995FA2" w:rsidP="00995FA2">
      <w:pPr>
        <w:pStyle w:val="ConsPlusNonformat"/>
        <w:widowControl/>
        <w:jc w:val="both"/>
      </w:pPr>
      <w:r w:rsidRPr="00664F70">
        <w:rPr>
          <w:b/>
          <w:sz w:val="24"/>
          <w:szCs w:val="24"/>
        </w:rPr>
        <w:t>4.</w:t>
      </w:r>
      <w:r w:rsidRPr="004736C5">
        <w:rPr>
          <w:sz w:val="24"/>
          <w:szCs w:val="24"/>
        </w:rPr>
        <w:t xml:space="preserve"> </w:t>
      </w:r>
      <w:r w:rsidR="00D97B25">
        <w:rPr>
          <w:b/>
          <w:sz w:val="24"/>
          <w:szCs w:val="24"/>
        </w:rPr>
        <w:t xml:space="preserve">Водный </w:t>
      </w:r>
      <w:r w:rsidRPr="0011373D">
        <w:rPr>
          <w:b/>
          <w:sz w:val="24"/>
          <w:szCs w:val="24"/>
        </w:rPr>
        <w:t>объект,</w:t>
      </w:r>
      <w:r w:rsidR="00D97B25">
        <w:rPr>
          <w:b/>
          <w:sz w:val="24"/>
          <w:szCs w:val="24"/>
        </w:rPr>
        <w:t xml:space="preserve"> предоставляемый в пользование, зоны с </w:t>
      </w:r>
      <w:r w:rsidRPr="0011373D">
        <w:rPr>
          <w:b/>
          <w:sz w:val="24"/>
          <w:szCs w:val="24"/>
        </w:rPr>
        <w:t xml:space="preserve">особыми условиями </w:t>
      </w:r>
      <w:r w:rsidR="00D97B25">
        <w:rPr>
          <w:b/>
          <w:sz w:val="24"/>
          <w:szCs w:val="24"/>
        </w:rPr>
        <w:t xml:space="preserve">их использования (водоохранные </w:t>
      </w:r>
      <w:r w:rsidRPr="0011373D">
        <w:rPr>
          <w:b/>
          <w:sz w:val="24"/>
          <w:szCs w:val="24"/>
        </w:rPr>
        <w:t>зоны), расположен</w:t>
      </w:r>
      <w:r w:rsidR="00D97B25">
        <w:rPr>
          <w:b/>
          <w:sz w:val="24"/>
          <w:szCs w:val="24"/>
        </w:rPr>
        <w:t xml:space="preserve">ные в </w:t>
      </w:r>
      <w:r w:rsidRPr="0011373D">
        <w:rPr>
          <w:b/>
          <w:sz w:val="24"/>
          <w:szCs w:val="24"/>
        </w:rPr>
        <w:t>непосред</w:t>
      </w:r>
      <w:r w:rsidR="00D97B25">
        <w:rPr>
          <w:b/>
          <w:sz w:val="24"/>
          <w:szCs w:val="24"/>
        </w:rPr>
        <w:t>ственной близости от места</w:t>
      </w:r>
      <w:r w:rsidRPr="0011373D">
        <w:rPr>
          <w:b/>
          <w:sz w:val="24"/>
          <w:szCs w:val="24"/>
        </w:rPr>
        <w:t xml:space="preserve"> водопользования, отобража</w:t>
      </w:r>
      <w:r w:rsidR="00D97B25">
        <w:rPr>
          <w:b/>
          <w:sz w:val="24"/>
          <w:szCs w:val="24"/>
        </w:rPr>
        <w:t xml:space="preserve">ются в </w:t>
      </w:r>
      <w:r w:rsidRPr="0011373D">
        <w:rPr>
          <w:b/>
          <w:sz w:val="24"/>
          <w:szCs w:val="24"/>
        </w:rPr>
        <w:t>графической форме в материалах (с пояснительной запис</w:t>
      </w:r>
      <w:r w:rsidR="00D97B25">
        <w:rPr>
          <w:b/>
          <w:sz w:val="24"/>
          <w:szCs w:val="24"/>
        </w:rPr>
        <w:t xml:space="preserve">кой к ним), прилагаемых к настоящему Договору и </w:t>
      </w:r>
      <w:r w:rsidRPr="0011373D">
        <w:rPr>
          <w:b/>
          <w:sz w:val="24"/>
          <w:szCs w:val="24"/>
        </w:rPr>
        <w:t>являющихся его неотъемлемой частью</w:t>
      </w:r>
      <w:r>
        <w:rPr>
          <w:b/>
          <w:sz w:val="24"/>
          <w:szCs w:val="24"/>
        </w:rPr>
        <w:t xml:space="preserve"> (приложение 3)</w:t>
      </w:r>
      <w:r w:rsidRPr="0011373D">
        <w:rPr>
          <w:b/>
          <w:sz w:val="24"/>
          <w:szCs w:val="24"/>
        </w:rPr>
        <w:t>.</w:t>
      </w:r>
    </w:p>
    <w:p w:rsidR="00995FA2" w:rsidRDefault="00995FA2" w:rsidP="00995FA2">
      <w:pPr>
        <w:pStyle w:val="ConsPlusNonformat"/>
        <w:widowControl/>
        <w:jc w:val="both"/>
      </w:pPr>
      <w:r w:rsidRPr="00664F70">
        <w:rPr>
          <w:b/>
          <w:sz w:val="24"/>
          <w:szCs w:val="24"/>
        </w:rPr>
        <w:t>5.</w:t>
      </w:r>
      <w:r w:rsidRPr="0011373D">
        <w:rPr>
          <w:sz w:val="24"/>
          <w:szCs w:val="24"/>
        </w:rPr>
        <w:t xml:space="preserve"> </w:t>
      </w:r>
      <w:r w:rsidRPr="0011373D">
        <w:rPr>
          <w:b/>
          <w:sz w:val="24"/>
          <w:szCs w:val="24"/>
        </w:rPr>
        <w:t>Код и наименование водохозяйственно</w:t>
      </w:r>
      <w:r w:rsidR="009B400E">
        <w:rPr>
          <w:b/>
          <w:sz w:val="24"/>
          <w:szCs w:val="24"/>
        </w:rPr>
        <w:t xml:space="preserve"> </w:t>
      </w:r>
      <w:r w:rsidRPr="0011373D">
        <w:rPr>
          <w:b/>
          <w:sz w:val="24"/>
          <w:szCs w:val="24"/>
        </w:rPr>
        <w:t>го участка</w:t>
      </w:r>
      <w:r>
        <w:t xml:space="preserve"> </w:t>
      </w:r>
    </w:p>
    <w:p w:rsidR="00995FA2" w:rsidRDefault="009B400E" w:rsidP="00995FA2">
      <w:pPr>
        <w:pStyle w:val="ConsPlusNonformat"/>
        <w:widowControl/>
        <w:jc w:val="both"/>
      </w:pPr>
      <w:r w:rsidRPr="007475A0">
        <w:rPr>
          <w:b/>
          <w:sz w:val="24"/>
          <w:szCs w:val="24"/>
          <w:u w:val="single"/>
        </w:rPr>
        <w:t>Азо</w:t>
      </w:r>
      <w:r w:rsidR="00995FA2" w:rsidRPr="007475A0">
        <w:rPr>
          <w:b/>
          <w:sz w:val="24"/>
          <w:szCs w:val="24"/>
          <w:u w:val="single"/>
        </w:rPr>
        <w:t xml:space="preserve"> </w:t>
      </w:r>
      <w:r w:rsidR="007475A0" w:rsidRPr="007475A0">
        <w:rPr>
          <w:b/>
          <w:sz w:val="24"/>
          <w:szCs w:val="24"/>
          <w:u w:val="single"/>
        </w:rPr>
        <w:t>Дон  99 181 262 20</w:t>
      </w:r>
      <w:r w:rsidR="00995FA2">
        <w:rPr>
          <w:b/>
          <w:sz w:val="24"/>
          <w:szCs w:val="24"/>
          <w:u w:val="single"/>
        </w:rPr>
        <w:t xml:space="preserve">                                  __________</w:t>
      </w:r>
    </w:p>
    <w:p w:rsidR="00995FA2" w:rsidRPr="00A87390" w:rsidRDefault="00995FA2" w:rsidP="00995FA2">
      <w:pPr>
        <w:pStyle w:val="ConsPlusNonformat"/>
        <w:widowControl/>
        <w:jc w:val="center"/>
        <w:rPr>
          <w:spacing w:val="-14"/>
        </w:rPr>
      </w:pPr>
      <w:r w:rsidRPr="00A87390">
        <w:rPr>
          <w:spacing w:val="-14"/>
        </w:rPr>
        <w:t>(указываются в соответствии с данными, содержащимися в государственном водном реестре)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6. Сведения о водном объекте:</w:t>
      </w:r>
    </w:p>
    <w:p w:rsidR="00995FA2" w:rsidRDefault="00995FA2" w:rsidP="00995FA2">
      <w:pPr>
        <w:pStyle w:val="ConsPlusNonformat"/>
        <w:widowControl/>
        <w:jc w:val="both"/>
      </w:pPr>
      <w:r w:rsidRPr="0011373D">
        <w:rPr>
          <w:b/>
          <w:sz w:val="24"/>
          <w:szCs w:val="24"/>
        </w:rPr>
        <w:t>а)</w:t>
      </w:r>
      <w:r>
        <w:t xml:space="preserve"> </w:t>
      </w:r>
      <w:r w:rsidR="007475A0">
        <w:rPr>
          <w:b/>
          <w:sz w:val="24"/>
          <w:szCs w:val="24"/>
        </w:rPr>
        <w:t>Балка</w:t>
      </w:r>
      <w:r w:rsidRPr="0011373D">
        <w:rPr>
          <w:b/>
          <w:sz w:val="24"/>
          <w:szCs w:val="24"/>
        </w:rPr>
        <w:t xml:space="preserve"> </w:t>
      </w:r>
      <w:r w:rsidR="007475A0">
        <w:rPr>
          <w:b/>
          <w:sz w:val="24"/>
          <w:szCs w:val="24"/>
        </w:rPr>
        <w:t xml:space="preserve"> Большая Курахтинка, приток реки Тугулук </w:t>
      </w:r>
      <w:r w:rsidRPr="0011373D">
        <w:rPr>
          <w:b/>
          <w:sz w:val="24"/>
          <w:szCs w:val="24"/>
        </w:rPr>
        <w:t>имеет ры</w:t>
      </w:r>
      <w:r>
        <w:rPr>
          <w:b/>
          <w:sz w:val="24"/>
          <w:szCs w:val="24"/>
        </w:rPr>
        <w:t>бохозя</w:t>
      </w:r>
      <w:r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>ственное и иное значение</w:t>
      </w:r>
      <w:r w:rsidR="00D97B25">
        <w:rPr>
          <w:b/>
          <w:sz w:val="24"/>
          <w:szCs w:val="24"/>
        </w:rPr>
        <w:t>;</w:t>
      </w:r>
    </w:p>
    <w:p w:rsidR="00995FA2" w:rsidRPr="009D5E33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9D5E33">
        <w:rPr>
          <w:b/>
          <w:sz w:val="24"/>
          <w:szCs w:val="24"/>
        </w:rPr>
        <w:t>б) место осуществления водопользования и границы предоставленной в пол</w:t>
      </w:r>
      <w:r w:rsidR="00D97B25">
        <w:rPr>
          <w:b/>
          <w:sz w:val="24"/>
          <w:szCs w:val="24"/>
        </w:rPr>
        <w:t>ьзование части водного объекта:</w:t>
      </w:r>
    </w:p>
    <w:p w:rsidR="00995FA2" w:rsidRPr="009D5E33" w:rsidRDefault="00D97B25" w:rsidP="00995FA2">
      <w:pPr>
        <w:pStyle w:val="ConsPlusNonformat"/>
        <w:widowControl/>
        <w:jc w:val="both"/>
        <w:outlineLvl w:val="0"/>
        <w:rPr>
          <w:b/>
          <w:sz w:val="24"/>
          <w:szCs w:val="24"/>
          <w:u w:val="single"/>
        </w:rPr>
      </w:pPr>
      <w:r w:rsidRPr="00D97B25">
        <w:rPr>
          <w:b/>
          <w:sz w:val="24"/>
          <w:szCs w:val="24"/>
          <w:u w:val="single"/>
        </w:rPr>
        <w:t xml:space="preserve">Ставропольский </w:t>
      </w:r>
      <w:r w:rsidR="00995FA2" w:rsidRPr="00D97B25">
        <w:rPr>
          <w:b/>
          <w:sz w:val="24"/>
          <w:szCs w:val="24"/>
          <w:u w:val="single"/>
        </w:rPr>
        <w:t xml:space="preserve">край, </w:t>
      </w:r>
      <w:r w:rsidR="00FA7A48">
        <w:rPr>
          <w:b/>
          <w:sz w:val="24"/>
          <w:szCs w:val="24"/>
          <w:u w:val="single"/>
        </w:rPr>
        <w:t>Грачевский</w:t>
      </w:r>
      <w:r>
        <w:rPr>
          <w:b/>
          <w:sz w:val="24"/>
          <w:szCs w:val="24"/>
          <w:u w:val="single"/>
        </w:rPr>
        <w:t xml:space="preserve"> район, </w:t>
      </w:r>
      <w:r w:rsidR="00FA7A48">
        <w:rPr>
          <w:b/>
          <w:sz w:val="24"/>
          <w:szCs w:val="24"/>
          <w:u w:val="single"/>
        </w:rPr>
        <w:t>в трех километрах западнее села Тугулук;</w:t>
      </w:r>
    </w:p>
    <w:p w:rsidR="00995FA2" w:rsidRPr="00D97B25" w:rsidRDefault="00995FA2" w:rsidP="00995FA2">
      <w:pPr>
        <w:jc w:val="both"/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географические координаты:_________</w:t>
      </w:r>
      <w:r w:rsidR="00D97B25" w:rsidRPr="00D97B25">
        <w:rPr>
          <w:rFonts w:ascii="Courier New" w:hAnsi="Courier New" w:cs="Courier New"/>
          <w:b/>
          <w:u w:val="single"/>
        </w:rPr>
        <w:t>_______________________________</w:t>
      </w:r>
    </w:p>
    <w:p w:rsidR="00995FA2" w:rsidRPr="00D97B25" w:rsidRDefault="00995FA2" w:rsidP="00995FA2">
      <w:pPr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т.1.4</w:t>
      </w:r>
      <w:r w:rsidR="00544695"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19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28,7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с.ш., </w:t>
      </w:r>
      <w:r w:rsidR="00D97B25" w:rsidRPr="00D97B25">
        <w:rPr>
          <w:rFonts w:ascii="Courier New" w:hAnsi="Courier New" w:cs="Courier New"/>
          <w:b/>
          <w:u w:val="single"/>
        </w:rPr>
        <w:t>4</w:t>
      </w:r>
      <w:r w:rsidR="00B2670D">
        <w:rPr>
          <w:rFonts w:ascii="Courier New" w:hAnsi="Courier New" w:cs="Courier New"/>
          <w:b/>
          <w:u w:val="single"/>
        </w:rPr>
        <w:t>2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12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42,5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в</w:t>
      </w:r>
      <w:r w:rsidR="00D97B25" w:rsidRPr="00D97B25">
        <w:rPr>
          <w:rFonts w:ascii="Courier New" w:hAnsi="Courier New" w:cs="Courier New"/>
          <w:b/>
          <w:u w:val="single"/>
        </w:rPr>
        <w:t>.д.;___________________________</w:t>
      </w:r>
    </w:p>
    <w:p w:rsidR="00995FA2" w:rsidRPr="00D97B25" w:rsidRDefault="00995FA2" w:rsidP="00995FA2">
      <w:pPr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т.2. 4</w:t>
      </w:r>
      <w:r w:rsidR="00544695"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19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29,7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с.ш., </w:t>
      </w:r>
      <w:r w:rsidR="00D97B25" w:rsidRPr="00D97B25">
        <w:rPr>
          <w:rFonts w:ascii="Courier New" w:hAnsi="Courier New" w:cs="Courier New"/>
          <w:b/>
          <w:u w:val="single"/>
        </w:rPr>
        <w:t>4</w:t>
      </w:r>
      <w:r w:rsidR="00B2670D">
        <w:rPr>
          <w:rFonts w:ascii="Courier New" w:hAnsi="Courier New" w:cs="Courier New"/>
          <w:b/>
          <w:u w:val="single"/>
        </w:rPr>
        <w:t>2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12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31,6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в.д.;__________________________</w:t>
      </w:r>
    </w:p>
    <w:p w:rsidR="00995FA2" w:rsidRPr="00D97B25" w:rsidRDefault="00995FA2" w:rsidP="00995FA2">
      <w:pPr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т.3. 4</w:t>
      </w:r>
      <w:r w:rsidR="00544695"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20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05,2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с.ш., </w:t>
      </w:r>
      <w:r w:rsidR="00D97B25" w:rsidRPr="00D97B25">
        <w:rPr>
          <w:rFonts w:ascii="Courier New" w:hAnsi="Courier New" w:cs="Courier New"/>
          <w:b/>
          <w:u w:val="single"/>
        </w:rPr>
        <w:t>4</w:t>
      </w:r>
      <w:r w:rsidR="00B2670D">
        <w:rPr>
          <w:rFonts w:ascii="Courier New" w:hAnsi="Courier New" w:cs="Courier New"/>
          <w:b/>
          <w:u w:val="single"/>
        </w:rPr>
        <w:t>2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12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02,8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</w:t>
      </w:r>
      <w:r w:rsidR="00D97B25" w:rsidRPr="00D97B25">
        <w:rPr>
          <w:rFonts w:ascii="Courier New" w:hAnsi="Courier New" w:cs="Courier New"/>
          <w:b/>
          <w:u w:val="single"/>
        </w:rPr>
        <w:t>в.д.;__________________________</w:t>
      </w:r>
    </w:p>
    <w:p w:rsidR="00FA7A48" w:rsidRDefault="00995FA2" w:rsidP="00995FA2">
      <w:pPr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т.4. 4</w:t>
      </w:r>
      <w:r w:rsidR="008C7CAD"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20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00,9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с.ш., </w:t>
      </w:r>
      <w:r w:rsidR="00D97B25" w:rsidRPr="00D97B25">
        <w:rPr>
          <w:rFonts w:ascii="Courier New" w:hAnsi="Courier New" w:cs="Courier New"/>
          <w:b/>
          <w:u w:val="single"/>
        </w:rPr>
        <w:t>4</w:t>
      </w:r>
      <w:r w:rsidR="00B2670D">
        <w:rPr>
          <w:rFonts w:ascii="Courier New" w:hAnsi="Courier New" w:cs="Courier New"/>
          <w:b/>
          <w:u w:val="single"/>
        </w:rPr>
        <w:t>2</w:t>
      </w:r>
      <w:r w:rsidRPr="00D97B25">
        <w:rPr>
          <w:rFonts w:ascii="Courier New" w:hAnsi="Courier New" w:cs="Courier New"/>
          <w:b/>
          <w:u w:val="single"/>
        </w:rPr>
        <w:t>º</w:t>
      </w:r>
      <w:r w:rsidR="00FA7A48">
        <w:rPr>
          <w:rFonts w:ascii="Courier New" w:hAnsi="Courier New" w:cs="Courier New"/>
          <w:b/>
          <w:u w:val="single"/>
        </w:rPr>
        <w:t>12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 w:rsidR="00FA7A48">
        <w:rPr>
          <w:rFonts w:ascii="Courier New" w:hAnsi="Courier New" w:cs="Courier New"/>
          <w:b/>
          <w:u w:val="single"/>
        </w:rPr>
        <w:t>12,5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в.д.</w:t>
      </w:r>
      <w:r w:rsidR="00FA7A48">
        <w:rPr>
          <w:rFonts w:ascii="Courier New" w:hAnsi="Courier New" w:cs="Courier New"/>
          <w:b/>
          <w:u w:val="single"/>
        </w:rPr>
        <w:t>;____________________________</w:t>
      </w:r>
    </w:p>
    <w:p w:rsidR="00995FA2" w:rsidRPr="00E55431" w:rsidRDefault="00FA7A48" w:rsidP="00995FA2">
      <w:pPr>
        <w:rPr>
          <w:rFonts w:ascii="Courier New" w:hAnsi="Courier New" w:cs="Courier New"/>
          <w:b/>
          <w:u w:val="single"/>
        </w:rPr>
      </w:pPr>
      <w:r w:rsidRPr="00D97B25">
        <w:rPr>
          <w:rFonts w:ascii="Courier New" w:hAnsi="Courier New" w:cs="Courier New"/>
          <w:b/>
          <w:u w:val="single"/>
        </w:rPr>
        <w:t>т.</w:t>
      </w:r>
      <w:r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. 4</w:t>
      </w:r>
      <w:r>
        <w:rPr>
          <w:rFonts w:ascii="Courier New" w:hAnsi="Courier New" w:cs="Courier New"/>
          <w:b/>
          <w:u w:val="single"/>
        </w:rPr>
        <w:t>5</w:t>
      </w:r>
      <w:r w:rsidRPr="00D97B25">
        <w:rPr>
          <w:rFonts w:ascii="Courier New" w:hAnsi="Courier New" w:cs="Courier New"/>
          <w:b/>
          <w:u w:val="single"/>
        </w:rPr>
        <w:t>º</w:t>
      </w:r>
      <w:r>
        <w:rPr>
          <w:rFonts w:ascii="Courier New" w:hAnsi="Courier New" w:cs="Courier New"/>
          <w:b/>
          <w:u w:val="single"/>
        </w:rPr>
        <w:t>19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>
        <w:rPr>
          <w:rFonts w:ascii="Courier New" w:hAnsi="Courier New" w:cs="Courier New"/>
          <w:b/>
          <w:u w:val="single"/>
        </w:rPr>
        <w:t>35,9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с.ш., 4</w:t>
      </w:r>
      <w:r>
        <w:rPr>
          <w:rFonts w:ascii="Courier New" w:hAnsi="Courier New" w:cs="Courier New"/>
          <w:b/>
          <w:u w:val="single"/>
        </w:rPr>
        <w:t>2</w:t>
      </w:r>
      <w:r w:rsidRPr="00D97B25">
        <w:rPr>
          <w:rFonts w:ascii="Courier New" w:hAnsi="Courier New" w:cs="Courier New"/>
          <w:b/>
          <w:u w:val="single"/>
        </w:rPr>
        <w:t>º</w:t>
      </w:r>
      <w:r>
        <w:rPr>
          <w:rFonts w:ascii="Courier New" w:hAnsi="Courier New" w:cs="Courier New"/>
          <w:b/>
          <w:u w:val="single"/>
        </w:rPr>
        <w:t>12</w:t>
      </w:r>
      <w:r w:rsidRPr="00D97B25">
        <w:rPr>
          <w:rFonts w:ascii="Courier New" w:hAnsi="Courier New" w:cs="Courier New"/>
          <w:b/>
          <w:u w:val="single"/>
        </w:rPr>
        <w:sym w:font="Symbol" w:char="F0A2"/>
      </w:r>
      <w:r>
        <w:rPr>
          <w:rFonts w:ascii="Courier New" w:hAnsi="Courier New" w:cs="Courier New"/>
          <w:b/>
          <w:u w:val="single"/>
        </w:rPr>
        <w:t>41,6</w:t>
      </w:r>
      <w:r w:rsidRPr="00D97B25">
        <w:rPr>
          <w:rFonts w:ascii="Courier New" w:hAnsi="Courier New" w:cs="Courier New"/>
          <w:b/>
          <w:u w:val="single"/>
        </w:rPr>
        <w:sym w:font="Symbol" w:char="F0B2"/>
      </w:r>
      <w:r w:rsidRPr="00D97B25">
        <w:rPr>
          <w:rFonts w:ascii="Courier New" w:hAnsi="Courier New" w:cs="Courier New"/>
          <w:b/>
          <w:u w:val="single"/>
        </w:rPr>
        <w:t xml:space="preserve"> в.д.</w:t>
      </w:r>
      <w:r>
        <w:rPr>
          <w:rFonts w:ascii="Courier New" w:hAnsi="Courier New" w:cs="Courier New"/>
          <w:b/>
          <w:u w:val="single"/>
        </w:rPr>
        <w:t>;</w:t>
      </w:r>
      <w:r w:rsidR="00995FA2" w:rsidRPr="00D97B25">
        <w:rPr>
          <w:rFonts w:ascii="Courier New" w:hAnsi="Courier New" w:cs="Courier New"/>
          <w:b/>
          <w:u w:val="single"/>
        </w:rPr>
        <w:t>_________________________</w:t>
      </w:r>
    </w:p>
    <w:p w:rsidR="00995FA2" w:rsidRDefault="00995FA2" w:rsidP="00995FA2">
      <w:pPr>
        <w:pStyle w:val="ConsPlusNonformat"/>
        <w:widowControl/>
        <w:jc w:val="center"/>
      </w:pPr>
      <w:r>
        <w:t xml:space="preserve"> (указываются местоположение и географические координаты)</w:t>
      </w:r>
    </w:p>
    <w:p w:rsidR="00995FA2" w:rsidRPr="009D5E33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9D5E33">
        <w:rPr>
          <w:b/>
          <w:sz w:val="24"/>
          <w:szCs w:val="24"/>
        </w:rPr>
        <w:t>в) морфометрические характеристики водного объекта, в то</w:t>
      </w:r>
      <w:r w:rsidR="00D97B25">
        <w:rPr>
          <w:b/>
          <w:sz w:val="24"/>
          <w:szCs w:val="24"/>
        </w:rPr>
        <w:t xml:space="preserve">м числе в месте водопользования (по данным </w:t>
      </w:r>
      <w:r w:rsidRPr="009D5E33">
        <w:rPr>
          <w:b/>
          <w:sz w:val="24"/>
          <w:szCs w:val="24"/>
        </w:rPr>
        <w:t>государственного водного реестра и регулярных наблюдений):</w:t>
      </w:r>
    </w:p>
    <w:p w:rsidR="00995FA2" w:rsidRPr="009D5E33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9D5E33">
        <w:rPr>
          <w:b/>
          <w:sz w:val="24"/>
          <w:szCs w:val="24"/>
        </w:rPr>
        <w:t>средняя/максимальная/минимальная глубина в месте водопользования</w:t>
      </w:r>
    </w:p>
    <w:p w:rsidR="00995FA2" w:rsidRPr="007475A0" w:rsidRDefault="00995FA2" w:rsidP="00995FA2">
      <w:pPr>
        <w:pStyle w:val="ConsPlusNonformat"/>
        <w:widowControl/>
        <w:jc w:val="both"/>
        <w:rPr>
          <w:sz w:val="24"/>
          <w:szCs w:val="24"/>
        </w:rPr>
      </w:pPr>
      <w:r w:rsidRPr="007475A0">
        <w:rPr>
          <w:b/>
          <w:sz w:val="24"/>
          <w:szCs w:val="24"/>
          <w:u w:val="single"/>
        </w:rPr>
        <w:t>___/______/__; ______________________________________</w:t>
      </w:r>
    </w:p>
    <w:p w:rsidR="00995FA2" w:rsidRPr="007475A0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7475A0">
        <w:rPr>
          <w:b/>
          <w:sz w:val="24"/>
          <w:szCs w:val="24"/>
        </w:rPr>
        <w:t>г) гидрологические характеристики водного объекта в месте вод</w:t>
      </w:r>
      <w:r w:rsidRPr="007475A0">
        <w:rPr>
          <w:b/>
          <w:sz w:val="24"/>
          <w:szCs w:val="24"/>
        </w:rPr>
        <w:t>о</w:t>
      </w:r>
      <w:r w:rsidRPr="007475A0">
        <w:rPr>
          <w:b/>
          <w:sz w:val="24"/>
          <w:szCs w:val="24"/>
        </w:rPr>
        <w:t>пользования или ближайшем к нему месте регулярного наблюдения (по данным государственного водного реестра и регулярных наблюдений):</w:t>
      </w:r>
    </w:p>
    <w:p w:rsidR="00995FA2" w:rsidRPr="007475A0" w:rsidRDefault="00995FA2" w:rsidP="00995FA2">
      <w:pPr>
        <w:pStyle w:val="ConsPlusNormal"/>
        <w:ind w:firstLine="0"/>
        <w:jc w:val="both"/>
        <w:rPr>
          <w:rFonts w:ascii="Courier New" w:hAnsi="Courier New" w:cs="Courier New"/>
          <w:b/>
          <w:sz w:val="24"/>
          <w:szCs w:val="24"/>
          <w:u w:val="single"/>
        </w:rPr>
      </w:pPr>
      <w:r w:rsidRPr="007475A0">
        <w:rPr>
          <w:rFonts w:ascii="Courier New" w:hAnsi="Courier New" w:cs="Courier New"/>
          <w:b/>
          <w:sz w:val="24"/>
          <w:szCs w:val="24"/>
          <w:u w:val="single"/>
        </w:rPr>
        <w:t xml:space="preserve">средняя скорость течения воды в водном объекте </w:t>
      </w:r>
      <w:r w:rsidR="007475A0" w:rsidRPr="007475A0">
        <w:rPr>
          <w:rFonts w:ascii="Courier New" w:hAnsi="Courier New" w:cs="Courier New"/>
          <w:b/>
          <w:sz w:val="24"/>
          <w:szCs w:val="24"/>
          <w:u w:val="single"/>
        </w:rPr>
        <w:t xml:space="preserve">-      </w:t>
      </w:r>
      <w:r w:rsidRPr="007475A0">
        <w:rPr>
          <w:rFonts w:ascii="Courier New" w:hAnsi="Courier New" w:cs="Courier New"/>
          <w:b/>
          <w:sz w:val="24"/>
          <w:szCs w:val="24"/>
          <w:u w:val="single"/>
        </w:rPr>
        <w:t xml:space="preserve"> м/с;______</w:t>
      </w:r>
    </w:p>
    <w:p w:rsidR="00995FA2" w:rsidRPr="007475A0" w:rsidRDefault="00995FA2" w:rsidP="00995FA2">
      <w:pPr>
        <w:pStyle w:val="ConsPlusNormal"/>
        <w:ind w:firstLine="0"/>
        <w:rPr>
          <w:rFonts w:ascii="Courier New" w:hAnsi="Courier New" w:cs="Courier New"/>
          <w:b/>
          <w:sz w:val="24"/>
          <w:szCs w:val="24"/>
          <w:u w:val="single"/>
        </w:rPr>
      </w:pPr>
    </w:p>
    <w:p w:rsidR="00995FA2" w:rsidRPr="007475A0" w:rsidRDefault="00EE252B" w:rsidP="00995FA2">
      <w:pPr>
        <w:pStyle w:val="ConsPlusNonformat"/>
        <w:widowControl/>
        <w:jc w:val="both"/>
        <w:rPr>
          <w:b/>
          <w:sz w:val="24"/>
          <w:szCs w:val="24"/>
          <w:u w:val="single"/>
        </w:rPr>
      </w:pPr>
      <w:r w:rsidRPr="007475A0">
        <w:rPr>
          <w:b/>
          <w:sz w:val="24"/>
          <w:szCs w:val="24"/>
        </w:rPr>
        <w:t xml:space="preserve">д) показатели качества </w:t>
      </w:r>
      <w:r w:rsidR="00995FA2" w:rsidRPr="007475A0">
        <w:rPr>
          <w:b/>
          <w:sz w:val="24"/>
          <w:szCs w:val="24"/>
        </w:rPr>
        <w:t>воды в водном объекте в месте водопользов</w:t>
      </w:r>
      <w:r w:rsidR="00995FA2" w:rsidRPr="007475A0">
        <w:rPr>
          <w:b/>
          <w:sz w:val="24"/>
          <w:szCs w:val="24"/>
        </w:rPr>
        <w:t>а</w:t>
      </w:r>
      <w:r w:rsidR="00995FA2" w:rsidRPr="007475A0">
        <w:rPr>
          <w:b/>
          <w:sz w:val="24"/>
          <w:szCs w:val="24"/>
        </w:rPr>
        <w:t>ния или в ближайшем к нему месте регулярного наблюдения по состо</w:t>
      </w:r>
      <w:r w:rsidR="00995FA2" w:rsidRPr="007475A0">
        <w:rPr>
          <w:b/>
          <w:sz w:val="24"/>
          <w:szCs w:val="24"/>
        </w:rPr>
        <w:t>я</w:t>
      </w:r>
      <w:r w:rsidR="00995FA2" w:rsidRPr="007475A0">
        <w:rPr>
          <w:b/>
          <w:sz w:val="24"/>
          <w:szCs w:val="24"/>
        </w:rPr>
        <w:t>нию на</w:t>
      </w:r>
      <w:r w:rsidR="00995FA2" w:rsidRPr="007475A0">
        <w:rPr>
          <w:b/>
          <w:sz w:val="24"/>
          <w:szCs w:val="24"/>
          <w:u w:val="single"/>
        </w:rPr>
        <w:t xml:space="preserve"> 2009 г</w:t>
      </w:r>
      <w:r w:rsidRPr="007475A0">
        <w:rPr>
          <w:b/>
          <w:sz w:val="24"/>
          <w:szCs w:val="24"/>
          <w:u w:val="single"/>
        </w:rPr>
        <w:t>од</w:t>
      </w:r>
    </w:p>
    <w:p w:rsidR="00995FA2" w:rsidRPr="007475A0" w:rsidRDefault="00995FA2" w:rsidP="00995FA2">
      <w:pPr>
        <w:pStyle w:val="ConsPlusNonformat"/>
        <w:widowControl/>
        <w:jc w:val="both"/>
      </w:pPr>
      <w:r w:rsidRPr="007475A0">
        <w:t xml:space="preserve">           (дата)</w:t>
      </w:r>
    </w:p>
    <w:p w:rsidR="00995FA2" w:rsidRPr="007475A0" w:rsidRDefault="00995FA2" w:rsidP="00995FA2">
      <w:pPr>
        <w:pStyle w:val="ConsPlusNonformat"/>
        <w:jc w:val="both"/>
        <w:rPr>
          <w:b/>
          <w:sz w:val="24"/>
          <w:szCs w:val="24"/>
          <w:u w:val="single"/>
        </w:rPr>
      </w:pPr>
      <w:r w:rsidRPr="007475A0">
        <w:rPr>
          <w:b/>
          <w:sz w:val="24"/>
          <w:szCs w:val="24"/>
          <w:u w:val="single"/>
        </w:rPr>
        <w:t xml:space="preserve">Индекс загрязненности воды (ИЗВ) – </w:t>
      </w:r>
      <w:r w:rsidR="007475A0" w:rsidRPr="007475A0">
        <w:rPr>
          <w:b/>
          <w:sz w:val="24"/>
          <w:szCs w:val="24"/>
          <w:u w:val="single"/>
        </w:rPr>
        <w:t>1,34</w:t>
      </w:r>
      <w:r w:rsidR="00EE252B" w:rsidRPr="007475A0">
        <w:rPr>
          <w:b/>
          <w:sz w:val="24"/>
          <w:szCs w:val="24"/>
          <w:u w:val="single"/>
        </w:rPr>
        <w:t xml:space="preserve"> ______________</w:t>
      </w:r>
      <w:r w:rsidRPr="007475A0">
        <w:rPr>
          <w:b/>
          <w:sz w:val="24"/>
          <w:szCs w:val="24"/>
          <w:u w:val="single"/>
        </w:rPr>
        <w:t>______</w:t>
      </w:r>
    </w:p>
    <w:p w:rsidR="00995FA2" w:rsidRPr="00DB10EC" w:rsidRDefault="00995FA2" w:rsidP="00995FA2">
      <w:pPr>
        <w:pStyle w:val="ConsPlusNormal"/>
        <w:ind w:firstLine="0"/>
        <w:rPr>
          <w:rFonts w:ascii="Courier New" w:hAnsi="Courier New" w:cs="Courier New"/>
        </w:rPr>
      </w:pPr>
      <w:r w:rsidRPr="007475A0">
        <w:rPr>
          <w:rFonts w:ascii="Courier New" w:hAnsi="Courier New" w:cs="Courier New"/>
          <w:b/>
          <w:sz w:val="24"/>
          <w:szCs w:val="24"/>
          <w:u w:val="single"/>
        </w:rPr>
        <w:t>вода характеризуется как «</w:t>
      </w:r>
      <w:r w:rsidR="007475A0" w:rsidRPr="007475A0">
        <w:rPr>
          <w:rFonts w:ascii="Courier New" w:hAnsi="Courier New" w:cs="Courier New"/>
          <w:b/>
          <w:sz w:val="24"/>
          <w:szCs w:val="24"/>
          <w:u w:val="single"/>
        </w:rPr>
        <w:t>умеренно загрязненная</w:t>
      </w:r>
      <w:r w:rsidRPr="007475A0">
        <w:rPr>
          <w:rFonts w:ascii="Courier New" w:hAnsi="Courier New" w:cs="Courier New"/>
          <w:b/>
          <w:sz w:val="24"/>
          <w:szCs w:val="24"/>
          <w:u w:val="single"/>
        </w:rPr>
        <w:t xml:space="preserve">», </w:t>
      </w:r>
      <w:r w:rsidRPr="007475A0">
        <w:rPr>
          <w:rFonts w:ascii="Courier New" w:hAnsi="Courier New" w:cs="Courier New"/>
          <w:b/>
          <w:sz w:val="24"/>
          <w:szCs w:val="24"/>
          <w:u w:val="single"/>
          <w:lang w:val="en-US"/>
        </w:rPr>
        <w:t>II</w:t>
      </w:r>
      <w:r w:rsidR="007475A0" w:rsidRPr="007475A0">
        <w:rPr>
          <w:rFonts w:ascii="Courier New" w:hAnsi="Courier New" w:cs="Courier New"/>
          <w:b/>
          <w:sz w:val="24"/>
          <w:szCs w:val="24"/>
          <w:u w:val="single"/>
          <w:lang w:val="en-US"/>
        </w:rPr>
        <w:t>I</w:t>
      </w:r>
      <w:r w:rsidRPr="007475A0">
        <w:rPr>
          <w:rFonts w:ascii="Courier New" w:hAnsi="Courier New" w:cs="Courier New"/>
          <w:b/>
          <w:sz w:val="24"/>
          <w:szCs w:val="24"/>
          <w:u w:val="single"/>
        </w:rPr>
        <w:t xml:space="preserve"> класса кач</w:t>
      </w:r>
      <w:r w:rsidRPr="007475A0">
        <w:rPr>
          <w:rFonts w:ascii="Courier New" w:hAnsi="Courier New" w:cs="Courier New"/>
          <w:b/>
          <w:sz w:val="24"/>
          <w:szCs w:val="24"/>
          <w:u w:val="single"/>
        </w:rPr>
        <w:t>е</w:t>
      </w:r>
      <w:r w:rsidRPr="007475A0">
        <w:rPr>
          <w:rFonts w:ascii="Courier New" w:hAnsi="Courier New" w:cs="Courier New"/>
          <w:b/>
          <w:sz w:val="24"/>
          <w:szCs w:val="24"/>
          <w:u w:val="single"/>
        </w:rPr>
        <w:t>ства_         ___</w:t>
      </w:r>
    </w:p>
    <w:p w:rsidR="00995FA2" w:rsidRPr="00DB10EC" w:rsidRDefault="00995FA2" w:rsidP="00995FA2">
      <w:pPr>
        <w:pStyle w:val="ConsPlusNonformat"/>
        <w:widowControl/>
        <w:jc w:val="both"/>
      </w:pPr>
      <w:r w:rsidRPr="00DB10EC">
        <w:t>(по данным государственного водного реестра и государственного</w:t>
      </w:r>
      <w:r w:rsidR="00EE252B">
        <w:t xml:space="preserve"> </w:t>
      </w:r>
      <w:r w:rsidRPr="00DB10EC">
        <w:t>мониторинга во</w:t>
      </w:r>
      <w:r w:rsidRPr="00DB10EC">
        <w:t>д</w:t>
      </w:r>
      <w:r w:rsidRPr="00DB10EC">
        <w:t>ных объектов)</w:t>
      </w:r>
    </w:p>
    <w:p w:rsidR="00995FA2" w:rsidRDefault="00995FA2" w:rsidP="00995FA2">
      <w:pPr>
        <w:pStyle w:val="ConsPlusNonformat"/>
        <w:widowControl/>
        <w:jc w:val="both"/>
      </w:pPr>
      <w:r w:rsidRPr="0011373D">
        <w:rPr>
          <w:b/>
          <w:sz w:val="24"/>
          <w:szCs w:val="24"/>
        </w:rPr>
        <w:t>7.</w:t>
      </w:r>
      <w:r>
        <w:t xml:space="preserve"> </w:t>
      </w:r>
      <w:r w:rsidRPr="0011373D">
        <w:rPr>
          <w:b/>
          <w:sz w:val="24"/>
          <w:szCs w:val="24"/>
        </w:rPr>
        <w:t>Параметры водопользования</w:t>
      </w:r>
      <w:r>
        <w:t xml:space="preserve"> </w:t>
      </w:r>
      <w:r w:rsidRPr="00A87390">
        <w:rPr>
          <w:b/>
          <w:sz w:val="24"/>
          <w:szCs w:val="24"/>
          <w:u w:val="single"/>
        </w:rPr>
        <w:t>________</w:t>
      </w:r>
      <w:r w:rsidRPr="0051010F">
        <w:rPr>
          <w:b/>
          <w:sz w:val="24"/>
          <w:szCs w:val="24"/>
          <w:u w:val="single"/>
        </w:rPr>
        <w:t>0,</w:t>
      </w:r>
      <w:r w:rsidR="007475A0">
        <w:rPr>
          <w:b/>
          <w:sz w:val="24"/>
          <w:szCs w:val="24"/>
          <w:u w:val="single"/>
        </w:rPr>
        <w:t>35</w:t>
      </w:r>
      <w:r w:rsidR="00EE252B">
        <w:rPr>
          <w:b/>
          <w:sz w:val="24"/>
          <w:szCs w:val="24"/>
          <w:u w:val="single"/>
        </w:rPr>
        <w:t>кв.км__</w:t>
      </w:r>
      <w:r w:rsidRPr="0051010F">
        <w:rPr>
          <w:b/>
          <w:sz w:val="24"/>
          <w:szCs w:val="24"/>
          <w:u w:val="single"/>
        </w:rPr>
        <w:t>_</w:t>
      </w:r>
      <w:r w:rsidRPr="00A87390">
        <w:rPr>
          <w:b/>
          <w:sz w:val="24"/>
          <w:szCs w:val="24"/>
          <w:u w:val="single"/>
        </w:rPr>
        <w:t>_</w:t>
      </w:r>
      <w:r>
        <w:rPr>
          <w:b/>
          <w:sz w:val="24"/>
          <w:szCs w:val="24"/>
          <w:u w:val="single"/>
        </w:rPr>
        <w:t>_</w:t>
      </w:r>
    </w:p>
    <w:p w:rsidR="00995FA2" w:rsidRPr="00A87390" w:rsidRDefault="00995FA2" w:rsidP="00995FA2">
      <w:pPr>
        <w:pStyle w:val="ConsPlusNonformat"/>
        <w:widowControl/>
        <w:jc w:val="both"/>
        <w:rPr>
          <w:spacing w:val="-14"/>
        </w:rPr>
      </w:pPr>
      <w:r>
        <w:t xml:space="preserve">                                </w:t>
      </w:r>
      <w:r w:rsidRPr="00A87390">
        <w:rPr>
          <w:spacing w:val="-14"/>
        </w:rPr>
        <w:t>(площадь предоставленной в пользование акватории)</w:t>
      </w:r>
    </w:p>
    <w:p w:rsidR="00995FA2" w:rsidRPr="0011373D" w:rsidRDefault="00EE252B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Расчеты</w:t>
      </w:r>
      <w:r w:rsidR="00995FA2" w:rsidRPr="0011373D">
        <w:rPr>
          <w:b/>
          <w:sz w:val="24"/>
          <w:szCs w:val="24"/>
        </w:rPr>
        <w:t xml:space="preserve"> параметров водопользования прилагаются к настоящему Договору и</w:t>
      </w:r>
      <w:r w:rsidR="00995FA2">
        <w:rPr>
          <w:b/>
          <w:sz w:val="24"/>
          <w:szCs w:val="24"/>
        </w:rPr>
        <w:t xml:space="preserve"> </w:t>
      </w:r>
      <w:r w:rsidR="00995FA2" w:rsidRPr="0011373D">
        <w:rPr>
          <w:b/>
          <w:sz w:val="24"/>
          <w:szCs w:val="24"/>
        </w:rPr>
        <w:t>являются его неотъемлемой частью</w:t>
      </w:r>
      <w:r w:rsidR="00995FA2">
        <w:rPr>
          <w:b/>
          <w:sz w:val="24"/>
          <w:szCs w:val="24"/>
        </w:rPr>
        <w:t xml:space="preserve"> (приложение 1)</w:t>
      </w:r>
      <w:r w:rsidR="00995FA2" w:rsidRPr="0011373D">
        <w:rPr>
          <w:b/>
          <w:sz w:val="24"/>
          <w:szCs w:val="24"/>
        </w:rPr>
        <w:t>.</w:t>
      </w:r>
    </w:p>
    <w:p w:rsidR="00995FA2" w:rsidRDefault="00995FA2" w:rsidP="00995FA2">
      <w:pPr>
        <w:pStyle w:val="ConsPlusNonformat"/>
        <w:widowControl/>
        <w:jc w:val="both"/>
      </w:pPr>
    </w:p>
    <w:p w:rsidR="00995FA2" w:rsidRDefault="00995FA2" w:rsidP="00995FA2">
      <w:pPr>
        <w:pStyle w:val="ConsPlusNonformat"/>
        <w:widowControl/>
        <w:jc w:val="both"/>
      </w:pPr>
    </w:p>
    <w:p w:rsidR="00995FA2" w:rsidRPr="00330E9F" w:rsidRDefault="00995FA2" w:rsidP="00EE252B">
      <w:pPr>
        <w:pStyle w:val="ConsPlusNonformat"/>
        <w:widowControl/>
        <w:jc w:val="center"/>
        <w:rPr>
          <w:b/>
          <w:sz w:val="24"/>
          <w:szCs w:val="24"/>
        </w:rPr>
      </w:pPr>
      <w:r w:rsidRPr="00330E9F">
        <w:rPr>
          <w:b/>
          <w:sz w:val="24"/>
          <w:szCs w:val="24"/>
        </w:rPr>
        <w:t>II. Размер, условия и сроки внесения платы за пользование</w:t>
      </w:r>
    </w:p>
    <w:p w:rsidR="00995FA2" w:rsidRPr="00330E9F" w:rsidRDefault="00995FA2" w:rsidP="00EE252B">
      <w:pPr>
        <w:pStyle w:val="ConsPlusNonformat"/>
        <w:widowControl/>
        <w:jc w:val="center"/>
      </w:pPr>
      <w:r w:rsidRPr="00330E9F">
        <w:rPr>
          <w:b/>
          <w:sz w:val="24"/>
          <w:szCs w:val="24"/>
        </w:rPr>
        <w:t>водным объектом</w:t>
      </w:r>
    </w:p>
    <w:p w:rsidR="00995FA2" w:rsidRPr="00882A79" w:rsidRDefault="00995FA2" w:rsidP="00995FA2">
      <w:pPr>
        <w:pStyle w:val="ConsPlusNonformat"/>
        <w:widowControl/>
        <w:rPr>
          <w:b/>
          <w:spacing w:val="-12"/>
          <w:sz w:val="24"/>
          <w:szCs w:val="24"/>
          <w:u w:val="single"/>
        </w:rPr>
      </w:pPr>
      <w:r w:rsidRPr="0011373D">
        <w:rPr>
          <w:b/>
          <w:sz w:val="24"/>
          <w:szCs w:val="24"/>
        </w:rPr>
        <w:t>8.</w:t>
      </w:r>
      <w:r>
        <w:t xml:space="preserve"> </w:t>
      </w:r>
      <w:r w:rsidRPr="0011373D">
        <w:rPr>
          <w:b/>
          <w:sz w:val="24"/>
          <w:szCs w:val="24"/>
        </w:rPr>
        <w:t>Размер платы за пользование водным объектом в соответствии с н</w:t>
      </w:r>
      <w:r w:rsidRPr="0011373D">
        <w:rPr>
          <w:b/>
          <w:sz w:val="24"/>
          <w:szCs w:val="24"/>
        </w:rPr>
        <w:t>а</w:t>
      </w:r>
      <w:r w:rsidRPr="0011373D">
        <w:rPr>
          <w:b/>
          <w:sz w:val="24"/>
          <w:szCs w:val="24"/>
        </w:rPr>
        <w:t xml:space="preserve">стоящим Договором </w:t>
      </w:r>
      <w:r w:rsidRPr="00F43845">
        <w:rPr>
          <w:b/>
          <w:sz w:val="24"/>
          <w:szCs w:val="24"/>
        </w:rPr>
        <w:t xml:space="preserve">составляет </w:t>
      </w:r>
      <w:r w:rsidR="007475A0" w:rsidRPr="00F43845">
        <w:rPr>
          <w:b/>
          <w:sz w:val="24"/>
          <w:szCs w:val="24"/>
          <w:u w:val="single"/>
        </w:rPr>
        <w:t>12054</w:t>
      </w:r>
      <w:r w:rsidRPr="00F43845">
        <w:rPr>
          <w:b/>
          <w:spacing w:val="-14"/>
          <w:sz w:val="24"/>
          <w:szCs w:val="24"/>
          <w:u w:val="single"/>
        </w:rPr>
        <w:t>(</w:t>
      </w:r>
      <w:r w:rsidR="007475A0" w:rsidRPr="00F43845">
        <w:rPr>
          <w:b/>
          <w:spacing w:val="-14"/>
          <w:sz w:val="24"/>
          <w:szCs w:val="24"/>
          <w:u w:val="single"/>
        </w:rPr>
        <w:t xml:space="preserve"> двенадцать тысяч пятьдесят четыре</w:t>
      </w:r>
      <w:r w:rsidRPr="00F43845">
        <w:rPr>
          <w:b/>
          <w:spacing w:val="-14"/>
          <w:sz w:val="24"/>
          <w:szCs w:val="24"/>
          <w:u w:val="single"/>
        </w:rPr>
        <w:t xml:space="preserve">) руб. </w:t>
      </w:r>
      <w:r w:rsidR="007475A0" w:rsidRPr="00F43845">
        <w:rPr>
          <w:b/>
          <w:spacing w:val="-14"/>
          <w:sz w:val="24"/>
          <w:szCs w:val="24"/>
          <w:u w:val="single"/>
        </w:rPr>
        <w:t>0</w:t>
      </w:r>
      <w:r w:rsidRPr="00F43845">
        <w:rPr>
          <w:b/>
          <w:spacing w:val="-14"/>
          <w:sz w:val="24"/>
          <w:szCs w:val="24"/>
          <w:u w:val="single"/>
        </w:rPr>
        <w:t>0_ коп.</w:t>
      </w:r>
      <w:r w:rsidRPr="00F43845">
        <w:rPr>
          <w:b/>
          <w:spacing w:val="-12"/>
          <w:sz w:val="24"/>
          <w:szCs w:val="24"/>
          <w:u w:val="single"/>
        </w:rPr>
        <w:t>_в год________________________________________</w:t>
      </w:r>
      <w:r w:rsidR="007475A0" w:rsidRPr="00F43845">
        <w:rPr>
          <w:b/>
          <w:spacing w:val="-12"/>
          <w:sz w:val="24"/>
          <w:szCs w:val="24"/>
          <w:u w:val="single"/>
        </w:rPr>
        <w:t>____________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51010F">
        <w:rPr>
          <w:b/>
          <w:sz w:val="24"/>
          <w:szCs w:val="24"/>
        </w:rPr>
        <w:lastRenderedPageBreak/>
        <w:t>Расчет размера платы за пользование</w:t>
      </w:r>
      <w:r w:rsidRPr="0011373D">
        <w:rPr>
          <w:b/>
          <w:sz w:val="24"/>
          <w:szCs w:val="24"/>
        </w:rPr>
        <w:t xml:space="preserve"> водным объектом прилагается к настоящему Договору и является его неотъемлемой частью</w:t>
      </w:r>
    </w:p>
    <w:p w:rsidR="00995FA2" w:rsidRPr="002559AD" w:rsidRDefault="00995FA2" w:rsidP="00995FA2">
      <w:pPr>
        <w:pStyle w:val="ConsPlusNonformat"/>
        <w:widowControl/>
        <w:jc w:val="both"/>
        <w:rPr>
          <w:b/>
          <w:spacing w:val="-24"/>
          <w:sz w:val="24"/>
          <w:szCs w:val="24"/>
        </w:rPr>
      </w:pPr>
      <w:r w:rsidRPr="002559AD">
        <w:rPr>
          <w:b/>
          <w:spacing w:val="-24"/>
          <w:sz w:val="24"/>
          <w:szCs w:val="24"/>
        </w:rPr>
        <w:t>(приложение 2).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9.</w:t>
      </w:r>
      <w:r>
        <w:t xml:space="preserve"> </w:t>
      </w:r>
      <w:r w:rsidRPr="0011373D">
        <w:rPr>
          <w:b/>
          <w:sz w:val="24"/>
          <w:szCs w:val="24"/>
        </w:rPr>
        <w:t>Размер платы за пользование водным объектом определяется как произведение платежной базы за платежный период и соответствующей ставки платы за пользование водным объектом.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 xml:space="preserve">Платежным периодом признается </w:t>
      </w:r>
      <w:r w:rsidR="00EE252B">
        <w:rPr>
          <w:b/>
          <w:sz w:val="24"/>
          <w:szCs w:val="24"/>
          <w:u w:val="single"/>
        </w:rPr>
        <w:t>квартал.</w:t>
      </w:r>
      <w:r w:rsidRPr="0011373D">
        <w:rPr>
          <w:b/>
          <w:sz w:val="24"/>
          <w:szCs w:val="24"/>
          <w:u w:val="single"/>
        </w:rPr>
        <w:t>_________________</w:t>
      </w:r>
      <w:r>
        <w:rPr>
          <w:b/>
          <w:sz w:val="24"/>
          <w:szCs w:val="24"/>
          <w:u w:val="single"/>
        </w:rPr>
        <w:t>____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  <w:u w:val="single"/>
        </w:rPr>
      </w:pPr>
      <w:r w:rsidRPr="0011373D">
        <w:rPr>
          <w:b/>
          <w:sz w:val="24"/>
          <w:szCs w:val="24"/>
        </w:rPr>
        <w:t xml:space="preserve">Платежной базой является </w:t>
      </w:r>
      <w:r w:rsidRPr="00DC4B4C">
        <w:rPr>
          <w:b/>
          <w:spacing w:val="-20"/>
          <w:sz w:val="24"/>
          <w:szCs w:val="24"/>
          <w:u w:val="single"/>
        </w:rPr>
        <w:t>площадь предоставленной акватории_ водного об</w:t>
      </w:r>
      <w:r w:rsidRPr="00DC4B4C">
        <w:rPr>
          <w:b/>
          <w:spacing w:val="-20"/>
          <w:sz w:val="24"/>
          <w:szCs w:val="24"/>
          <w:u w:val="single"/>
        </w:rPr>
        <w:t>ъ</w:t>
      </w:r>
      <w:r w:rsidRPr="00DC4B4C">
        <w:rPr>
          <w:b/>
          <w:spacing w:val="-20"/>
          <w:sz w:val="24"/>
          <w:szCs w:val="24"/>
          <w:u w:val="single"/>
        </w:rPr>
        <w:t>екта</w:t>
      </w:r>
      <w:r w:rsidRPr="00DC4B4C">
        <w:rPr>
          <w:b/>
          <w:spacing w:val="-14"/>
          <w:sz w:val="24"/>
          <w:szCs w:val="24"/>
          <w:u w:val="single"/>
        </w:rPr>
        <w:t>.</w:t>
      </w:r>
      <w:r>
        <w:rPr>
          <w:b/>
          <w:spacing w:val="-10"/>
          <w:sz w:val="24"/>
          <w:szCs w:val="24"/>
          <w:u w:val="single"/>
        </w:rPr>
        <w:t xml:space="preserve">                                            ______          ___</w:t>
      </w:r>
      <w:r>
        <w:t xml:space="preserve">                     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10. При изменении в установленном порядке ставок платы за польз</w:t>
      </w:r>
      <w:r w:rsidRPr="0011373D">
        <w:rPr>
          <w:b/>
          <w:sz w:val="24"/>
          <w:szCs w:val="24"/>
        </w:rPr>
        <w:t>о</w:t>
      </w:r>
      <w:r w:rsidRPr="0011373D">
        <w:rPr>
          <w:b/>
          <w:sz w:val="24"/>
          <w:szCs w:val="24"/>
        </w:rPr>
        <w:t xml:space="preserve">вание водным объектом размер платы за пользование водным объектом может изменяться Кубанским БВУ не чаще 1 раза за платежный период с предварительным уведомлением об этом Водопользователя в </w:t>
      </w:r>
      <w:r>
        <w:rPr>
          <w:b/>
          <w:sz w:val="24"/>
          <w:szCs w:val="24"/>
        </w:rPr>
        <w:t>10-дневный</w:t>
      </w:r>
      <w:r w:rsidRPr="0011373D">
        <w:rPr>
          <w:b/>
          <w:sz w:val="24"/>
          <w:szCs w:val="24"/>
        </w:rPr>
        <w:t xml:space="preserve"> срок.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11. Плата за пользование водным объектом вносится Водопользоват</w:t>
      </w:r>
      <w:r w:rsidRPr="0011373D">
        <w:rPr>
          <w:b/>
          <w:sz w:val="24"/>
          <w:szCs w:val="24"/>
        </w:rPr>
        <w:t>е</w:t>
      </w:r>
      <w:r w:rsidRPr="0011373D">
        <w:rPr>
          <w:b/>
          <w:sz w:val="24"/>
          <w:szCs w:val="24"/>
        </w:rPr>
        <w:t>лем каждый платежный период не позднее 20-го числа месяца, следу</w:t>
      </w:r>
      <w:r w:rsidRPr="0011373D">
        <w:rPr>
          <w:b/>
          <w:sz w:val="24"/>
          <w:szCs w:val="24"/>
        </w:rPr>
        <w:t>ю</w:t>
      </w:r>
      <w:r w:rsidRPr="0011373D">
        <w:rPr>
          <w:b/>
          <w:sz w:val="24"/>
          <w:szCs w:val="24"/>
        </w:rPr>
        <w:t xml:space="preserve">щего за истекшим платежным периодом, по месту пользования водным объектом путем перечисления на счет </w:t>
      </w:r>
    </w:p>
    <w:p w:rsidR="00995FA2" w:rsidRPr="004736C5" w:rsidRDefault="00EE252B" w:rsidP="00995FA2">
      <w:pPr>
        <w:pStyle w:val="ConsPlusNonformat"/>
        <w:widowControl/>
        <w:spacing w:line="264" w:lineRule="auto"/>
        <w:jc w:val="both"/>
      </w:pPr>
      <w:r>
        <w:rPr>
          <w:b/>
          <w:sz w:val="24"/>
          <w:szCs w:val="24"/>
          <w:u w:val="single"/>
        </w:rPr>
        <w:t>УФК</w:t>
      </w:r>
      <w:r w:rsidR="00995FA2" w:rsidRPr="0050691E">
        <w:rPr>
          <w:b/>
          <w:sz w:val="24"/>
          <w:szCs w:val="24"/>
          <w:u w:val="single"/>
        </w:rPr>
        <w:t xml:space="preserve"> по </w:t>
      </w:r>
      <w:r>
        <w:rPr>
          <w:b/>
          <w:sz w:val="24"/>
          <w:szCs w:val="24"/>
          <w:u w:val="single"/>
        </w:rPr>
        <w:t>Ставропольскому</w:t>
      </w:r>
      <w:r w:rsidR="00995FA2" w:rsidRPr="0050691E">
        <w:rPr>
          <w:b/>
          <w:sz w:val="24"/>
          <w:szCs w:val="24"/>
          <w:u w:val="single"/>
        </w:rPr>
        <w:t xml:space="preserve"> краю</w:t>
      </w:r>
      <w:r>
        <w:rPr>
          <w:b/>
          <w:sz w:val="24"/>
          <w:szCs w:val="24"/>
          <w:u w:val="single"/>
        </w:rPr>
        <w:t xml:space="preserve"> (министерство природных ресурсов и о</w:t>
      </w:r>
      <w:r>
        <w:rPr>
          <w:b/>
          <w:sz w:val="24"/>
          <w:szCs w:val="24"/>
          <w:u w:val="single"/>
        </w:rPr>
        <w:t>х</w:t>
      </w:r>
      <w:r>
        <w:rPr>
          <w:b/>
          <w:sz w:val="24"/>
          <w:szCs w:val="24"/>
          <w:u w:val="single"/>
        </w:rPr>
        <w:t>раны окружающей среды Ставропольского края)_</w:t>
      </w:r>
      <w:r w:rsidR="00995FA2">
        <w:rPr>
          <w:b/>
          <w:sz w:val="24"/>
          <w:szCs w:val="24"/>
          <w:u w:val="single"/>
        </w:rPr>
        <w:t>_________________</w:t>
      </w:r>
      <w:r w:rsidR="00995FA2" w:rsidRPr="004736C5">
        <w:rPr>
          <w:b/>
          <w:u w:val="single"/>
        </w:rPr>
        <w:t>_</w:t>
      </w:r>
    </w:p>
    <w:p w:rsidR="00995FA2" w:rsidRPr="00EE252B" w:rsidRDefault="00995FA2" w:rsidP="00995FA2">
      <w:pPr>
        <w:pStyle w:val="ConsPlusNonformat"/>
        <w:spacing w:line="264" w:lineRule="auto"/>
        <w:jc w:val="both"/>
        <w:rPr>
          <w:b/>
          <w:sz w:val="24"/>
          <w:szCs w:val="24"/>
          <w:u w:val="single"/>
        </w:rPr>
      </w:pPr>
      <w:r w:rsidRPr="00F0359A">
        <w:rPr>
          <w:b/>
          <w:sz w:val="24"/>
          <w:szCs w:val="24"/>
          <w:u w:val="single"/>
        </w:rPr>
        <w:t xml:space="preserve">ИНН </w:t>
      </w:r>
      <w:r w:rsidR="00EE252B">
        <w:rPr>
          <w:b/>
          <w:sz w:val="24"/>
          <w:szCs w:val="24"/>
          <w:u w:val="single"/>
        </w:rPr>
        <w:t xml:space="preserve">администратора платежа </w:t>
      </w:r>
      <w:r w:rsidRPr="00F0359A">
        <w:rPr>
          <w:b/>
          <w:sz w:val="24"/>
          <w:szCs w:val="24"/>
          <w:u w:val="single"/>
        </w:rPr>
        <w:t>2</w:t>
      </w:r>
      <w:r w:rsidR="00EE252B">
        <w:rPr>
          <w:b/>
          <w:sz w:val="24"/>
          <w:szCs w:val="24"/>
          <w:u w:val="single"/>
        </w:rPr>
        <w:t>636045265</w:t>
      </w:r>
      <w:r>
        <w:rPr>
          <w:b/>
          <w:sz w:val="24"/>
          <w:szCs w:val="24"/>
          <w:u w:val="single"/>
        </w:rPr>
        <w:t xml:space="preserve">, КПП </w:t>
      </w:r>
      <w:r w:rsidR="00EE252B">
        <w:rPr>
          <w:b/>
          <w:sz w:val="24"/>
          <w:szCs w:val="24"/>
          <w:u w:val="single"/>
        </w:rPr>
        <w:t xml:space="preserve">администратора платежа </w:t>
      </w:r>
      <w:r w:rsidRPr="00702DE4">
        <w:rPr>
          <w:b/>
          <w:sz w:val="24"/>
          <w:szCs w:val="24"/>
          <w:u w:val="single"/>
        </w:rPr>
        <w:t>2</w:t>
      </w:r>
      <w:r w:rsidR="00EE252B">
        <w:rPr>
          <w:b/>
          <w:sz w:val="24"/>
          <w:szCs w:val="24"/>
          <w:u w:val="single"/>
        </w:rPr>
        <w:t>63601001</w:t>
      </w:r>
      <w:r>
        <w:rPr>
          <w:b/>
          <w:sz w:val="24"/>
          <w:szCs w:val="24"/>
          <w:u w:val="single"/>
        </w:rPr>
        <w:t>,</w:t>
      </w:r>
      <w:r w:rsidR="00EE252B">
        <w:rPr>
          <w:b/>
          <w:sz w:val="24"/>
          <w:szCs w:val="24"/>
          <w:u w:val="single"/>
        </w:rPr>
        <w:t xml:space="preserve"> </w:t>
      </w:r>
      <w:r w:rsidRPr="004736C5">
        <w:rPr>
          <w:b/>
          <w:spacing w:val="-8"/>
          <w:u w:val="single"/>
        </w:rPr>
        <w:t>Р</w:t>
      </w:r>
      <w:r w:rsidRPr="004736C5">
        <w:rPr>
          <w:b/>
          <w:spacing w:val="-8"/>
          <w:sz w:val="24"/>
          <w:szCs w:val="24"/>
          <w:u w:val="single"/>
        </w:rPr>
        <w:t>/счет № 401018103000000100</w:t>
      </w:r>
      <w:r w:rsidR="00EE252B">
        <w:rPr>
          <w:b/>
          <w:spacing w:val="-8"/>
          <w:sz w:val="24"/>
          <w:szCs w:val="24"/>
          <w:u w:val="single"/>
        </w:rPr>
        <w:t>05</w:t>
      </w:r>
      <w:r>
        <w:rPr>
          <w:b/>
          <w:spacing w:val="-8"/>
          <w:sz w:val="24"/>
          <w:szCs w:val="24"/>
          <w:u w:val="single"/>
        </w:rPr>
        <w:t xml:space="preserve"> </w:t>
      </w:r>
      <w:r w:rsidR="00C10824">
        <w:rPr>
          <w:b/>
          <w:spacing w:val="-8"/>
          <w:sz w:val="24"/>
          <w:szCs w:val="24"/>
          <w:u w:val="single"/>
        </w:rPr>
        <w:t xml:space="preserve">в </w:t>
      </w:r>
      <w:r w:rsidRPr="0050691E">
        <w:rPr>
          <w:b/>
          <w:sz w:val="24"/>
          <w:szCs w:val="24"/>
          <w:u w:val="single"/>
        </w:rPr>
        <w:t>ГРКЦ ГУ Б</w:t>
      </w:r>
      <w:r w:rsidR="00C10824">
        <w:rPr>
          <w:b/>
          <w:sz w:val="24"/>
          <w:szCs w:val="24"/>
          <w:u w:val="single"/>
        </w:rPr>
        <w:t>анка России</w:t>
      </w:r>
      <w:r w:rsidRPr="0050691E">
        <w:rPr>
          <w:b/>
          <w:sz w:val="24"/>
          <w:szCs w:val="24"/>
          <w:u w:val="single"/>
        </w:rPr>
        <w:t xml:space="preserve"> по </w:t>
      </w:r>
      <w:r w:rsidR="00C10824">
        <w:rPr>
          <w:b/>
          <w:sz w:val="24"/>
          <w:szCs w:val="24"/>
          <w:u w:val="single"/>
        </w:rPr>
        <w:t>Ставропольскому</w:t>
      </w:r>
      <w:r w:rsidRPr="0050691E">
        <w:rPr>
          <w:b/>
          <w:sz w:val="24"/>
          <w:szCs w:val="24"/>
          <w:u w:val="single"/>
        </w:rPr>
        <w:t xml:space="preserve"> </w:t>
      </w:r>
      <w:r w:rsidR="00C10824">
        <w:rPr>
          <w:b/>
          <w:spacing w:val="-10"/>
          <w:sz w:val="24"/>
          <w:szCs w:val="24"/>
          <w:u w:val="single"/>
        </w:rPr>
        <w:t>краю г.Ставрополь</w:t>
      </w:r>
      <w:r w:rsidRPr="00256546">
        <w:rPr>
          <w:b/>
          <w:spacing w:val="-10"/>
          <w:sz w:val="24"/>
          <w:szCs w:val="24"/>
          <w:u w:val="single"/>
        </w:rPr>
        <w:t>, БИК 040</w:t>
      </w:r>
      <w:r w:rsidR="00C10824">
        <w:rPr>
          <w:b/>
          <w:spacing w:val="-10"/>
          <w:sz w:val="24"/>
          <w:szCs w:val="24"/>
          <w:u w:val="single"/>
        </w:rPr>
        <w:t>702001</w:t>
      </w:r>
      <w:r w:rsidRPr="00256546">
        <w:rPr>
          <w:b/>
          <w:spacing w:val="-10"/>
          <w:sz w:val="24"/>
          <w:szCs w:val="24"/>
          <w:u w:val="single"/>
        </w:rPr>
        <w:t xml:space="preserve">, код </w:t>
      </w:r>
      <w:r w:rsidR="00C10824">
        <w:rPr>
          <w:b/>
          <w:spacing w:val="-10"/>
          <w:sz w:val="24"/>
          <w:szCs w:val="24"/>
          <w:u w:val="single"/>
        </w:rPr>
        <w:t>администратора</w:t>
      </w:r>
      <w:r w:rsidRPr="00256546">
        <w:rPr>
          <w:b/>
          <w:spacing w:val="-10"/>
          <w:sz w:val="24"/>
          <w:szCs w:val="24"/>
          <w:u w:val="single"/>
        </w:rPr>
        <w:t xml:space="preserve"> 052</w:t>
      </w:r>
      <w:r w:rsidR="00C10824">
        <w:rPr>
          <w:b/>
          <w:spacing w:val="-10"/>
          <w:sz w:val="24"/>
          <w:szCs w:val="24"/>
          <w:u w:val="single"/>
        </w:rPr>
        <w:t>, код БК 052 1 12 05010 01 0000 120, ОКАТО администратора платежа 07401000000</w:t>
      </w:r>
      <w:r w:rsidRPr="00256546">
        <w:rPr>
          <w:b/>
          <w:spacing w:val="-10"/>
          <w:sz w:val="24"/>
          <w:szCs w:val="24"/>
          <w:u w:val="single"/>
        </w:rPr>
        <w:t>)</w:t>
      </w:r>
      <w:r w:rsidRPr="00993F62">
        <w:rPr>
          <w:b/>
          <w:sz w:val="24"/>
          <w:szCs w:val="24"/>
          <w:u w:val="single"/>
        </w:rPr>
        <w:t xml:space="preserve"> </w:t>
      </w:r>
      <w:r w:rsidRPr="0050691E">
        <w:rPr>
          <w:b/>
          <w:sz w:val="24"/>
          <w:szCs w:val="24"/>
          <w:u w:val="single"/>
        </w:rPr>
        <w:t>плата за пользования</w:t>
      </w:r>
      <w:r>
        <w:rPr>
          <w:b/>
          <w:sz w:val="24"/>
          <w:szCs w:val="24"/>
          <w:u w:val="single"/>
        </w:rPr>
        <w:t xml:space="preserve"> водными объектами </w:t>
      </w:r>
      <w:r w:rsidRPr="0050691E">
        <w:rPr>
          <w:b/>
          <w:sz w:val="24"/>
          <w:szCs w:val="24"/>
          <w:u w:val="single"/>
        </w:rPr>
        <w:t>находящим</w:t>
      </w:r>
      <w:r>
        <w:rPr>
          <w:b/>
          <w:sz w:val="24"/>
          <w:szCs w:val="24"/>
          <w:u w:val="single"/>
        </w:rPr>
        <w:t xml:space="preserve">ися в федеральной собственности ________           ___________ </w:t>
      </w:r>
      <w:r w:rsidRPr="004736C5">
        <w:rPr>
          <w:b/>
          <w:u w:val="single"/>
        </w:rPr>
        <w:t>_</w:t>
      </w:r>
      <w:r>
        <w:rPr>
          <w:b/>
          <w:sz w:val="24"/>
          <w:szCs w:val="24"/>
          <w:u w:val="single"/>
        </w:rPr>
        <w:t>_____</w:t>
      </w:r>
    </w:p>
    <w:p w:rsidR="00995FA2" w:rsidRDefault="00995FA2" w:rsidP="00995FA2">
      <w:pPr>
        <w:pStyle w:val="ConsPlusNonformat"/>
        <w:widowControl/>
        <w:jc w:val="center"/>
      </w:pPr>
      <w:r>
        <w:t>(банковские реквизиты, коды бюджетной классификации)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в соответствии с графиком внесения платы за пользование водным объектом, прилагаемым к настоящему Договору и являющимся его н</w:t>
      </w:r>
      <w:r w:rsidRPr="0011373D">
        <w:rPr>
          <w:b/>
          <w:sz w:val="24"/>
          <w:szCs w:val="24"/>
        </w:rPr>
        <w:t>е</w:t>
      </w:r>
      <w:r w:rsidRPr="0011373D">
        <w:rPr>
          <w:b/>
          <w:sz w:val="24"/>
          <w:szCs w:val="24"/>
        </w:rPr>
        <w:t>отъемлемой частью.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12. Подтверждением исполнения Водопользователем обязательств по внесению платы за пользование водным объектом в соответствии с н</w:t>
      </w:r>
      <w:r w:rsidRPr="0011373D">
        <w:rPr>
          <w:b/>
          <w:sz w:val="24"/>
          <w:szCs w:val="24"/>
        </w:rPr>
        <w:t>а</w:t>
      </w:r>
      <w:r w:rsidRPr="0011373D">
        <w:rPr>
          <w:b/>
          <w:sz w:val="24"/>
          <w:szCs w:val="24"/>
        </w:rPr>
        <w:t xml:space="preserve">стоящим Договором является представление им в </w:t>
      </w:r>
      <w:r w:rsidR="00C10824">
        <w:rPr>
          <w:b/>
          <w:sz w:val="24"/>
          <w:szCs w:val="24"/>
        </w:rPr>
        <w:t>Уполномоченный орган</w:t>
      </w:r>
      <w:r w:rsidRPr="0011373D">
        <w:rPr>
          <w:b/>
          <w:sz w:val="24"/>
          <w:szCs w:val="24"/>
        </w:rPr>
        <w:t xml:space="preserve"> копии платежного документа с отметкой банка (платежное поручение, квитанция), отражающего полноту и своевременность внесения платы за пользование водным объектом.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13. Перерасчет размера платы, установленной настоящим Договором за пользование водным объектом, находящимся в федеральной собственн</w:t>
      </w:r>
      <w:r w:rsidRPr="0011373D">
        <w:rPr>
          <w:b/>
          <w:sz w:val="24"/>
          <w:szCs w:val="24"/>
        </w:rPr>
        <w:t>о</w:t>
      </w:r>
      <w:r w:rsidRPr="0011373D">
        <w:rPr>
          <w:b/>
          <w:sz w:val="24"/>
          <w:szCs w:val="24"/>
        </w:rPr>
        <w:t>сти, осуществляется в порядке, установленном пунктами 7 и 8 Правил расчета и взимания платы за пользование водными объектами, наход</w:t>
      </w:r>
      <w:r w:rsidRPr="0011373D">
        <w:rPr>
          <w:b/>
          <w:sz w:val="24"/>
          <w:szCs w:val="24"/>
        </w:rPr>
        <w:t>я</w:t>
      </w:r>
      <w:r w:rsidRPr="0011373D">
        <w:rPr>
          <w:b/>
          <w:sz w:val="24"/>
          <w:szCs w:val="24"/>
        </w:rPr>
        <w:t>щимися в федеральной собственности, утвержденных Постановлением Правит</w:t>
      </w:r>
      <w:r w:rsidR="00C10824">
        <w:rPr>
          <w:b/>
          <w:sz w:val="24"/>
          <w:szCs w:val="24"/>
        </w:rPr>
        <w:t>ельства Российской Федерации от</w:t>
      </w:r>
      <w:r w:rsidRPr="0011373D">
        <w:rPr>
          <w:b/>
          <w:sz w:val="24"/>
          <w:szCs w:val="24"/>
        </w:rPr>
        <w:t xml:space="preserve"> 14 декабря </w:t>
      </w:r>
      <w:smartTag w:uri="urn:schemas-microsoft-com:office:smarttags" w:element="metricconverter">
        <w:smartTagPr>
          <w:attr w:name="ProductID" w:val="2006 г"/>
        </w:smartTagPr>
        <w:r w:rsidRPr="0011373D">
          <w:rPr>
            <w:b/>
            <w:sz w:val="24"/>
            <w:szCs w:val="24"/>
          </w:rPr>
          <w:t>2006 г</w:t>
        </w:r>
      </w:smartTag>
      <w:r w:rsidRPr="0011373D">
        <w:rPr>
          <w:b/>
          <w:sz w:val="24"/>
          <w:szCs w:val="24"/>
        </w:rPr>
        <w:t>. N 764</w:t>
      </w:r>
      <w:r>
        <w:rPr>
          <w:b/>
          <w:sz w:val="24"/>
          <w:szCs w:val="24"/>
        </w:rPr>
        <w:t>.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14. Изменение размера платы и перерасчет размера платы за польз</w:t>
      </w:r>
      <w:r w:rsidRPr="0011373D">
        <w:rPr>
          <w:b/>
          <w:sz w:val="24"/>
          <w:szCs w:val="24"/>
        </w:rPr>
        <w:t>о</w:t>
      </w:r>
      <w:r w:rsidRPr="0011373D">
        <w:rPr>
          <w:b/>
          <w:sz w:val="24"/>
          <w:szCs w:val="24"/>
        </w:rPr>
        <w:t>вание водным объектом, предусмотренные соответственно пунктами 10 и 13 наст</w:t>
      </w:r>
      <w:r w:rsidR="00C10824">
        <w:rPr>
          <w:b/>
          <w:sz w:val="24"/>
          <w:szCs w:val="24"/>
        </w:rPr>
        <w:t xml:space="preserve">оящего Договора, </w:t>
      </w:r>
      <w:r w:rsidRPr="0011373D">
        <w:rPr>
          <w:b/>
          <w:sz w:val="24"/>
          <w:szCs w:val="24"/>
        </w:rPr>
        <w:t>оформляются путем подписания сторонами дополнительных соглашений к настоящему Договору, являющихся его неотъемлемой частью.</w:t>
      </w:r>
    </w:p>
    <w:p w:rsidR="00995FA2" w:rsidRPr="002559AD" w:rsidRDefault="00995FA2" w:rsidP="00995FA2">
      <w:pPr>
        <w:pStyle w:val="ConsPlusNormal"/>
        <w:ind w:firstLine="0"/>
        <w:jc w:val="both"/>
        <w:rPr>
          <w:rFonts w:ascii="Courier New" w:hAnsi="Courier New" w:cs="Courier New"/>
          <w:b/>
          <w:sz w:val="24"/>
          <w:szCs w:val="24"/>
        </w:rPr>
      </w:pPr>
      <w:r w:rsidRPr="0011373D">
        <w:rPr>
          <w:rFonts w:ascii="Courier New" w:hAnsi="Courier New" w:cs="Courier New"/>
          <w:b/>
          <w:sz w:val="24"/>
          <w:szCs w:val="24"/>
        </w:rPr>
        <w:t xml:space="preserve">15. Площадь используемой акватории устанавливается на весь срок действия договора водопользования и не требует подтверждения о фактических параметрах осуществляемого водопользования. </w:t>
      </w:r>
    </w:p>
    <w:p w:rsidR="00995FA2" w:rsidRDefault="00995FA2" w:rsidP="00995FA2">
      <w:pPr>
        <w:pStyle w:val="ConsPlusNonformat"/>
        <w:widowControl/>
        <w:jc w:val="both"/>
      </w:pPr>
    </w:p>
    <w:p w:rsidR="00995FA2" w:rsidRPr="0011373D" w:rsidRDefault="00995FA2" w:rsidP="00C10824">
      <w:pPr>
        <w:pStyle w:val="ConsPlusNonformat"/>
        <w:widowControl/>
        <w:jc w:val="center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III. Права и обязанности сторон</w:t>
      </w:r>
    </w:p>
    <w:p w:rsidR="00995FA2" w:rsidRDefault="00995FA2" w:rsidP="00995FA2">
      <w:pPr>
        <w:pStyle w:val="ConsPlusNonformat"/>
        <w:widowControl/>
        <w:jc w:val="both"/>
      </w:pPr>
    </w:p>
    <w:p w:rsidR="00C10824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 xml:space="preserve">16. </w:t>
      </w:r>
      <w:r w:rsidR="00C10824" w:rsidRPr="00C10824">
        <w:rPr>
          <w:b/>
          <w:sz w:val="24"/>
          <w:szCs w:val="24"/>
        </w:rPr>
        <w:t>Уполномоченный орган</w:t>
      </w:r>
      <w:r w:rsidRPr="00C10824">
        <w:rPr>
          <w:b/>
          <w:sz w:val="24"/>
          <w:szCs w:val="24"/>
        </w:rPr>
        <w:t xml:space="preserve"> имеет право: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а) на беспрепятственный доступ к водному объекту в месте осущест</w:t>
      </w:r>
      <w:r w:rsidRPr="0011373D">
        <w:rPr>
          <w:b/>
          <w:sz w:val="24"/>
          <w:szCs w:val="24"/>
        </w:rPr>
        <w:t>в</w:t>
      </w:r>
      <w:r w:rsidRPr="0011373D">
        <w:rPr>
          <w:b/>
          <w:sz w:val="24"/>
          <w:szCs w:val="24"/>
        </w:rPr>
        <w:t>ления водополь</w:t>
      </w:r>
      <w:r w:rsidR="00C10824">
        <w:rPr>
          <w:b/>
          <w:sz w:val="24"/>
          <w:szCs w:val="24"/>
        </w:rPr>
        <w:t xml:space="preserve">зования и в </w:t>
      </w:r>
      <w:r w:rsidRPr="0011373D">
        <w:rPr>
          <w:b/>
          <w:sz w:val="24"/>
          <w:szCs w:val="24"/>
        </w:rPr>
        <w:t xml:space="preserve">границах предоставленной в пользование </w:t>
      </w:r>
      <w:r w:rsidRPr="0011373D">
        <w:rPr>
          <w:b/>
          <w:sz w:val="24"/>
          <w:szCs w:val="24"/>
        </w:rPr>
        <w:lastRenderedPageBreak/>
        <w:t>части водного объекта, к производственным и иным объектам, соор</w:t>
      </w:r>
      <w:r w:rsidRPr="0011373D">
        <w:rPr>
          <w:b/>
          <w:sz w:val="24"/>
          <w:szCs w:val="24"/>
        </w:rPr>
        <w:t>у</w:t>
      </w:r>
      <w:r w:rsidRPr="0011373D">
        <w:rPr>
          <w:b/>
          <w:sz w:val="24"/>
          <w:szCs w:val="24"/>
        </w:rPr>
        <w:t>жениям и оборудованию, посредством которых осуществляется вод</w:t>
      </w:r>
      <w:r w:rsidRPr="0011373D">
        <w:rPr>
          <w:b/>
          <w:sz w:val="24"/>
          <w:szCs w:val="24"/>
        </w:rPr>
        <w:t>о</w:t>
      </w:r>
      <w:r w:rsidRPr="0011373D">
        <w:rPr>
          <w:b/>
          <w:sz w:val="24"/>
          <w:szCs w:val="24"/>
        </w:rPr>
        <w:t>пользование, с целью проверки выполнения Водопользователем условий настоящего Договора;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1373D">
        <w:rPr>
          <w:b/>
          <w:sz w:val="24"/>
          <w:szCs w:val="24"/>
        </w:rPr>
        <w:t>б) вносить предложения по пересмотру условий настоящего Договора в связи с изменени</w:t>
      </w:r>
      <w:r>
        <w:rPr>
          <w:b/>
          <w:sz w:val="24"/>
          <w:szCs w:val="24"/>
        </w:rPr>
        <w:t>ем водохозяйственной обстановки</w:t>
      </w:r>
      <w:r w:rsidRPr="0011373D">
        <w:rPr>
          <w:b/>
          <w:sz w:val="24"/>
          <w:szCs w:val="24"/>
        </w:rPr>
        <w:t>;</w:t>
      </w:r>
    </w:p>
    <w:p w:rsidR="00995FA2" w:rsidRPr="0011373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в) </w:t>
      </w:r>
      <w:r w:rsidRPr="0011373D">
        <w:rPr>
          <w:b/>
          <w:sz w:val="24"/>
          <w:szCs w:val="24"/>
        </w:rPr>
        <w:t>требовать от Водопользователя надлежащего исполнения возложе</w:t>
      </w:r>
      <w:r w:rsidRPr="0011373D">
        <w:rPr>
          <w:b/>
          <w:sz w:val="24"/>
          <w:szCs w:val="24"/>
        </w:rPr>
        <w:t>н</w:t>
      </w:r>
      <w:r w:rsidRPr="0011373D">
        <w:rPr>
          <w:b/>
          <w:sz w:val="24"/>
          <w:szCs w:val="24"/>
        </w:rPr>
        <w:t>ных на него обязательств по водопользованию.</w:t>
      </w:r>
    </w:p>
    <w:p w:rsidR="00995FA2" w:rsidRPr="00BB236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BB2362">
        <w:rPr>
          <w:b/>
          <w:sz w:val="24"/>
          <w:szCs w:val="24"/>
        </w:rPr>
        <w:t xml:space="preserve">17. </w:t>
      </w:r>
      <w:r w:rsidR="00C10824" w:rsidRPr="00C10824">
        <w:rPr>
          <w:b/>
          <w:sz w:val="24"/>
          <w:szCs w:val="24"/>
        </w:rPr>
        <w:t>Уполномоченный орган</w:t>
      </w:r>
      <w:r w:rsidRPr="00C10824">
        <w:rPr>
          <w:b/>
          <w:sz w:val="24"/>
          <w:szCs w:val="24"/>
        </w:rPr>
        <w:t xml:space="preserve"> обя</w:t>
      </w:r>
      <w:r w:rsidR="00C10824" w:rsidRPr="00C10824">
        <w:rPr>
          <w:b/>
          <w:sz w:val="24"/>
          <w:szCs w:val="24"/>
        </w:rPr>
        <w:t>зан</w:t>
      </w:r>
      <w:r w:rsidRPr="00C10824">
        <w:rPr>
          <w:b/>
          <w:sz w:val="24"/>
          <w:szCs w:val="24"/>
        </w:rPr>
        <w:t>:</w:t>
      </w:r>
    </w:p>
    <w:p w:rsidR="00995FA2" w:rsidRPr="00BB236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BB2362">
        <w:rPr>
          <w:b/>
          <w:sz w:val="24"/>
          <w:szCs w:val="24"/>
        </w:rPr>
        <w:t>а) выполнять в полном объеме условия настоящего Договора;</w:t>
      </w:r>
    </w:p>
    <w:p w:rsidR="00995FA2" w:rsidRPr="00BB236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BB2362">
        <w:rPr>
          <w:b/>
          <w:sz w:val="24"/>
          <w:szCs w:val="24"/>
        </w:rPr>
        <w:t>б) уведомлять в письменной форме в 10-дневный срок Водопользоват</w:t>
      </w:r>
      <w:r w:rsidRPr="00BB2362">
        <w:rPr>
          <w:b/>
          <w:sz w:val="24"/>
          <w:szCs w:val="24"/>
        </w:rPr>
        <w:t>е</w:t>
      </w:r>
      <w:r w:rsidRPr="00BB2362">
        <w:rPr>
          <w:b/>
          <w:sz w:val="24"/>
          <w:szCs w:val="24"/>
        </w:rPr>
        <w:t>ля об изменении номер</w:t>
      </w:r>
      <w:r w:rsidR="00354C53">
        <w:rPr>
          <w:b/>
          <w:sz w:val="24"/>
          <w:szCs w:val="24"/>
        </w:rPr>
        <w:t>а счета</w:t>
      </w:r>
      <w:r w:rsidR="00C10824">
        <w:rPr>
          <w:b/>
          <w:sz w:val="24"/>
          <w:szCs w:val="24"/>
        </w:rPr>
        <w:t xml:space="preserve"> для перечисления платы</w:t>
      </w:r>
      <w:r w:rsidRPr="00BB2362">
        <w:rPr>
          <w:b/>
          <w:sz w:val="24"/>
          <w:szCs w:val="24"/>
        </w:rPr>
        <w:t xml:space="preserve"> за пользование водными объектами, указанного в пункте 11</w:t>
      </w:r>
      <w:r>
        <w:rPr>
          <w:b/>
          <w:sz w:val="24"/>
          <w:szCs w:val="24"/>
        </w:rPr>
        <w:t xml:space="preserve"> </w:t>
      </w:r>
      <w:r w:rsidRPr="00BB2362">
        <w:rPr>
          <w:b/>
          <w:sz w:val="24"/>
          <w:szCs w:val="24"/>
        </w:rPr>
        <w:t>настоящего Договора.</w:t>
      </w:r>
    </w:p>
    <w:p w:rsidR="00995FA2" w:rsidRPr="00BB236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BB2362">
        <w:rPr>
          <w:b/>
          <w:sz w:val="24"/>
          <w:szCs w:val="24"/>
        </w:rPr>
        <w:t>18. Водопользователь имеет право:</w:t>
      </w:r>
    </w:p>
    <w:p w:rsidR="00995FA2" w:rsidRPr="00BB2362" w:rsidRDefault="00C10824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а) использовать водный объект на </w:t>
      </w:r>
      <w:r w:rsidR="00995FA2" w:rsidRPr="00BB2362">
        <w:rPr>
          <w:b/>
          <w:sz w:val="24"/>
          <w:szCs w:val="24"/>
        </w:rPr>
        <w:t>условиях, установленных настоящим Договором;</w:t>
      </w:r>
    </w:p>
    <w:p w:rsidR="00995FA2" w:rsidRPr="00BB2362" w:rsidRDefault="00995FA2" w:rsidP="00995FA2">
      <w:pPr>
        <w:pStyle w:val="ConsPlusNonformat"/>
        <w:widowControl/>
        <w:jc w:val="both"/>
        <w:rPr>
          <w:b/>
          <w:spacing w:val="-12"/>
          <w:sz w:val="24"/>
          <w:szCs w:val="24"/>
        </w:rPr>
      </w:pPr>
      <w:r w:rsidRPr="00BB2362">
        <w:rPr>
          <w:b/>
          <w:sz w:val="24"/>
          <w:szCs w:val="24"/>
        </w:rPr>
        <w:t xml:space="preserve">б) </w:t>
      </w:r>
      <w:r w:rsidR="00C10824">
        <w:rPr>
          <w:b/>
          <w:spacing w:val="-12"/>
          <w:sz w:val="24"/>
          <w:szCs w:val="24"/>
        </w:rPr>
        <w:t>вносить предложения по пересмотру</w:t>
      </w:r>
      <w:r w:rsidRPr="00BB2362">
        <w:rPr>
          <w:b/>
          <w:spacing w:val="-12"/>
          <w:sz w:val="24"/>
          <w:szCs w:val="24"/>
        </w:rPr>
        <w:t xml:space="preserve"> условий настоящего Договора в связи с изменением целей и параметров водопользования;</w:t>
      </w:r>
    </w:p>
    <w:p w:rsidR="00995FA2" w:rsidRDefault="00C10824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в) </w:t>
      </w:r>
      <w:r w:rsidR="00995FA2" w:rsidRPr="00BB2362">
        <w:rPr>
          <w:b/>
          <w:sz w:val="24"/>
          <w:szCs w:val="24"/>
        </w:rPr>
        <w:t xml:space="preserve">с </w:t>
      </w:r>
      <w:r>
        <w:rPr>
          <w:b/>
          <w:sz w:val="24"/>
          <w:szCs w:val="24"/>
        </w:rPr>
        <w:t xml:space="preserve">согласия Уполномоченного органа передавать свои права </w:t>
      </w:r>
      <w:r w:rsidR="00995FA2" w:rsidRPr="00BB2362">
        <w:rPr>
          <w:b/>
          <w:sz w:val="24"/>
          <w:szCs w:val="24"/>
        </w:rPr>
        <w:t>и об</w:t>
      </w:r>
      <w:r w:rsidR="00995FA2" w:rsidRPr="00BB2362">
        <w:rPr>
          <w:b/>
          <w:sz w:val="24"/>
          <w:szCs w:val="24"/>
        </w:rPr>
        <w:t>я</w:t>
      </w:r>
      <w:r w:rsidR="00995FA2" w:rsidRPr="00BB2362">
        <w:rPr>
          <w:b/>
          <w:sz w:val="24"/>
          <w:szCs w:val="24"/>
        </w:rPr>
        <w:t>занно</w:t>
      </w:r>
      <w:r>
        <w:rPr>
          <w:b/>
          <w:sz w:val="24"/>
          <w:szCs w:val="24"/>
        </w:rPr>
        <w:t xml:space="preserve">сти по </w:t>
      </w:r>
      <w:r w:rsidR="00995FA2" w:rsidRPr="00BB2362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>стоящему Договору другому</w:t>
      </w:r>
      <w:r w:rsidR="00995FA2" w:rsidRPr="00BB2362">
        <w:rPr>
          <w:b/>
          <w:sz w:val="24"/>
          <w:szCs w:val="24"/>
        </w:rPr>
        <w:t xml:space="preserve"> лицу</w:t>
      </w:r>
      <w:r w:rsidR="002F1E12">
        <w:rPr>
          <w:b/>
          <w:sz w:val="24"/>
          <w:szCs w:val="24"/>
        </w:rPr>
        <w:t>, за исключением прав и обязанностей в части забора (изъятия) водных ресурсов из повер</w:t>
      </w:r>
      <w:r w:rsidR="002F1E12">
        <w:rPr>
          <w:b/>
          <w:sz w:val="24"/>
          <w:szCs w:val="24"/>
        </w:rPr>
        <w:t>х</w:t>
      </w:r>
      <w:r w:rsidR="002F1E12">
        <w:rPr>
          <w:b/>
          <w:sz w:val="24"/>
          <w:szCs w:val="24"/>
        </w:rPr>
        <w:t>ностных объектов для целей питьевого и хозяйственно-бытового вод</w:t>
      </w:r>
      <w:r w:rsidR="002F1E12">
        <w:rPr>
          <w:b/>
          <w:sz w:val="24"/>
          <w:szCs w:val="24"/>
        </w:rPr>
        <w:t>о</w:t>
      </w:r>
      <w:r w:rsidR="002F1E12">
        <w:rPr>
          <w:b/>
          <w:sz w:val="24"/>
          <w:szCs w:val="24"/>
        </w:rPr>
        <w:t>снабжения;</w:t>
      </w:r>
    </w:p>
    <w:p w:rsidR="002F1E12" w:rsidRPr="002F1E12" w:rsidRDefault="00995FA2" w:rsidP="002F1E12">
      <w:pPr>
        <w:pStyle w:val="ConsPlusNonformat"/>
        <w:widowControl/>
        <w:jc w:val="both"/>
        <w:rPr>
          <w:b/>
          <w:sz w:val="24"/>
          <w:szCs w:val="24"/>
        </w:rPr>
      </w:pPr>
      <w:r w:rsidRPr="00876F13">
        <w:rPr>
          <w:b/>
          <w:sz w:val="24"/>
          <w:szCs w:val="24"/>
        </w:rPr>
        <w:t>19. Водопользователь обязан:</w:t>
      </w:r>
    </w:p>
    <w:p w:rsidR="00BD23EB" w:rsidRPr="00BD23EB" w:rsidRDefault="00BD23EB" w:rsidP="00BD23EB">
      <w:pPr>
        <w:widowControl w:val="0"/>
        <w:autoSpaceDE w:val="0"/>
        <w:autoSpaceDN w:val="0"/>
        <w:adjustRightInd w:val="0"/>
        <w:spacing w:line="216" w:lineRule="auto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1. Вести целевое использование водного объекта: использование а</w:t>
      </w:r>
      <w:r w:rsidRPr="00BD23EB">
        <w:rPr>
          <w:rFonts w:ascii="Courier New" w:hAnsi="Courier New" w:cs="Courier New"/>
          <w:b/>
        </w:rPr>
        <w:t>к</w:t>
      </w:r>
      <w:r w:rsidRPr="00BD23EB">
        <w:rPr>
          <w:rFonts w:ascii="Courier New" w:hAnsi="Courier New" w:cs="Courier New"/>
          <w:b/>
        </w:rPr>
        <w:t>ватории в рекреационных целях (</w:t>
      </w:r>
      <w:r w:rsidRPr="00BD23EB">
        <w:rPr>
          <w:rFonts w:ascii="Courier New" w:hAnsi="Courier New" w:cs="Courier New"/>
          <w:b/>
          <w:spacing w:val="-6"/>
          <w:kern w:val="24"/>
        </w:rPr>
        <w:t>организации отдыха на воде с примен</w:t>
      </w:r>
      <w:r w:rsidRPr="00BD23EB">
        <w:rPr>
          <w:rFonts w:ascii="Courier New" w:hAnsi="Courier New" w:cs="Courier New"/>
          <w:b/>
          <w:spacing w:val="-6"/>
          <w:kern w:val="24"/>
        </w:rPr>
        <w:t>е</w:t>
      </w:r>
      <w:r w:rsidRPr="00BD23EB">
        <w:rPr>
          <w:rFonts w:ascii="Courier New" w:hAnsi="Courier New" w:cs="Courier New"/>
          <w:b/>
          <w:spacing w:val="-6"/>
          <w:kern w:val="24"/>
        </w:rPr>
        <w:t>нием моторных  и не моторных маломерных плавательных средств)</w:t>
      </w:r>
      <w:r w:rsidRPr="00BD23EB">
        <w:rPr>
          <w:rFonts w:ascii="Courier New" w:hAnsi="Courier New" w:cs="Courier New"/>
          <w:b/>
        </w:rPr>
        <w:t>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2. Выполнять в полном объеме условия настоящего Договора.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3. Приступить к водопользованию в соответствии с настоящим Догов</w:t>
      </w:r>
      <w:r w:rsidRPr="00BD23EB">
        <w:rPr>
          <w:b/>
          <w:sz w:val="24"/>
          <w:szCs w:val="24"/>
        </w:rPr>
        <w:t>о</w:t>
      </w:r>
      <w:r w:rsidRPr="00BD23EB">
        <w:rPr>
          <w:b/>
          <w:sz w:val="24"/>
          <w:szCs w:val="24"/>
        </w:rPr>
        <w:t>ром с даты регистрации в государственном водном реестре.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4. Вести регулярное наблюдение за состоянием водного объекта и его водоохранной зоной по согласованной с отделом  водных ресурсов по Ставропольскому краю Кубанского бассейнового водного управления (далее отдел водных ресурсов) программе мониторинга (приложение 4) и своевременно передавать результаты наблюдений в указанный отдел.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5. Использовать акваторию согласно предоставленной схеме (в гран</w:t>
      </w:r>
      <w:r w:rsidRPr="00BD23EB">
        <w:rPr>
          <w:rFonts w:ascii="Courier New" w:hAnsi="Courier New" w:cs="Courier New"/>
          <w:b/>
        </w:rPr>
        <w:t>и</w:t>
      </w:r>
      <w:r w:rsidRPr="00BD23EB">
        <w:rPr>
          <w:rFonts w:ascii="Courier New" w:hAnsi="Courier New" w:cs="Courier New"/>
          <w:b/>
        </w:rPr>
        <w:t>цах береговой линии в указанных координатах) (приложение 3).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6. Вносить плату за пользование водными объектами в размере, на условиях и в сроки, которые установлены настоящим Договором.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7. Представлять в Министерство природных ресурсов Ставропольского края (далее Уполномоченный орган) и отдел водных ресурсов краю ежеквартально, не позднее 10-го числа месяца, следующего за отче</w:t>
      </w:r>
      <w:r w:rsidRPr="00BD23EB">
        <w:rPr>
          <w:b/>
          <w:sz w:val="24"/>
          <w:szCs w:val="24"/>
        </w:rPr>
        <w:t>т</w:t>
      </w:r>
      <w:r w:rsidRPr="00BD23EB">
        <w:rPr>
          <w:b/>
          <w:sz w:val="24"/>
          <w:szCs w:val="24"/>
        </w:rPr>
        <w:t xml:space="preserve">ным кварталом, отчет о выполнении условий использования водного объекта (его части), результатах наблюдений за водным объектом и его водоохранной зоной. 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8. Представлять в Уполномоченный орган  ежегодно, не позднее 1 д</w:t>
      </w:r>
      <w:r w:rsidRPr="00BD23EB">
        <w:rPr>
          <w:b/>
          <w:sz w:val="24"/>
          <w:szCs w:val="24"/>
        </w:rPr>
        <w:t>е</w:t>
      </w:r>
      <w:r w:rsidRPr="00BD23EB">
        <w:rPr>
          <w:b/>
          <w:sz w:val="24"/>
          <w:szCs w:val="24"/>
        </w:rPr>
        <w:t>кабря текущего года, на утверждение проект плана водоохранных м</w:t>
      </w:r>
      <w:r w:rsidRPr="00BD23EB">
        <w:rPr>
          <w:b/>
          <w:sz w:val="24"/>
          <w:szCs w:val="24"/>
        </w:rPr>
        <w:t>е</w:t>
      </w:r>
      <w:r w:rsidRPr="00BD23EB">
        <w:rPr>
          <w:b/>
          <w:sz w:val="24"/>
          <w:szCs w:val="24"/>
        </w:rPr>
        <w:t>роприятий на последующий год.</w:t>
      </w:r>
    </w:p>
    <w:p w:rsidR="00BD23EB" w:rsidRPr="00BD23EB" w:rsidRDefault="00BD23EB" w:rsidP="00BD23EB">
      <w:pPr>
        <w:pStyle w:val="ConsPlusNonformat"/>
        <w:widowControl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9. Представлять в Уполномоченный орган  ежеквартально, не позднее 10-го числа месяца, следующего  за отчетным кварталом, отчет о в</w:t>
      </w:r>
      <w:r w:rsidRPr="00BD23EB">
        <w:rPr>
          <w:b/>
          <w:sz w:val="24"/>
          <w:szCs w:val="24"/>
        </w:rPr>
        <w:t>ы</w:t>
      </w:r>
      <w:r w:rsidRPr="00BD23EB">
        <w:rPr>
          <w:b/>
          <w:sz w:val="24"/>
          <w:szCs w:val="24"/>
        </w:rPr>
        <w:t>полнении плана водоохранных мероприятий, указанием средств, затр</w:t>
      </w:r>
      <w:r w:rsidRPr="00BD23EB">
        <w:rPr>
          <w:b/>
          <w:sz w:val="24"/>
          <w:szCs w:val="24"/>
        </w:rPr>
        <w:t>а</w:t>
      </w:r>
      <w:r w:rsidRPr="00BD23EB">
        <w:rPr>
          <w:b/>
          <w:sz w:val="24"/>
          <w:szCs w:val="24"/>
        </w:rPr>
        <w:t>ченные на их выполнение.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10. Не допускать ухудшения качества водного объекта, среды обит</w:t>
      </w:r>
      <w:r w:rsidRPr="00BD23EB">
        <w:rPr>
          <w:rFonts w:ascii="Courier New" w:hAnsi="Courier New" w:cs="Courier New"/>
          <w:b/>
        </w:rPr>
        <w:t>а</w:t>
      </w:r>
      <w:r w:rsidRPr="00BD23EB">
        <w:rPr>
          <w:rFonts w:ascii="Courier New" w:hAnsi="Courier New" w:cs="Courier New"/>
          <w:b/>
        </w:rPr>
        <w:t xml:space="preserve">ния животного и растительного мира. 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работ, не связанных</w:t>
      </w:r>
      <w:r w:rsidR="006E5970">
        <w:rPr>
          <w:rFonts w:ascii="Courier New" w:hAnsi="Courier New" w:cs="Courier New"/>
          <w:b/>
        </w:rPr>
        <w:t xml:space="preserve"> с его эксплуатацией.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 xml:space="preserve">11. Охранять выделенную акваторию от загрязнения, принимать меры по очистке акватории и прибрежной полосы от мусора. 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lastRenderedPageBreak/>
        <w:t>12. Соблюдать режим ведения хозяйственной и иной деятельности в пределах водоохраной зоны и прибрежной  полосы водного объекта в соответстви</w:t>
      </w:r>
      <w:r w:rsidR="006E5970">
        <w:rPr>
          <w:rFonts w:ascii="Courier New" w:hAnsi="Courier New" w:cs="Courier New"/>
          <w:b/>
        </w:rPr>
        <w:t>и с Водным кодексом РФ (ст.65).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13.В случае  организации спортивно-любительского рыболовства на предоставленном в пользование водном объекте, получить разрешение на право пользования рыбопромысловым участком в установленном з</w:t>
      </w:r>
      <w:r w:rsidRPr="00BD23EB">
        <w:rPr>
          <w:rFonts w:ascii="Courier New" w:hAnsi="Courier New" w:cs="Courier New"/>
          <w:b/>
        </w:rPr>
        <w:t>а</w:t>
      </w:r>
      <w:r w:rsidRPr="00BD23EB">
        <w:rPr>
          <w:rFonts w:ascii="Courier New" w:hAnsi="Courier New" w:cs="Courier New"/>
          <w:b/>
        </w:rPr>
        <w:t>конодательством порядке.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14. Обеспечить Уполномоченному органу, представителям органов г</w:t>
      </w:r>
      <w:r w:rsidRPr="00BD23EB">
        <w:rPr>
          <w:rFonts w:ascii="Courier New" w:hAnsi="Courier New" w:cs="Courier New"/>
          <w:b/>
        </w:rPr>
        <w:t>о</w:t>
      </w:r>
      <w:r w:rsidRPr="00BD23EB">
        <w:rPr>
          <w:rFonts w:ascii="Courier New" w:hAnsi="Courier New" w:cs="Courier New"/>
          <w:b/>
        </w:rPr>
        <w:t>сударственного контроля и надзора за использованием и охраной во</w:t>
      </w:r>
      <w:r w:rsidRPr="00BD23EB">
        <w:rPr>
          <w:rFonts w:ascii="Courier New" w:hAnsi="Courier New" w:cs="Courier New"/>
          <w:b/>
        </w:rPr>
        <w:t>д</w:t>
      </w:r>
      <w:r w:rsidRPr="00BD23EB">
        <w:rPr>
          <w:rFonts w:ascii="Courier New" w:hAnsi="Courier New" w:cs="Courier New"/>
          <w:b/>
        </w:rPr>
        <w:t>ных объектов и Прикавказского отдела Азово-Черноморского террит</w:t>
      </w:r>
      <w:r w:rsidRPr="00BD23EB">
        <w:rPr>
          <w:rFonts w:ascii="Courier New" w:hAnsi="Courier New" w:cs="Courier New"/>
          <w:b/>
        </w:rPr>
        <w:t>о</w:t>
      </w:r>
      <w:r w:rsidRPr="00BD23EB">
        <w:rPr>
          <w:rFonts w:ascii="Courier New" w:hAnsi="Courier New" w:cs="Courier New"/>
          <w:b/>
        </w:rPr>
        <w:t>риального управления Росрыболовства  доступ к водному объекту или его части по их требованию.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15. Письменно в десятидневный срок уведомить Уполномоченный орган  об изменении своих реквизитов (в том числе банковских).</w:t>
      </w:r>
    </w:p>
    <w:p w:rsidR="00BD23EB" w:rsidRPr="00BD23EB" w:rsidRDefault="00BD23EB" w:rsidP="00BD23EB">
      <w:pPr>
        <w:jc w:val="both"/>
        <w:rPr>
          <w:rFonts w:ascii="Courier New" w:hAnsi="Courier New" w:cs="Courier New"/>
          <w:b/>
        </w:rPr>
      </w:pPr>
      <w:r w:rsidRPr="00BD23EB">
        <w:rPr>
          <w:rFonts w:ascii="Courier New" w:hAnsi="Courier New" w:cs="Courier New"/>
          <w:b/>
        </w:rPr>
        <w:t>16. Своевременно осуществлять мероприятия по предупреждению и  л</w:t>
      </w:r>
      <w:r w:rsidRPr="00BD23EB">
        <w:rPr>
          <w:rFonts w:ascii="Courier New" w:hAnsi="Courier New" w:cs="Courier New"/>
          <w:b/>
        </w:rPr>
        <w:t>и</w:t>
      </w:r>
      <w:r w:rsidRPr="00BD23EB">
        <w:rPr>
          <w:rFonts w:ascii="Courier New" w:hAnsi="Courier New" w:cs="Courier New"/>
          <w:b/>
        </w:rPr>
        <w:t>квидации аварийных и других чрезвычайных ситуаций на водном объе</w:t>
      </w:r>
      <w:r w:rsidRPr="00BD23EB">
        <w:rPr>
          <w:rFonts w:ascii="Courier New" w:hAnsi="Courier New" w:cs="Courier New"/>
          <w:b/>
        </w:rPr>
        <w:t>к</w:t>
      </w:r>
      <w:r w:rsidRPr="00BD23EB">
        <w:rPr>
          <w:rFonts w:ascii="Courier New" w:hAnsi="Courier New" w:cs="Courier New"/>
          <w:b/>
        </w:rPr>
        <w:t>те.</w:t>
      </w:r>
    </w:p>
    <w:p w:rsidR="00BD23EB" w:rsidRPr="00BD23EB" w:rsidRDefault="00BD23EB" w:rsidP="00BD23EB">
      <w:pPr>
        <w:pStyle w:val="ConsPlusNonformat"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17. Оперативно информировать уполномоченные органы об авариях и иных чрезвычайных ситуациях на водном объекте, возникших в связи с использованием водного объекта в соответствии с настоящим догов</w:t>
      </w:r>
      <w:r w:rsidRPr="00BD23EB">
        <w:rPr>
          <w:b/>
          <w:sz w:val="24"/>
          <w:szCs w:val="24"/>
        </w:rPr>
        <w:t>о</w:t>
      </w:r>
      <w:r w:rsidRPr="00BD23EB">
        <w:rPr>
          <w:b/>
          <w:sz w:val="24"/>
          <w:szCs w:val="24"/>
        </w:rPr>
        <w:t>ром.</w:t>
      </w:r>
    </w:p>
    <w:p w:rsidR="00BD23EB" w:rsidRPr="00BD23EB" w:rsidRDefault="00BD23EB" w:rsidP="00BD23EB">
      <w:pPr>
        <w:pStyle w:val="ConsPlusNonformat"/>
        <w:jc w:val="both"/>
        <w:rPr>
          <w:b/>
          <w:sz w:val="24"/>
          <w:szCs w:val="24"/>
        </w:rPr>
      </w:pPr>
      <w:r w:rsidRPr="00BD23EB">
        <w:rPr>
          <w:b/>
          <w:sz w:val="24"/>
          <w:szCs w:val="24"/>
        </w:rPr>
        <w:t>18. Не  осуществлять действий, приводящих к причинению вреда окр</w:t>
      </w:r>
      <w:r w:rsidRPr="00BD23EB">
        <w:rPr>
          <w:b/>
          <w:sz w:val="24"/>
          <w:szCs w:val="24"/>
        </w:rPr>
        <w:t>у</w:t>
      </w:r>
      <w:r w:rsidRPr="00BD23EB">
        <w:rPr>
          <w:b/>
          <w:sz w:val="24"/>
          <w:szCs w:val="24"/>
        </w:rPr>
        <w:t>жающей среде, ухудшению экологической обстановки на предоставле</w:t>
      </w:r>
      <w:r w:rsidRPr="00BD23EB">
        <w:rPr>
          <w:b/>
          <w:sz w:val="24"/>
          <w:szCs w:val="24"/>
        </w:rPr>
        <w:t>н</w:t>
      </w:r>
      <w:r w:rsidRPr="00BD23EB">
        <w:rPr>
          <w:b/>
          <w:sz w:val="24"/>
          <w:szCs w:val="24"/>
        </w:rPr>
        <w:t>ном в пользование водном объекте и прилегающих к нему территориях водоохранных зон и прибрежных защитных полос водных объектов.</w:t>
      </w:r>
    </w:p>
    <w:p w:rsidR="00995FA2" w:rsidRPr="00191623" w:rsidRDefault="00BD23EB" w:rsidP="00BD23EB">
      <w:pPr>
        <w:pStyle w:val="ConsPlusNonformat"/>
        <w:widowControl/>
        <w:jc w:val="both"/>
        <w:rPr>
          <w:b/>
          <w:spacing w:val="-6"/>
          <w:sz w:val="24"/>
          <w:szCs w:val="24"/>
        </w:rPr>
      </w:pPr>
      <w:r w:rsidRPr="00BD23EB">
        <w:rPr>
          <w:b/>
          <w:sz w:val="24"/>
          <w:szCs w:val="24"/>
        </w:rPr>
        <w:t xml:space="preserve">19. </w:t>
      </w:r>
      <w:r w:rsidRPr="00BD23EB">
        <w:rPr>
          <w:b/>
          <w:spacing w:val="-6"/>
          <w:sz w:val="24"/>
          <w:szCs w:val="24"/>
        </w:rPr>
        <w:t>Не нарушать прав других водопользователей, осуществляющих совм</w:t>
      </w:r>
      <w:r w:rsidRPr="00BD23EB">
        <w:rPr>
          <w:b/>
          <w:spacing w:val="-6"/>
          <w:sz w:val="24"/>
          <w:szCs w:val="24"/>
        </w:rPr>
        <w:t>е</w:t>
      </w:r>
      <w:r w:rsidRPr="00BD23EB">
        <w:rPr>
          <w:b/>
          <w:spacing w:val="-6"/>
          <w:sz w:val="24"/>
          <w:szCs w:val="24"/>
        </w:rPr>
        <w:t>стное с Водопользователем использование этого водного объекта.</w:t>
      </w:r>
    </w:p>
    <w:p w:rsidR="00995FA2" w:rsidRDefault="00995FA2" w:rsidP="001D7FED">
      <w:pPr>
        <w:pStyle w:val="ConsPlusNonformat"/>
        <w:jc w:val="both"/>
        <w:rPr>
          <w:b/>
          <w:sz w:val="24"/>
          <w:szCs w:val="24"/>
        </w:rPr>
      </w:pPr>
      <w:r w:rsidRPr="005971C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</w:t>
      </w:r>
      <w:r w:rsidRPr="005971C6">
        <w:rPr>
          <w:b/>
          <w:sz w:val="24"/>
          <w:szCs w:val="24"/>
        </w:rPr>
        <w:t xml:space="preserve">. </w:t>
      </w:r>
      <w:r w:rsidR="001D7FED">
        <w:rPr>
          <w:b/>
          <w:sz w:val="24"/>
          <w:szCs w:val="24"/>
        </w:rPr>
        <w:t>Уполномоченный орган</w:t>
      </w:r>
      <w:r w:rsidRPr="005971C6">
        <w:rPr>
          <w:b/>
          <w:sz w:val="24"/>
          <w:szCs w:val="24"/>
        </w:rPr>
        <w:t xml:space="preserve"> и Водопользователь имеют иные права и н</w:t>
      </w:r>
      <w:r w:rsidRPr="005971C6">
        <w:rPr>
          <w:b/>
          <w:sz w:val="24"/>
          <w:szCs w:val="24"/>
        </w:rPr>
        <w:t>е</w:t>
      </w:r>
      <w:r w:rsidRPr="005971C6">
        <w:rPr>
          <w:b/>
          <w:sz w:val="24"/>
          <w:szCs w:val="24"/>
        </w:rPr>
        <w:t>сут иные обязанности, установленные законодательством Российской Федерации.</w:t>
      </w:r>
    </w:p>
    <w:p w:rsidR="001D7FED" w:rsidRPr="001D7FED" w:rsidRDefault="001D7FED" w:rsidP="001D7FED">
      <w:pPr>
        <w:pStyle w:val="ConsPlusNormal"/>
      </w:pPr>
    </w:p>
    <w:p w:rsidR="00995FA2" w:rsidRDefault="00995FA2" w:rsidP="00995FA2">
      <w:pPr>
        <w:pStyle w:val="ConsPlusNonformat"/>
        <w:widowControl/>
        <w:jc w:val="center"/>
        <w:rPr>
          <w:b/>
          <w:sz w:val="24"/>
          <w:szCs w:val="24"/>
        </w:rPr>
      </w:pPr>
    </w:p>
    <w:p w:rsidR="00995FA2" w:rsidRPr="00F62299" w:rsidRDefault="00995FA2" w:rsidP="00995FA2">
      <w:pPr>
        <w:pStyle w:val="ConsPlusNonformat"/>
        <w:widowControl/>
        <w:jc w:val="center"/>
        <w:rPr>
          <w:b/>
          <w:sz w:val="24"/>
          <w:szCs w:val="24"/>
        </w:rPr>
      </w:pPr>
      <w:r w:rsidRPr="00F62299">
        <w:rPr>
          <w:b/>
          <w:sz w:val="24"/>
          <w:szCs w:val="24"/>
        </w:rPr>
        <w:t>IV. Ответственность сторон</w:t>
      </w:r>
    </w:p>
    <w:p w:rsidR="00995FA2" w:rsidRDefault="00995FA2" w:rsidP="00995FA2">
      <w:pPr>
        <w:pStyle w:val="ConsPlusNonformat"/>
        <w:widowControl/>
        <w:jc w:val="both"/>
      </w:pPr>
    </w:p>
    <w:p w:rsidR="00995FA2" w:rsidRPr="00441FD0" w:rsidRDefault="00995FA2" w:rsidP="00995FA2">
      <w:pPr>
        <w:pStyle w:val="ConsPlusNonforma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21. Стороны несут ответственность за неисполнение</w:t>
      </w:r>
      <w:r w:rsidRPr="00441FD0">
        <w:rPr>
          <w:b/>
          <w:sz w:val="24"/>
          <w:szCs w:val="24"/>
        </w:rPr>
        <w:t xml:space="preserve"> или</w:t>
      </w:r>
      <w:r>
        <w:rPr>
          <w:b/>
          <w:sz w:val="24"/>
          <w:szCs w:val="24"/>
        </w:rPr>
        <w:t xml:space="preserve"> ненадлежащее исполнение своих обязательств по Договору</w:t>
      </w:r>
      <w:r w:rsidRPr="00441FD0">
        <w:rPr>
          <w:b/>
          <w:sz w:val="24"/>
          <w:szCs w:val="24"/>
        </w:rPr>
        <w:t xml:space="preserve"> в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соответствии с закон</w:t>
      </w:r>
      <w:r w:rsidRPr="00441FD0">
        <w:rPr>
          <w:b/>
          <w:sz w:val="24"/>
          <w:szCs w:val="24"/>
        </w:rPr>
        <w:t>о</w:t>
      </w:r>
      <w:r w:rsidRPr="00441FD0">
        <w:rPr>
          <w:b/>
          <w:sz w:val="24"/>
          <w:szCs w:val="24"/>
        </w:rPr>
        <w:t>дательством Российской Федерации.</w:t>
      </w:r>
    </w:p>
    <w:p w:rsidR="00995FA2" w:rsidRPr="00441FD0" w:rsidRDefault="00995FA2" w:rsidP="00995FA2">
      <w:pPr>
        <w:pStyle w:val="ConsPlusNonforma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22. Несвоевременное внесение Водопользователем платы</w:t>
      </w:r>
      <w:r w:rsidRPr="00441FD0">
        <w:rPr>
          <w:b/>
          <w:sz w:val="24"/>
          <w:szCs w:val="24"/>
        </w:rPr>
        <w:t xml:space="preserve"> за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пользов</w:t>
      </w:r>
      <w:r w:rsidRPr="00441FD0">
        <w:rPr>
          <w:b/>
          <w:sz w:val="24"/>
          <w:szCs w:val="24"/>
        </w:rPr>
        <w:t>а</w:t>
      </w:r>
      <w:r w:rsidRPr="00441FD0">
        <w:rPr>
          <w:b/>
          <w:sz w:val="24"/>
          <w:szCs w:val="24"/>
        </w:rPr>
        <w:t>ние водным объектом влечет за собой уплату пеней в размере</w:t>
      </w:r>
      <w:r>
        <w:rPr>
          <w:b/>
          <w:sz w:val="24"/>
          <w:szCs w:val="24"/>
        </w:rPr>
        <w:t xml:space="preserve"> 1/150 действующей на день </w:t>
      </w:r>
      <w:r w:rsidRPr="00441FD0">
        <w:rPr>
          <w:b/>
          <w:sz w:val="24"/>
          <w:szCs w:val="24"/>
        </w:rPr>
        <w:t>уплаты пеней ставки рефинансирования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Централ</w:t>
      </w:r>
      <w:r w:rsidRPr="00441FD0">
        <w:rPr>
          <w:b/>
          <w:sz w:val="24"/>
          <w:szCs w:val="24"/>
        </w:rPr>
        <w:t>ь</w:t>
      </w:r>
      <w:r w:rsidRPr="00441FD0">
        <w:rPr>
          <w:b/>
          <w:sz w:val="24"/>
          <w:szCs w:val="24"/>
        </w:rPr>
        <w:t>ного банка Российской Федерации, но не более чем в размере</w:t>
      </w:r>
      <w:r>
        <w:rPr>
          <w:b/>
          <w:sz w:val="24"/>
          <w:szCs w:val="24"/>
        </w:rPr>
        <w:t xml:space="preserve"> 0,2% за каждый день просрочки. Пеня начисляется за </w:t>
      </w:r>
      <w:r w:rsidRPr="00441FD0">
        <w:rPr>
          <w:b/>
          <w:sz w:val="24"/>
          <w:szCs w:val="24"/>
        </w:rPr>
        <w:t>каждый</w:t>
      </w:r>
      <w:r>
        <w:rPr>
          <w:b/>
          <w:sz w:val="24"/>
          <w:szCs w:val="24"/>
        </w:rPr>
        <w:t xml:space="preserve"> календарный </w:t>
      </w:r>
      <w:r w:rsidRPr="00441FD0">
        <w:rPr>
          <w:b/>
          <w:sz w:val="24"/>
          <w:szCs w:val="24"/>
        </w:rPr>
        <w:t>день просрочки, начиная со следующего за определенным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в Договоре днем внесения платы за пользование водным объектом.</w:t>
      </w:r>
    </w:p>
    <w:p w:rsidR="00995FA2" w:rsidRPr="00441FD0" w:rsidRDefault="00995FA2" w:rsidP="00995FA2">
      <w:pPr>
        <w:pStyle w:val="ConsPlusNonforma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23. Стороны </w:t>
      </w:r>
      <w:r w:rsidRPr="00441FD0">
        <w:rPr>
          <w:b/>
          <w:sz w:val="24"/>
          <w:szCs w:val="24"/>
        </w:rPr>
        <w:t xml:space="preserve">не </w:t>
      </w:r>
      <w:r>
        <w:rPr>
          <w:b/>
          <w:sz w:val="24"/>
          <w:szCs w:val="24"/>
        </w:rPr>
        <w:t>несут ответственности за</w:t>
      </w:r>
      <w:r w:rsidRPr="00441FD0">
        <w:rPr>
          <w:b/>
          <w:sz w:val="24"/>
          <w:szCs w:val="24"/>
        </w:rPr>
        <w:t xml:space="preserve"> нарушение</w:t>
      </w:r>
      <w:r>
        <w:rPr>
          <w:b/>
          <w:sz w:val="24"/>
          <w:szCs w:val="24"/>
        </w:rPr>
        <w:t xml:space="preserve"> обязательств по Договору, вызванное действием </w:t>
      </w:r>
      <w:r w:rsidRPr="00441FD0">
        <w:rPr>
          <w:b/>
          <w:sz w:val="24"/>
          <w:szCs w:val="24"/>
        </w:rPr>
        <w:t>обстоятельств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непреодолимой силы (наводнение, катастрофическое снижение водности</w:t>
      </w:r>
      <w:r>
        <w:rPr>
          <w:b/>
          <w:sz w:val="24"/>
          <w:szCs w:val="24"/>
        </w:rPr>
        <w:t xml:space="preserve"> </w:t>
      </w:r>
      <w:r w:rsidRPr="00441FD0">
        <w:rPr>
          <w:b/>
          <w:sz w:val="24"/>
          <w:szCs w:val="24"/>
        </w:rPr>
        <w:t>водного объекта, аномальное загрязнение водного объекта, др.).</w:t>
      </w:r>
    </w:p>
    <w:p w:rsidR="00995FA2" w:rsidRDefault="00995FA2" w:rsidP="00995FA2">
      <w:pPr>
        <w:pStyle w:val="ConsPlusNonformat"/>
        <w:widowControl/>
        <w:jc w:val="both"/>
      </w:pPr>
    </w:p>
    <w:p w:rsidR="00995FA2" w:rsidRDefault="00995FA2" w:rsidP="00995FA2">
      <w:pPr>
        <w:pStyle w:val="ConsPlusNonformat"/>
        <w:widowControl/>
        <w:jc w:val="center"/>
        <w:rPr>
          <w:b/>
          <w:sz w:val="24"/>
          <w:szCs w:val="24"/>
        </w:rPr>
      </w:pPr>
      <w:r w:rsidRPr="00B748CE">
        <w:rPr>
          <w:b/>
          <w:sz w:val="24"/>
          <w:szCs w:val="24"/>
        </w:rPr>
        <w:t>V. Порядок изменения, расторжения и прекращения Договора</w:t>
      </w:r>
    </w:p>
    <w:p w:rsidR="00995FA2" w:rsidRPr="00DA6EDA" w:rsidRDefault="00995FA2" w:rsidP="00995FA2">
      <w:pPr>
        <w:pStyle w:val="ConsPlusNormal"/>
      </w:pPr>
    </w:p>
    <w:p w:rsidR="00995FA2" w:rsidRPr="006C680A" w:rsidRDefault="001D7FED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24. </w:t>
      </w:r>
      <w:r w:rsidR="00995FA2">
        <w:rPr>
          <w:b/>
          <w:sz w:val="24"/>
          <w:szCs w:val="24"/>
        </w:rPr>
        <w:t xml:space="preserve">Все изменения настоящего Договора оформляются </w:t>
      </w:r>
      <w:r w:rsidR="00995FA2" w:rsidRPr="006C680A">
        <w:rPr>
          <w:b/>
          <w:sz w:val="24"/>
          <w:szCs w:val="24"/>
        </w:rPr>
        <w:t xml:space="preserve">сторонами </w:t>
      </w:r>
      <w:r w:rsidR="00995FA2">
        <w:rPr>
          <w:b/>
          <w:sz w:val="24"/>
          <w:szCs w:val="24"/>
        </w:rPr>
        <w:t>допо</w:t>
      </w:r>
      <w:r w:rsidR="00995FA2">
        <w:rPr>
          <w:b/>
          <w:sz w:val="24"/>
          <w:szCs w:val="24"/>
        </w:rPr>
        <w:t>л</w:t>
      </w:r>
      <w:r w:rsidR="00995FA2">
        <w:rPr>
          <w:b/>
          <w:sz w:val="24"/>
          <w:szCs w:val="24"/>
        </w:rPr>
        <w:t xml:space="preserve">нительными </w:t>
      </w:r>
      <w:r w:rsidR="00995FA2" w:rsidRPr="006C680A">
        <w:rPr>
          <w:b/>
          <w:sz w:val="24"/>
          <w:szCs w:val="24"/>
        </w:rPr>
        <w:t>соглашениями в письменной форме и подлежат в устано</w:t>
      </w:r>
      <w:r w:rsidR="00995FA2" w:rsidRPr="006C680A">
        <w:rPr>
          <w:b/>
          <w:sz w:val="24"/>
          <w:szCs w:val="24"/>
        </w:rPr>
        <w:t>в</w:t>
      </w:r>
      <w:r w:rsidR="00995FA2" w:rsidRPr="006C680A">
        <w:rPr>
          <w:b/>
          <w:sz w:val="24"/>
          <w:szCs w:val="24"/>
        </w:rPr>
        <w:t>ленном порядке государственной регистрации в государственном во</w:t>
      </w:r>
      <w:r w:rsidR="00995FA2" w:rsidRPr="006C680A">
        <w:rPr>
          <w:b/>
          <w:sz w:val="24"/>
          <w:szCs w:val="24"/>
        </w:rPr>
        <w:t>д</w:t>
      </w:r>
      <w:r w:rsidR="00995FA2" w:rsidRPr="006C680A">
        <w:rPr>
          <w:b/>
          <w:sz w:val="24"/>
          <w:szCs w:val="24"/>
        </w:rPr>
        <w:t>ном реестре.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25. Настоящий </w:t>
      </w:r>
      <w:r w:rsidR="001D7FED">
        <w:rPr>
          <w:b/>
          <w:sz w:val="24"/>
          <w:szCs w:val="24"/>
        </w:rPr>
        <w:t>Договор,</w:t>
      </w:r>
      <w:r>
        <w:rPr>
          <w:b/>
          <w:sz w:val="24"/>
          <w:szCs w:val="24"/>
        </w:rPr>
        <w:t xml:space="preserve"> может </w:t>
      </w:r>
      <w:r w:rsidR="001D7FED">
        <w:rPr>
          <w:b/>
          <w:sz w:val="24"/>
          <w:szCs w:val="24"/>
        </w:rPr>
        <w:t>быть,</w:t>
      </w:r>
      <w:r w:rsidRPr="006C680A">
        <w:rPr>
          <w:b/>
          <w:sz w:val="24"/>
          <w:szCs w:val="24"/>
        </w:rPr>
        <w:t xml:space="preserve"> расторгнут до истечения срока его действия по соглашению сторон.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26.</w:t>
      </w:r>
      <w:r w:rsidRPr="006C680A">
        <w:rPr>
          <w:b/>
          <w:sz w:val="24"/>
          <w:szCs w:val="24"/>
        </w:rPr>
        <w:t xml:space="preserve"> Настоящий Договор</w:t>
      </w:r>
      <w:r w:rsidR="001D7FED">
        <w:rPr>
          <w:b/>
          <w:sz w:val="24"/>
          <w:szCs w:val="24"/>
        </w:rPr>
        <w:t>,</w:t>
      </w:r>
      <w:r w:rsidRPr="006C680A">
        <w:rPr>
          <w:b/>
          <w:sz w:val="24"/>
          <w:szCs w:val="24"/>
        </w:rPr>
        <w:t xml:space="preserve"> может быть</w:t>
      </w:r>
      <w:r w:rsidR="001D7FED">
        <w:rPr>
          <w:b/>
          <w:sz w:val="24"/>
          <w:szCs w:val="24"/>
        </w:rPr>
        <w:t>,</w:t>
      </w:r>
      <w:r w:rsidRPr="006C680A">
        <w:rPr>
          <w:b/>
          <w:sz w:val="24"/>
          <w:szCs w:val="24"/>
        </w:rPr>
        <w:t xml:space="preserve"> изменен или расторгнут в соо</w:t>
      </w:r>
      <w:r w:rsidRPr="006C680A">
        <w:rPr>
          <w:b/>
          <w:sz w:val="24"/>
          <w:szCs w:val="24"/>
        </w:rPr>
        <w:t>т</w:t>
      </w:r>
      <w:r w:rsidRPr="006C680A">
        <w:rPr>
          <w:b/>
          <w:sz w:val="24"/>
          <w:szCs w:val="24"/>
        </w:rPr>
        <w:t xml:space="preserve">ветствии </w:t>
      </w:r>
      <w:r>
        <w:rPr>
          <w:b/>
          <w:sz w:val="24"/>
          <w:szCs w:val="24"/>
        </w:rPr>
        <w:t>с</w:t>
      </w:r>
      <w:r w:rsidRPr="006C680A">
        <w:rPr>
          <w:b/>
          <w:sz w:val="24"/>
          <w:szCs w:val="24"/>
        </w:rPr>
        <w:t xml:space="preserve"> гражданским законодательством, в случаях невнесения платы за пользование </w:t>
      </w:r>
      <w:r>
        <w:rPr>
          <w:b/>
          <w:sz w:val="24"/>
          <w:szCs w:val="24"/>
        </w:rPr>
        <w:t>водным объектом в течение</w:t>
      </w:r>
      <w:r w:rsidRPr="006C680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более</w:t>
      </w:r>
      <w:r w:rsidRPr="006C680A">
        <w:rPr>
          <w:b/>
          <w:sz w:val="24"/>
          <w:szCs w:val="24"/>
        </w:rPr>
        <w:t xml:space="preserve"> 2 платежных периодов, а также в случае </w:t>
      </w:r>
      <w:r>
        <w:rPr>
          <w:b/>
          <w:sz w:val="24"/>
          <w:szCs w:val="24"/>
        </w:rPr>
        <w:t>неподписания Водопользователем дополн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тельных соглашений к </w:t>
      </w:r>
      <w:r w:rsidRPr="006C680A">
        <w:rPr>
          <w:b/>
          <w:sz w:val="24"/>
          <w:szCs w:val="24"/>
        </w:rPr>
        <w:t xml:space="preserve">настоящему </w:t>
      </w:r>
      <w:r>
        <w:rPr>
          <w:b/>
          <w:sz w:val="24"/>
          <w:szCs w:val="24"/>
        </w:rPr>
        <w:t xml:space="preserve">Договору в соответствии с </w:t>
      </w:r>
      <w:r w:rsidR="001D7FED">
        <w:rPr>
          <w:b/>
          <w:sz w:val="24"/>
          <w:szCs w:val="24"/>
        </w:rPr>
        <w:t xml:space="preserve">пунктом </w:t>
      </w:r>
      <w:r w:rsidRPr="006C680A">
        <w:rPr>
          <w:b/>
          <w:sz w:val="24"/>
          <w:szCs w:val="24"/>
        </w:rPr>
        <w:t>15 настоящего Договора или нарушения сторонами других условий н</w:t>
      </w:r>
      <w:r w:rsidRPr="006C680A">
        <w:rPr>
          <w:b/>
          <w:sz w:val="24"/>
          <w:szCs w:val="24"/>
        </w:rPr>
        <w:t>а</w:t>
      </w:r>
      <w:r w:rsidRPr="006C680A">
        <w:rPr>
          <w:b/>
          <w:sz w:val="24"/>
          <w:szCs w:val="24"/>
        </w:rPr>
        <w:t>стоящего Договора.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6C680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7</w:t>
      </w:r>
      <w:r w:rsidR="001D7FED">
        <w:rPr>
          <w:b/>
          <w:sz w:val="24"/>
          <w:szCs w:val="24"/>
        </w:rPr>
        <w:t xml:space="preserve">. Пользование водным </w:t>
      </w:r>
      <w:r w:rsidRPr="006C680A">
        <w:rPr>
          <w:b/>
          <w:sz w:val="24"/>
          <w:szCs w:val="24"/>
        </w:rPr>
        <w:t>объектом в соответствии с настоящим Догов</w:t>
      </w:r>
      <w:r w:rsidRPr="006C680A">
        <w:rPr>
          <w:b/>
          <w:sz w:val="24"/>
          <w:szCs w:val="24"/>
        </w:rPr>
        <w:t>о</w:t>
      </w:r>
      <w:r w:rsidRPr="006C680A">
        <w:rPr>
          <w:b/>
          <w:sz w:val="24"/>
          <w:szCs w:val="24"/>
        </w:rPr>
        <w:t xml:space="preserve">ром </w:t>
      </w:r>
      <w:r>
        <w:rPr>
          <w:b/>
          <w:sz w:val="24"/>
          <w:szCs w:val="24"/>
        </w:rPr>
        <w:t xml:space="preserve">прекращается в </w:t>
      </w:r>
      <w:r w:rsidRPr="006C680A">
        <w:rPr>
          <w:b/>
          <w:sz w:val="24"/>
          <w:szCs w:val="24"/>
        </w:rPr>
        <w:t>принуд</w:t>
      </w:r>
      <w:r>
        <w:rPr>
          <w:b/>
          <w:sz w:val="24"/>
          <w:szCs w:val="24"/>
        </w:rPr>
        <w:t xml:space="preserve">ительном порядке по решению суда при </w:t>
      </w:r>
      <w:r w:rsidRPr="006C680A">
        <w:rPr>
          <w:b/>
          <w:sz w:val="24"/>
          <w:szCs w:val="24"/>
        </w:rPr>
        <w:t>н</w:t>
      </w:r>
      <w:r w:rsidRPr="006C680A">
        <w:rPr>
          <w:b/>
          <w:sz w:val="24"/>
          <w:szCs w:val="24"/>
        </w:rPr>
        <w:t>е</w:t>
      </w:r>
      <w:r w:rsidRPr="006C680A">
        <w:rPr>
          <w:b/>
          <w:sz w:val="24"/>
          <w:szCs w:val="24"/>
        </w:rPr>
        <w:t xml:space="preserve">целевом </w:t>
      </w:r>
      <w:r>
        <w:rPr>
          <w:b/>
          <w:sz w:val="24"/>
          <w:szCs w:val="24"/>
        </w:rPr>
        <w:t xml:space="preserve">использовании водного </w:t>
      </w:r>
      <w:r w:rsidRPr="006C680A">
        <w:rPr>
          <w:b/>
          <w:sz w:val="24"/>
          <w:szCs w:val="24"/>
        </w:rPr>
        <w:t>объекта, использовании водного об</w:t>
      </w:r>
      <w:r w:rsidRPr="006C680A">
        <w:rPr>
          <w:b/>
          <w:sz w:val="24"/>
          <w:szCs w:val="24"/>
        </w:rPr>
        <w:t>ъ</w:t>
      </w:r>
      <w:r w:rsidRPr="006C680A">
        <w:rPr>
          <w:b/>
          <w:sz w:val="24"/>
          <w:szCs w:val="24"/>
        </w:rPr>
        <w:t>екта с нарушением за</w:t>
      </w:r>
      <w:r>
        <w:rPr>
          <w:b/>
          <w:sz w:val="24"/>
          <w:szCs w:val="24"/>
        </w:rPr>
        <w:t>конодательства Российской Федерации,</w:t>
      </w:r>
      <w:r w:rsidRPr="006C680A">
        <w:rPr>
          <w:b/>
          <w:sz w:val="24"/>
          <w:szCs w:val="24"/>
        </w:rPr>
        <w:t xml:space="preserve"> неиспол</w:t>
      </w:r>
      <w:r w:rsidRPr="006C680A">
        <w:rPr>
          <w:b/>
          <w:sz w:val="24"/>
          <w:szCs w:val="24"/>
        </w:rPr>
        <w:t>ь</w:t>
      </w:r>
      <w:r w:rsidRPr="006C680A">
        <w:rPr>
          <w:b/>
          <w:sz w:val="24"/>
          <w:szCs w:val="24"/>
        </w:rPr>
        <w:t>зовании водного объекта в срок</w:t>
      </w:r>
      <w:r>
        <w:rPr>
          <w:b/>
          <w:sz w:val="24"/>
          <w:szCs w:val="24"/>
        </w:rPr>
        <w:t>, установленный настоящим Договором, а также прекращается</w:t>
      </w:r>
      <w:r w:rsidRPr="006C680A">
        <w:rPr>
          <w:b/>
          <w:sz w:val="24"/>
          <w:szCs w:val="24"/>
        </w:rPr>
        <w:t xml:space="preserve"> в принудительн</w:t>
      </w:r>
      <w:r w:rsidR="001D7FED">
        <w:rPr>
          <w:b/>
          <w:sz w:val="24"/>
          <w:szCs w:val="24"/>
        </w:rPr>
        <w:t xml:space="preserve">ом </w:t>
      </w:r>
      <w:r w:rsidRPr="006C680A">
        <w:rPr>
          <w:b/>
          <w:sz w:val="24"/>
          <w:szCs w:val="24"/>
        </w:rPr>
        <w:t>порядке Уполномоченным орг</w:t>
      </w:r>
      <w:r w:rsidRPr="006C680A">
        <w:rPr>
          <w:b/>
          <w:sz w:val="24"/>
          <w:szCs w:val="24"/>
        </w:rPr>
        <w:t>а</w:t>
      </w:r>
      <w:r w:rsidRPr="006C680A">
        <w:rPr>
          <w:b/>
          <w:sz w:val="24"/>
          <w:szCs w:val="24"/>
        </w:rPr>
        <w:t xml:space="preserve">ном в пределах его компетенции в </w:t>
      </w:r>
      <w:r>
        <w:rPr>
          <w:b/>
          <w:sz w:val="24"/>
          <w:szCs w:val="24"/>
        </w:rPr>
        <w:t xml:space="preserve">соответствии </w:t>
      </w:r>
      <w:r w:rsidRPr="006C680A">
        <w:rPr>
          <w:b/>
          <w:sz w:val="24"/>
          <w:szCs w:val="24"/>
        </w:rPr>
        <w:t>с федеральными зак</w:t>
      </w:r>
      <w:r w:rsidRPr="006C680A">
        <w:rPr>
          <w:b/>
          <w:sz w:val="24"/>
          <w:szCs w:val="24"/>
        </w:rPr>
        <w:t>о</w:t>
      </w:r>
      <w:r w:rsidRPr="006C680A">
        <w:rPr>
          <w:b/>
          <w:sz w:val="24"/>
          <w:szCs w:val="24"/>
        </w:rPr>
        <w:t>нами в случаях возникновения необходимости использования водного объекта для государственных или муниципальных нужд.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предъявления требования о </w:t>
      </w:r>
      <w:r w:rsidRPr="006C680A">
        <w:rPr>
          <w:b/>
          <w:sz w:val="24"/>
          <w:szCs w:val="24"/>
        </w:rPr>
        <w:t>принудительном прекращении пользов</w:t>
      </w:r>
      <w:r w:rsidRPr="006C680A">
        <w:rPr>
          <w:b/>
          <w:sz w:val="24"/>
          <w:szCs w:val="24"/>
        </w:rPr>
        <w:t>а</w:t>
      </w:r>
      <w:r w:rsidRPr="006C680A">
        <w:rPr>
          <w:b/>
          <w:sz w:val="24"/>
          <w:szCs w:val="24"/>
        </w:rPr>
        <w:t xml:space="preserve">ния </w:t>
      </w:r>
      <w:r>
        <w:rPr>
          <w:b/>
          <w:sz w:val="24"/>
          <w:szCs w:val="24"/>
        </w:rPr>
        <w:t xml:space="preserve">водным </w:t>
      </w:r>
      <w:r w:rsidRPr="006C680A">
        <w:rPr>
          <w:b/>
          <w:sz w:val="24"/>
          <w:szCs w:val="24"/>
        </w:rPr>
        <w:t>объекто</w:t>
      </w:r>
      <w:r>
        <w:rPr>
          <w:b/>
          <w:sz w:val="24"/>
          <w:szCs w:val="24"/>
        </w:rPr>
        <w:t xml:space="preserve">м </w:t>
      </w:r>
      <w:r w:rsidR="001D7FED">
        <w:rPr>
          <w:b/>
          <w:sz w:val="24"/>
          <w:szCs w:val="24"/>
        </w:rPr>
        <w:t>Уполномоченный орган</w:t>
      </w:r>
      <w:r w:rsidRPr="006C680A">
        <w:rPr>
          <w:b/>
          <w:sz w:val="24"/>
          <w:szCs w:val="24"/>
        </w:rPr>
        <w:t xml:space="preserve"> обязано</w:t>
      </w:r>
      <w:r>
        <w:rPr>
          <w:b/>
          <w:sz w:val="24"/>
          <w:szCs w:val="24"/>
        </w:rPr>
        <w:t xml:space="preserve"> вынести </w:t>
      </w:r>
      <w:r w:rsidRPr="006C680A">
        <w:rPr>
          <w:b/>
          <w:sz w:val="24"/>
          <w:szCs w:val="24"/>
        </w:rPr>
        <w:t>Водопол</w:t>
      </w:r>
      <w:r w:rsidRPr="006C680A">
        <w:rPr>
          <w:b/>
          <w:sz w:val="24"/>
          <w:szCs w:val="24"/>
        </w:rPr>
        <w:t>ь</w:t>
      </w:r>
      <w:r w:rsidRPr="006C680A">
        <w:rPr>
          <w:b/>
          <w:sz w:val="24"/>
          <w:szCs w:val="24"/>
        </w:rPr>
        <w:t>зователю</w:t>
      </w:r>
      <w:r>
        <w:rPr>
          <w:b/>
          <w:sz w:val="24"/>
          <w:szCs w:val="24"/>
        </w:rPr>
        <w:t xml:space="preserve"> предупреждение.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Требование об изменении или </w:t>
      </w:r>
      <w:r w:rsidRPr="006C680A">
        <w:rPr>
          <w:b/>
          <w:sz w:val="24"/>
          <w:szCs w:val="24"/>
        </w:rPr>
        <w:t>о расторжении настоящего Договора м</w:t>
      </w:r>
      <w:r w:rsidRPr="006C680A">
        <w:rPr>
          <w:b/>
          <w:sz w:val="24"/>
          <w:szCs w:val="24"/>
        </w:rPr>
        <w:t>о</w:t>
      </w:r>
      <w:r w:rsidRPr="006C680A">
        <w:rPr>
          <w:b/>
          <w:sz w:val="24"/>
          <w:szCs w:val="24"/>
        </w:rPr>
        <w:t xml:space="preserve">жет </w:t>
      </w:r>
      <w:r>
        <w:rPr>
          <w:b/>
          <w:sz w:val="24"/>
          <w:szCs w:val="24"/>
        </w:rPr>
        <w:t xml:space="preserve">быть заявлено </w:t>
      </w:r>
      <w:r w:rsidRPr="006C680A">
        <w:rPr>
          <w:b/>
          <w:sz w:val="24"/>
          <w:szCs w:val="24"/>
        </w:rPr>
        <w:t xml:space="preserve">стороной в суд только после получения отказа </w:t>
      </w:r>
      <w:r w:rsidR="001D7FED">
        <w:rPr>
          <w:b/>
          <w:sz w:val="24"/>
          <w:szCs w:val="24"/>
        </w:rPr>
        <w:t>другой стороны на</w:t>
      </w:r>
      <w:r w:rsidRPr="006C680A">
        <w:rPr>
          <w:b/>
          <w:sz w:val="24"/>
          <w:szCs w:val="24"/>
        </w:rPr>
        <w:t xml:space="preserve"> предложение изменить или расторгнуть настоящий Договор либо неполучения </w:t>
      </w:r>
      <w:r>
        <w:rPr>
          <w:b/>
          <w:sz w:val="24"/>
          <w:szCs w:val="24"/>
        </w:rPr>
        <w:t>ответа в</w:t>
      </w:r>
      <w:r w:rsidR="001D7FED">
        <w:rPr>
          <w:b/>
          <w:sz w:val="24"/>
          <w:szCs w:val="24"/>
        </w:rPr>
        <w:t xml:space="preserve"> срок, указанный в предложении </w:t>
      </w:r>
      <w:r>
        <w:rPr>
          <w:b/>
          <w:sz w:val="24"/>
          <w:szCs w:val="24"/>
        </w:rPr>
        <w:t xml:space="preserve">или </w:t>
      </w:r>
      <w:r w:rsidRPr="006C680A">
        <w:rPr>
          <w:b/>
          <w:sz w:val="24"/>
          <w:szCs w:val="24"/>
        </w:rPr>
        <w:t>в 2х-недельный срок, а при его отсутствии - в 30-дневный срок.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28. </w:t>
      </w:r>
      <w:r w:rsidRPr="006C680A">
        <w:rPr>
          <w:b/>
          <w:sz w:val="24"/>
          <w:szCs w:val="24"/>
        </w:rPr>
        <w:t>При прекращении права пользования водным объектом Водопольз</w:t>
      </w:r>
      <w:r w:rsidRPr="006C680A">
        <w:rPr>
          <w:b/>
          <w:sz w:val="24"/>
          <w:szCs w:val="24"/>
        </w:rPr>
        <w:t>о</w:t>
      </w:r>
      <w:r w:rsidRPr="006C680A">
        <w:rPr>
          <w:b/>
          <w:sz w:val="24"/>
          <w:szCs w:val="24"/>
        </w:rPr>
        <w:t xml:space="preserve">ватель </w:t>
      </w:r>
      <w:r>
        <w:rPr>
          <w:b/>
          <w:sz w:val="24"/>
          <w:szCs w:val="24"/>
        </w:rPr>
        <w:t xml:space="preserve">обязан в срок, </w:t>
      </w:r>
      <w:r w:rsidRPr="006C680A">
        <w:rPr>
          <w:b/>
          <w:sz w:val="24"/>
          <w:szCs w:val="24"/>
        </w:rPr>
        <w:t>установл</w:t>
      </w:r>
      <w:r>
        <w:rPr>
          <w:b/>
          <w:sz w:val="24"/>
          <w:szCs w:val="24"/>
        </w:rPr>
        <w:t>енный</w:t>
      </w:r>
      <w:r w:rsidRPr="006C680A">
        <w:rPr>
          <w:b/>
          <w:sz w:val="24"/>
          <w:szCs w:val="24"/>
        </w:rPr>
        <w:t xml:space="preserve"> дополнительным соглашением сторон (в срок,</w:t>
      </w:r>
      <w:r>
        <w:rPr>
          <w:b/>
          <w:sz w:val="24"/>
          <w:szCs w:val="24"/>
        </w:rPr>
        <w:t xml:space="preserve"> </w:t>
      </w:r>
      <w:r w:rsidR="001D7FED">
        <w:rPr>
          <w:b/>
          <w:sz w:val="24"/>
          <w:szCs w:val="24"/>
        </w:rPr>
        <w:t>установленный Уполномоченным органом</w:t>
      </w:r>
      <w:r w:rsidRPr="006C680A">
        <w:rPr>
          <w:b/>
          <w:sz w:val="24"/>
          <w:szCs w:val="24"/>
        </w:rPr>
        <w:t>, либо в срок, установленный решением суда):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6C680A">
        <w:rPr>
          <w:b/>
          <w:sz w:val="24"/>
          <w:szCs w:val="24"/>
        </w:rPr>
        <w:t>а) прекратить использование водного объекта;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б) обеспечить консервацию или ликвидацию гидротехнических и</w:t>
      </w:r>
      <w:r w:rsidRPr="006C680A">
        <w:rPr>
          <w:b/>
          <w:sz w:val="24"/>
          <w:szCs w:val="24"/>
        </w:rPr>
        <w:t xml:space="preserve"> иных сооружений, расположенных на водном объекте;</w:t>
      </w:r>
    </w:p>
    <w:p w:rsidR="00995FA2" w:rsidRPr="006C680A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в) осуществить природоохранные</w:t>
      </w:r>
      <w:r w:rsidRPr="006C680A">
        <w:rPr>
          <w:b/>
          <w:sz w:val="24"/>
          <w:szCs w:val="24"/>
        </w:rPr>
        <w:t xml:space="preserve"> мероприятия, связанные с прекращ</w:t>
      </w:r>
      <w:r w:rsidRPr="006C680A">
        <w:rPr>
          <w:b/>
          <w:sz w:val="24"/>
          <w:szCs w:val="24"/>
        </w:rPr>
        <w:t>е</w:t>
      </w:r>
      <w:r w:rsidRPr="006C680A">
        <w:rPr>
          <w:b/>
          <w:sz w:val="24"/>
          <w:szCs w:val="24"/>
        </w:rPr>
        <w:t>нием использования водного объекта.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</w:p>
    <w:p w:rsidR="00995FA2" w:rsidRDefault="00995FA2" w:rsidP="001D7FED">
      <w:pPr>
        <w:pStyle w:val="ConsPlusNonformat"/>
        <w:widowControl/>
        <w:numPr>
          <w:ilvl w:val="0"/>
          <w:numId w:val="18"/>
        </w:numPr>
        <w:jc w:val="center"/>
        <w:rPr>
          <w:b/>
          <w:sz w:val="24"/>
          <w:szCs w:val="24"/>
        </w:rPr>
      </w:pPr>
      <w:r w:rsidRPr="004A2747">
        <w:rPr>
          <w:b/>
          <w:sz w:val="24"/>
          <w:szCs w:val="24"/>
        </w:rPr>
        <w:t>Срок действия Договора</w:t>
      </w:r>
    </w:p>
    <w:p w:rsidR="001D7FED" w:rsidRPr="001D7FED" w:rsidRDefault="001D7FED" w:rsidP="001D7FED">
      <w:pPr>
        <w:pStyle w:val="ConsPlusNormal"/>
        <w:ind w:left="1287" w:firstLine="0"/>
      </w:pPr>
    </w:p>
    <w:p w:rsidR="00995FA2" w:rsidRPr="00B0535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29. Настоящий Договор признается заключенным с момента </w:t>
      </w:r>
      <w:r w:rsidRPr="00B0535D">
        <w:rPr>
          <w:b/>
          <w:sz w:val="24"/>
          <w:szCs w:val="24"/>
        </w:rPr>
        <w:t>его гос</w:t>
      </w:r>
      <w:r w:rsidRPr="00B0535D">
        <w:rPr>
          <w:b/>
          <w:sz w:val="24"/>
          <w:szCs w:val="24"/>
        </w:rPr>
        <w:t>у</w:t>
      </w:r>
      <w:r w:rsidRPr="00B0535D">
        <w:rPr>
          <w:b/>
          <w:sz w:val="24"/>
          <w:szCs w:val="24"/>
        </w:rPr>
        <w:t>дарственной регистрации в государственном водном реестре.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30. Срок действия настоящего Договора </w:t>
      </w:r>
      <w:r w:rsidRPr="00B0535D">
        <w:rPr>
          <w:b/>
          <w:sz w:val="24"/>
          <w:szCs w:val="24"/>
        </w:rPr>
        <w:t xml:space="preserve">устанавливается </w:t>
      </w:r>
      <w:r>
        <w:rPr>
          <w:b/>
          <w:sz w:val="24"/>
          <w:szCs w:val="24"/>
        </w:rPr>
        <w:t xml:space="preserve">до </w:t>
      </w:r>
    </w:p>
    <w:p w:rsidR="00A068BD" w:rsidRDefault="00A068BD" w:rsidP="00995FA2">
      <w:pPr>
        <w:pStyle w:val="ConsPlusNonformat"/>
        <w:widowControl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___</w:t>
      </w:r>
      <w:r w:rsidR="007475A0">
        <w:rPr>
          <w:b/>
          <w:sz w:val="24"/>
          <w:szCs w:val="24"/>
          <w:u w:val="single"/>
        </w:rPr>
        <w:t xml:space="preserve">01 </w:t>
      </w:r>
      <w:r w:rsidR="00F43845">
        <w:rPr>
          <w:b/>
          <w:sz w:val="24"/>
          <w:szCs w:val="24"/>
          <w:u w:val="single"/>
        </w:rPr>
        <w:t>октября</w:t>
      </w:r>
      <w:r w:rsidR="007475A0">
        <w:rPr>
          <w:b/>
          <w:sz w:val="24"/>
          <w:szCs w:val="24"/>
          <w:u w:val="single"/>
        </w:rPr>
        <w:t xml:space="preserve"> 2030года</w:t>
      </w:r>
      <w:r>
        <w:rPr>
          <w:b/>
          <w:sz w:val="24"/>
          <w:szCs w:val="24"/>
          <w:u w:val="single"/>
        </w:rPr>
        <w:t>________________________________________</w:t>
      </w: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31. Окончание срока действия</w:t>
      </w:r>
      <w:r w:rsidRPr="00B0535D">
        <w:rPr>
          <w:b/>
          <w:sz w:val="24"/>
          <w:szCs w:val="24"/>
        </w:rPr>
        <w:t xml:space="preserve"> настоящего Договора влечет прекращ</w:t>
      </w:r>
      <w:r w:rsidRPr="00B0535D">
        <w:rPr>
          <w:b/>
          <w:sz w:val="24"/>
          <w:szCs w:val="24"/>
        </w:rPr>
        <w:t>е</w:t>
      </w:r>
      <w:r w:rsidRPr="00B0535D">
        <w:rPr>
          <w:b/>
          <w:sz w:val="24"/>
          <w:szCs w:val="24"/>
        </w:rPr>
        <w:t>ние обязательств сторон по настоящему Договору</w:t>
      </w:r>
      <w:r>
        <w:rPr>
          <w:b/>
          <w:sz w:val="24"/>
          <w:szCs w:val="24"/>
        </w:rPr>
        <w:t xml:space="preserve"> и продлению не по</w:t>
      </w:r>
      <w:r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лежит</w:t>
      </w:r>
      <w:r w:rsidRPr="00B0535D">
        <w:rPr>
          <w:b/>
          <w:sz w:val="24"/>
          <w:szCs w:val="24"/>
        </w:rPr>
        <w:t>.</w:t>
      </w:r>
    </w:p>
    <w:p w:rsidR="001D7FED" w:rsidRPr="001D7FED" w:rsidRDefault="001D7FED" w:rsidP="001D7FED">
      <w:pPr>
        <w:pStyle w:val="ConsPlusNormal"/>
      </w:pPr>
    </w:p>
    <w:p w:rsidR="00995FA2" w:rsidRDefault="00995FA2" w:rsidP="001D7FED">
      <w:pPr>
        <w:pStyle w:val="ConsPlusNonformat"/>
        <w:widowControl/>
        <w:numPr>
          <w:ilvl w:val="0"/>
          <w:numId w:val="18"/>
        </w:numPr>
        <w:jc w:val="center"/>
        <w:rPr>
          <w:b/>
          <w:sz w:val="24"/>
          <w:szCs w:val="24"/>
        </w:rPr>
      </w:pPr>
      <w:r w:rsidRPr="001044BD">
        <w:rPr>
          <w:b/>
          <w:sz w:val="24"/>
          <w:szCs w:val="24"/>
        </w:rPr>
        <w:t>Рассмотрение и урегулирование споров</w:t>
      </w:r>
    </w:p>
    <w:p w:rsidR="001D7FED" w:rsidRPr="001D7FED" w:rsidRDefault="001D7FED" w:rsidP="001D7FED">
      <w:pPr>
        <w:pStyle w:val="ConsPlusNormal"/>
        <w:ind w:left="1287" w:firstLine="0"/>
      </w:pPr>
    </w:p>
    <w:p w:rsidR="00995FA2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 w:rsidRPr="001044B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2</w:t>
      </w:r>
      <w:r w:rsidRPr="001044BD">
        <w:rPr>
          <w:b/>
          <w:sz w:val="24"/>
          <w:szCs w:val="24"/>
        </w:rPr>
        <w:t>. Споры между сторонами, возникающие по настоящему Договору, е</w:t>
      </w:r>
      <w:r w:rsidRPr="001044BD">
        <w:rPr>
          <w:b/>
          <w:sz w:val="24"/>
          <w:szCs w:val="24"/>
        </w:rPr>
        <w:t>с</w:t>
      </w:r>
      <w:r w:rsidRPr="001044BD">
        <w:rPr>
          <w:b/>
          <w:sz w:val="24"/>
          <w:szCs w:val="24"/>
        </w:rPr>
        <w:t>ли они</w:t>
      </w:r>
      <w:r>
        <w:rPr>
          <w:b/>
          <w:sz w:val="24"/>
          <w:szCs w:val="24"/>
        </w:rPr>
        <w:t xml:space="preserve"> не урегулированы </w:t>
      </w:r>
      <w:r w:rsidRPr="001044BD">
        <w:rPr>
          <w:b/>
          <w:sz w:val="24"/>
          <w:szCs w:val="24"/>
        </w:rPr>
        <w:t>сторонами</w:t>
      </w:r>
      <w:r>
        <w:rPr>
          <w:b/>
          <w:sz w:val="24"/>
          <w:szCs w:val="24"/>
        </w:rPr>
        <w:t xml:space="preserve"> путем переговоров, разрешаются в </w:t>
      </w:r>
      <w:r w:rsidRPr="001044BD">
        <w:rPr>
          <w:b/>
          <w:sz w:val="24"/>
          <w:szCs w:val="24"/>
        </w:rPr>
        <w:t>порядке,</w:t>
      </w:r>
      <w:r>
        <w:rPr>
          <w:b/>
          <w:sz w:val="24"/>
          <w:szCs w:val="24"/>
        </w:rPr>
        <w:t xml:space="preserve"> </w:t>
      </w:r>
      <w:r w:rsidRPr="001044BD">
        <w:rPr>
          <w:b/>
          <w:sz w:val="24"/>
          <w:szCs w:val="24"/>
        </w:rPr>
        <w:t>установленном законодательством Российской Федерации.</w:t>
      </w:r>
    </w:p>
    <w:p w:rsidR="001D7FED" w:rsidRPr="001D7FED" w:rsidRDefault="001D7FED" w:rsidP="001D7FED">
      <w:pPr>
        <w:pStyle w:val="ConsPlusNormal"/>
      </w:pPr>
    </w:p>
    <w:p w:rsidR="00995FA2" w:rsidRDefault="00995FA2" w:rsidP="001D7FED">
      <w:pPr>
        <w:pStyle w:val="ConsPlusNonformat"/>
        <w:widowControl/>
        <w:numPr>
          <w:ilvl w:val="0"/>
          <w:numId w:val="18"/>
        </w:numPr>
        <w:jc w:val="center"/>
        <w:rPr>
          <w:b/>
          <w:sz w:val="24"/>
          <w:szCs w:val="24"/>
        </w:rPr>
      </w:pPr>
      <w:r w:rsidRPr="001044BD">
        <w:rPr>
          <w:b/>
          <w:sz w:val="24"/>
          <w:szCs w:val="24"/>
        </w:rPr>
        <w:t>Особые условия Договора</w:t>
      </w:r>
    </w:p>
    <w:p w:rsidR="001D7FED" w:rsidRPr="001D7FED" w:rsidRDefault="001D7FED" w:rsidP="001D7FED">
      <w:pPr>
        <w:pStyle w:val="ConsPlusNormal"/>
        <w:ind w:left="1287" w:firstLine="0"/>
      </w:pPr>
    </w:p>
    <w:p w:rsidR="00995FA2" w:rsidRPr="001044BD" w:rsidRDefault="001D7FED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33. </w:t>
      </w:r>
      <w:r w:rsidR="00995FA2">
        <w:rPr>
          <w:b/>
          <w:sz w:val="24"/>
          <w:szCs w:val="24"/>
        </w:rPr>
        <w:t xml:space="preserve">Договор передачи </w:t>
      </w:r>
      <w:r>
        <w:rPr>
          <w:b/>
          <w:sz w:val="24"/>
          <w:szCs w:val="24"/>
        </w:rPr>
        <w:t xml:space="preserve">Водопользователем </w:t>
      </w:r>
      <w:r w:rsidR="00995FA2" w:rsidRPr="001044BD">
        <w:rPr>
          <w:b/>
          <w:sz w:val="24"/>
          <w:szCs w:val="24"/>
        </w:rPr>
        <w:t>своих прав и обязанностей по</w:t>
      </w:r>
      <w:r w:rsidR="00995FA2">
        <w:rPr>
          <w:b/>
          <w:sz w:val="24"/>
          <w:szCs w:val="24"/>
        </w:rPr>
        <w:t xml:space="preserve"> настоящему Договору другому лицу </w:t>
      </w:r>
      <w:r w:rsidR="00995FA2" w:rsidRPr="001044BD">
        <w:rPr>
          <w:b/>
          <w:sz w:val="24"/>
          <w:szCs w:val="24"/>
        </w:rPr>
        <w:t>подлежит государственной рег</w:t>
      </w:r>
      <w:r w:rsidR="00995FA2" w:rsidRPr="001044BD">
        <w:rPr>
          <w:b/>
          <w:sz w:val="24"/>
          <w:szCs w:val="24"/>
        </w:rPr>
        <w:t>и</w:t>
      </w:r>
      <w:r w:rsidR="00995FA2" w:rsidRPr="001044BD">
        <w:rPr>
          <w:b/>
          <w:sz w:val="24"/>
          <w:szCs w:val="24"/>
        </w:rPr>
        <w:t>страции в</w:t>
      </w:r>
      <w:r w:rsidR="00995FA2">
        <w:rPr>
          <w:b/>
          <w:sz w:val="24"/>
          <w:szCs w:val="24"/>
        </w:rPr>
        <w:t xml:space="preserve"> </w:t>
      </w:r>
      <w:r w:rsidR="00995FA2" w:rsidRPr="001044BD">
        <w:rPr>
          <w:b/>
          <w:sz w:val="24"/>
          <w:szCs w:val="24"/>
        </w:rPr>
        <w:t>государственном водном реестре.</w:t>
      </w:r>
    </w:p>
    <w:p w:rsidR="00995FA2" w:rsidRPr="001044BD" w:rsidRDefault="00995FA2" w:rsidP="00995FA2">
      <w:pPr>
        <w:pStyle w:val="ConsPlusNonformat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34. </w:t>
      </w:r>
      <w:r w:rsidRPr="001044BD">
        <w:rPr>
          <w:b/>
          <w:sz w:val="24"/>
          <w:szCs w:val="24"/>
        </w:rPr>
        <w:t xml:space="preserve">Настоящий </w:t>
      </w:r>
      <w:r>
        <w:rPr>
          <w:b/>
          <w:sz w:val="24"/>
          <w:szCs w:val="24"/>
        </w:rPr>
        <w:t xml:space="preserve">Договор составлен </w:t>
      </w:r>
      <w:r w:rsidRPr="001044BD">
        <w:rPr>
          <w:b/>
          <w:sz w:val="24"/>
          <w:szCs w:val="24"/>
        </w:rPr>
        <w:t>в 2 экземплярах, имеющих одинак</w:t>
      </w:r>
      <w:r w:rsidRPr="001044BD">
        <w:rPr>
          <w:b/>
          <w:sz w:val="24"/>
          <w:szCs w:val="24"/>
        </w:rPr>
        <w:t>о</w:t>
      </w:r>
      <w:r w:rsidRPr="001044BD">
        <w:rPr>
          <w:b/>
          <w:sz w:val="24"/>
          <w:szCs w:val="24"/>
        </w:rPr>
        <w:t>вую</w:t>
      </w:r>
      <w:r>
        <w:rPr>
          <w:b/>
          <w:sz w:val="24"/>
          <w:szCs w:val="24"/>
        </w:rPr>
        <w:t xml:space="preserve"> </w:t>
      </w:r>
      <w:r w:rsidRPr="001044BD">
        <w:rPr>
          <w:b/>
          <w:sz w:val="24"/>
          <w:szCs w:val="24"/>
        </w:rPr>
        <w:t>юридическую силу, по 1 экземпляру для каждой из сторон.</w:t>
      </w:r>
    </w:p>
    <w:p w:rsidR="00995FA2" w:rsidRDefault="00995FA2" w:rsidP="00995FA2">
      <w:pPr>
        <w:pStyle w:val="ConsPlusNonformat"/>
        <w:widowControl/>
      </w:pPr>
    </w:p>
    <w:p w:rsidR="00995FA2" w:rsidRDefault="00995FA2" w:rsidP="00995FA2">
      <w:pPr>
        <w:pStyle w:val="ConsPlusNonformat"/>
        <w:widowControl/>
        <w:jc w:val="center"/>
        <w:rPr>
          <w:b/>
          <w:sz w:val="24"/>
          <w:szCs w:val="24"/>
        </w:rPr>
      </w:pPr>
      <w:r w:rsidRPr="001044BD">
        <w:rPr>
          <w:b/>
          <w:sz w:val="24"/>
          <w:szCs w:val="24"/>
        </w:rPr>
        <w:t>IX. Адреса, подписи сторон и иные реквизиты</w:t>
      </w:r>
    </w:p>
    <w:p w:rsidR="00995FA2" w:rsidRDefault="00995FA2" w:rsidP="00995FA2">
      <w:pPr>
        <w:pStyle w:val="ConsPlusNormal"/>
      </w:pPr>
    </w:p>
    <w:tbl>
      <w:tblPr>
        <w:tblW w:w="9108" w:type="dxa"/>
        <w:tblLayout w:type="fixed"/>
        <w:tblLook w:val="0000"/>
      </w:tblPr>
      <w:tblGrid>
        <w:gridCol w:w="4608"/>
        <w:gridCol w:w="4500"/>
      </w:tblGrid>
      <w:tr w:rsidR="00995FA2" w:rsidRPr="00C628AD" w:rsidTr="00D96A71">
        <w:trPr>
          <w:trHeight w:val="125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EE01BB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EE01BB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Кубанское бассейновое водное_____ управление Федерального агентства водных ресурсов__________________</w:t>
            </w:r>
            <w:r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___</w:t>
            </w:r>
          </w:p>
          <w:p w:rsidR="00995FA2" w:rsidRPr="00C628AD" w:rsidRDefault="00995FA2" w:rsidP="00D96A71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628AD">
              <w:rPr>
                <w:rFonts w:ascii="Courier New" w:hAnsi="Courier New" w:cs="Courier New"/>
                <w:sz w:val="16"/>
                <w:szCs w:val="16"/>
              </w:rPr>
              <w:t>(полное наименование органа)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Default="00995FA2" w:rsidP="00D96A71">
            <w:r>
              <w:t>______________________________</w:t>
            </w:r>
          </w:p>
          <w:p w:rsidR="00995FA2" w:rsidRPr="003B71AE" w:rsidRDefault="00995FA2" w:rsidP="00D96A71">
            <w:pPr>
              <w:pStyle w:val="ConsPlusNonformat"/>
              <w:jc w:val="center"/>
              <w:rPr>
                <w:spacing w:val="-14"/>
                <w:sz w:val="16"/>
                <w:szCs w:val="16"/>
              </w:rPr>
            </w:pPr>
            <w:r w:rsidRPr="003B71AE">
              <w:rPr>
                <w:spacing w:val="-14"/>
                <w:sz w:val="16"/>
                <w:szCs w:val="16"/>
              </w:rPr>
              <w:t>полное наименование для организации или</w:t>
            </w:r>
          </w:p>
          <w:p w:rsidR="00995FA2" w:rsidRDefault="00995FA2" w:rsidP="00D96A71">
            <w:pPr>
              <w:pStyle w:val="ConsPlusNonformat"/>
              <w:rPr>
                <w:spacing w:val="-14"/>
              </w:rPr>
            </w:pPr>
            <w:r>
              <w:rPr>
                <w:spacing w:val="-14"/>
              </w:rPr>
              <w:t>__________________________________</w:t>
            </w:r>
          </w:p>
          <w:p w:rsidR="00995FA2" w:rsidRPr="00C628AD" w:rsidRDefault="00995FA2" w:rsidP="00D96A71">
            <w:pPr>
              <w:pStyle w:val="ConsPlusNonformat"/>
              <w:rPr>
                <w:sz w:val="16"/>
                <w:szCs w:val="16"/>
              </w:rPr>
            </w:pPr>
            <w:r w:rsidRPr="003B71AE">
              <w:rPr>
                <w:sz w:val="16"/>
                <w:szCs w:val="16"/>
              </w:rPr>
              <w:t>(фамилия, имя, отчество – для индивидуальн</w:t>
            </w:r>
            <w:r w:rsidRPr="003B71AE">
              <w:rPr>
                <w:sz w:val="16"/>
                <w:szCs w:val="16"/>
              </w:rPr>
              <w:t>о</w:t>
            </w:r>
            <w:r w:rsidRPr="003B71AE">
              <w:rPr>
                <w:sz w:val="16"/>
                <w:szCs w:val="16"/>
              </w:rPr>
              <w:t>го предпринимателя либо физического лица - указать нужное)</w:t>
            </w:r>
          </w:p>
        </w:tc>
      </w:tr>
      <w:tr w:rsidR="00995FA2" w:rsidRPr="009C5060" w:rsidTr="00D96A7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EA3685" w:rsidRDefault="00FD5986" w:rsidP="00FD5986">
            <w:pPr>
              <w:pStyle w:val="ConsPlusNormal"/>
              <w:ind w:firstLine="0"/>
              <w:rPr>
                <w:rFonts w:ascii="Courier New" w:hAnsi="Courier New" w:cs="Courier New"/>
                <w:b/>
              </w:rPr>
            </w:pPr>
            <w:r w:rsidRPr="00EA3685">
              <w:rPr>
                <w:rFonts w:ascii="Courier New" w:hAnsi="Courier New" w:cs="Courier New"/>
                <w:b/>
              </w:rPr>
              <w:t>УФК по Ставропольскому краю (мин</w:t>
            </w:r>
            <w:r w:rsidRPr="00EA3685">
              <w:rPr>
                <w:rFonts w:ascii="Courier New" w:hAnsi="Courier New" w:cs="Courier New"/>
                <w:b/>
              </w:rPr>
              <w:t>и</w:t>
            </w:r>
            <w:r w:rsidRPr="00EA3685">
              <w:rPr>
                <w:rFonts w:ascii="Courier New" w:hAnsi="Courier New" w:cs="Courier New"/>
                <w:b/>
              </w:rPr>
              <w:t>стерство природных ресурсов и охраны окружающей среды Ставропольского края ИНН администратора платежа 2636045265, КПП администратора пл</w:t>
            </w:r>
            <w:r w:rsidRPr="00EA3685">
              <w:rPr>
                <w:rFonts w:ascii="Courier New" w:hAnsi="Courier New" w:cs="Courier New"/>
                <w:b/>
              </w:rPr>
              <w:t>а</w:t>
            </w:r>
            <w:r w:rsidRPr="00EA3685">
              <w:rPr>
                <w:rFonts w:ascii="Courier New" w:hAnsi="Courier New" w:cs="Courier New"/>
                <w:b/>
              </w:rPr>
              <w:t>тежа 263601001, р/счет №40101810300000010005 в ГРКЦ ГУ Ба</w:t>
            </w:r>
            <w:r w:rsidRPr="00EA3685">
              <w:rPr>
                <w:rFonts w:ascii="Courier New" w:hAnsi="Courier New" w:cs="Courier New"/>
                <w:b/>
              </w:rPr>
              <w:t>н</w:t>
            </w:r>
            <w:r w:rsidRPr="00EA3685">
              <w:rPr>
                <w:rFonts w:ascii="Courier New" w:hAnsi="Courier New" w:cs="Courier New"/>
                <w:b/>
              </w:rPr>
              <w:t>ка России по Ставропольскому краю г. Ставрополь, БИК 040702001, код адм</w:t>
            </w:r>
            <w:r w:rsidRPr="00EA3685">
              <w:rPr>
                <w:rFonts w:ascii="Courier New" w:hAnsi="Courier New" w:cs="Courier New"/>
                <w:b/>
              </w:rPr>
              <w:t>и</w:t>
            </w:r>
            <w:r w:rsidRPr="00EA3685">
              <w:rPr>
                <w:rFonts w:ascii="Courier New" w:hAnsi="Courier New" w:cs="Courier New"/>
                <w:b/>
              </w:rPr>
              <w:t>нистратора 052, код БК 05201 12 05010 01 0000 120, ОКАТО администр</w:t>
            </w:r>
            <w:r w:rsidRPr="00EA3685">
              <w:rPr>
                <w:rFonts w:ascii="Courier New" w:hAnsi="Courier New" w:cs="Courier New"/>
                <w:b/>
              </w:rPr>
              <w:t>а</w:t>
            </w:r>
            <w:r w:rsidRPr="00EA3685">
              <w:rPr>
                <w:rFonts w:ascii="Courier New" w:hAnsi="Courier New" w:cs="Courier New"/>
                <w:b/>
              </w:rPr>
              <w:t>тора платежа 07401000000)</w:t>
            </w:r>
            <w:r w:rsidR="00995FA2" w:rsidRPr="00EA3685">
              <w:rPr>
                <w:rFonts w:ascii="Courier New" w:hAnsi="Courier New" w:cs="Courier New"/>
                <w:b/>
              </w:rPr>
              <w:t>плата за пользования водными объектами, нах</w:t>
            </w:r>
            <w:r w:rsidR="00995FA2" w:rsidRPr="00EA3685">
              <w:rPr>
                <w:rFonts w:ascii="Courier New" w:hAnsi="Courier New" w:cs="Courier New"/>
                <w:b/>
              </w:rPr>
              <w:t>о</w:t>
            </w:r>
            <w:r w:rsidR="00995FA2" w:rsidRPr="00EA3685">
              <w:rPr>
                <w:rFonts w:ascii="Courier New" w:hAnsi="Courier New" w:cs="Courier New"/>
                <w:b/>
              </w:rPr>
              <w:t>дящимися в федеральной собственности</w:t>
            </w:r>
          </w:p>
          <w:p w:rsidR="00995FA2" w:rsidRPr="00EA3685" w:rsidRDefault="00995FA2" w:rsidP="00D96A71">
            <w:pPr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</w:pPr>
          </w:p>
          <w:p w:rsidR="00995FA2" w:rsidRPr="00EA3685" w:rsidRDefault="00995FA2" w:rsidP="00D96A71">
            <w:pPr>
              <w:jc w:val="center"/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</w:pPr>
            <w:r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35</w:t>
            </w:r>
            <w:r w:rsidR="00FD5986"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5006</w:t>
            </w:r>
            <w:r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 xml:space="preserve">, г. </w:t>
            </w:r>
            <w:r w:rsidR="00FD5986"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Ставрополь</w:t>
            </w:r>
            <w:r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 xml:space="preserve">, ул. </w:t>
            </w:r>
            <w:r w:rsidR="00FD5986" w:rsidRPr="00EA3685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Голенева, 18</w:t>
            </w:r>
          </w:p>
          <w:p w:rsidR="00995FA2" w:rsidRPr="00EA3685" w:rsidRDefault="00B2670D" w:rsidP="00EA368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тел.8(8652)94-73-07,факс </w:t>
            </w:r>
            <w:r w:rsidR="00EA3685" w:rsidRPr="00EA3685">
              <w:rPr>
                <w:rFonts w:ascii="Courier New" w:hAnsi="Courier New" w:cs="Courier New"/>
                <w:sz w:val="18"/>
                <w:szCs w:val="18"/>
              </w:rPr>
              <w:t>8(8652)94-73-12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pStyle w:val="ConsPlusNonformat"/>
              <w:widowControl/>
            </w:pPr>
            <w:r>
              <w:t>Адрес: ____________________________</w:t>
            </w:r>
          </w:p>
          <w:p w:rsidR="00995FA2" w:rsidRDefault="00995FA2" w:rsidP="00D96A71">
            <w:pPr>
              <w:pStyle w:val="ConsPlusNonformat"/>
              <w:widowControl/>
            </w:pPr>
          </w:p>
          <w:p w:rsidR="00995FA2" w:rsidRDefault="00995FA2" w:rsidP="00D96A71">
            <w:pPr>
              <w:pStyle w:val="ConsPlusNonformat"/>
              <w:widowControl/>
            </w:pPr>
            <w:r>
              <w:t>ИНН _______________________________</w:t>
            </w:r>
          </w:p>
          <w:p w:rsidR="00995FA2" w:rsidRDefault="00995FA2" w:rsidP="00D96A71">
            <w:pPr>
              <w:pStyle w:val="ConsPlusNonformat"/>
              <w:widowControl/>
            </w:pPr>
            <w:r>
              <w:t xml:space="preserve">                                       ОГРН ______________________________</w:t>
            </w:r>
          </w:p>
          <w:p w:rsidR="00995FA2" w:rsidRDefault="00995FA2" w:rsidP="00D96A71">
            <w:pPr>
              <w:pStyle w:val="ConsPlusNonformat"/>
              <w:widowControl/>
            </w:pPr>
            <w:r>
              <w:t xml:space="preserve">                                       ОКАТО _____________________________</w:t>
            </w:r>
          </w:p>
          <w:p w:rsidR="00995FA2" w:rsidRDefault="00995FA2" w:rsidP="00D96A71">
            <w:pPr>
              <w:rPr>
                <w:b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Pr="009C5060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995FA2" w:rsidRPr="00CC40E2" w:rsidTr="00D96A7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CC40E2" w:rsidRDefault="00995FA2" w:rsidP="00D96A71">
            <w:pPr>
              <w:rPr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b/>
                <w:sz w:val="18"/>
                <w:szCs w:val="18"/>
              </w:rPr>
            </w:pPr>
          </w:p>
          <w:p w:rsidR="00995FA2" w:rsidRDefault="00995FA2" w:rsidP="00D96A71">
            <w:pPr>
              <w:rPr>
                <w:b/>
                <w:sz w:val="18"/>
                <w:szCs w:val="18"/>
              </w:rPr>
            </w:pPr>
          </w:p>
          <w:p w:rsidR="00FD5986" w:rsidRDefault="00FD5986" w:rsidP="00D96A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Первый заместитель министра</w:t>
            </w:r>
          </w:p>
          <w:p w:rsidR="00FD5986" w:rsidRDefault="00FD5986" w:rsidP="00D96A71">
            <w:pPr>
              <w:rPr>
                <w:b/>
                <w:sz w:val="20"/>
                <w:szCs w:val="20"/>
              </w:rPr>
            </w:pPr>
          </w:p>
          <w:p w:rsidR="00995FA2" w:rsidRPr="00CC40E2" w:rsidRDefault="00FD5986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995FA2" w:rsidRPr="00CC40E2">
              <w:rPr>
                <w:b/>
                <w:sz w:val="20"/>
                <w:szCs w:val="20"/>
              </w:rPr>
              <w:t>______________</w:t>
            </w:r>
            <w:r>
              <w:rPr>
                <w:b/>
                <w:sz w:val="20"/>
                <w:szCs w:val="20"/>
              </w:rPr>
              <w:t>__________ А.Н.Хусточкин</w:t>
            </w:r>
          </w:p>
          <w:p w:rsidR="00995FA2" w:rsidRPr="00FD5986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C40E2">
              <w:rPr>
                <w:b/>
                <w:sz w:val="16"/>
                <w:szCs w:val="16"/>
              </w:rPr>
              <w:t>(подпись)</w:t>
            </w:r>
            <w:r w:rsidRPr="00CC40E2"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</w:p>
          <w:p w:rsidR="00995FA2" w:rsidRPr="00CC40E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95FA2" w:rsidRPr="00CC40E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C40E2">
              <w:rPr>
                <w:rFonts w:ascii="Courier New" w:hAnsi="Courier New" w:cs="Courier New"/>
                <w:b/>
                <w:sz w:val="20"/>
                <w:szCs w:val="20"/>
              </w:rPr>
              <w:t>М.П.</w:t>
            </w:r>
          </w:p>
          <w:p w:rsidR="00995FA2" w:rsidRPr="00CC40E2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CC40E2" w:rsidRDefault="00995FA2" w:rsidP="00D96A71">
            <w:pPr>
              <w:rPr>
                <w:b/>
              </w:rPr>
            </w:pPr>
          </w:p>
          <w:p w:rsidR="00995FA2" w:rsidRPr="00CC40E2" w:rsidRDefault="00995FA2" w:rsidP="00D96A71">
            <w:pPr>
              <w:rPr>
                <w:b/>
                <w:sz w:val="20"/>
                <w:szCs w:val="20"/>
              </w:rPr>
            </w:pPr>
          </w:p>
          <w:p w:rsidR="00995FA2" w:rsidRDefault="00995FA2" w:rsidP="00D96A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</w:t>
            </w:r>
          </w:p>
          <w:p w:rsidR="00995FA2" w:rsidRPr="002332E0" w:rsidRDefault="00FD5986" w:rsidP="00D96A7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(фамилия, имя, отчество</w:t>
            </w:r>
            <w:r w:rsidR="00995FA2" w:rsidRPr="002332E0">
              <w:rPr>
                <w:rFonts w:ascii="Times New Roman" w:hAnsi="Times New Roman" w:cs="Times New Roman"/>
              </w:rPr>
              <w:t xml:space="preserve"> (подпись)</w:t>
            </w:r>
          </w:p>
          <w:p w:rsidR="00995FA2" w:rsidRPr="00CC40E2" w:rsidRDefault="00995FA2" w:rsidP="00D96A71">
            <w:pPr>
              <w:rPr>
                <w:b/>
                <w:sz w:val="20"/>
                <w:szCs w:val="20"/>
              </w:rPr>
            </w:pPr>
            <w:r w:rsidRPr="002332E0">
              <w:rPr>
                <w:sz w:val="20"/>
                <w:szCs w:val="20"/>
              </w:rPr>
              <w:t>Водопользователя или уполномоченного им л</w:t>
            </w:r>
            <w:r w:rsidRPr="002332E0">
              <w:rPr>
                <w:sz w:val="20"/>
                <w:szCs w:val="20"/>
              </w:rPr>
              <w:t>и</w:t>
            </w:r>
            <w:r w:rsidRPr="002332E0">
              <w:rPr>
                <w:sz w:val="20"/>
                <w:szCs w:val="20"/>
              </w:rPr>
              <w:t>ца</w:t>
            </w:r>
            <w:r>
              <w:rPr>
                <w:sz w:val="20"/>
                <w:szCs w:val="20"/>
              </w:rPr>
              <w:t>)</w:t>
            </w:r>
          </w:p>
          <w:p w:rsidR="00995FA2" w:rsidRPr="00CC40E2" w:rsidRDefault="00995FA2" w:rsidP="00D96A71">
            <w:pPr>
              <w:rPr>
                <w:b/>
                <w:sz w:val="20"/>
                <w:szCs w:val="20"/>
              </w:rPr>
            </w:pPr>
          </w:p>
          <w:p w:rsidR="00995FA2" w:rsidRPr="00CC40E2" w:rsidRDefault="00995FA2" w:rsidP="00D96A71">
            <w:pPr>
              <w:rPr>
                <w:b/>
              </w:rPr>
            </w:pPr>
            <w:r w:rsidRPr="00CC40E2">
              <w:rPr>
                <w:rFonts w:ascii="Courier New" w:hAnsi="Courier New" w:cs="Courier New"/>
                <w:b/>
                <w:sz w:val="20"/>
                <w:szCs w:val="20"/>
              </w:rPr>
              <w:t>М.П.</w:t>
            </w:r>
          </w:p>
        </w:tc>
      </w:tr>
    </w:tbl>
    <w:p w:rsidR="00995FA2" w:rsidRDefault="00995FA2" w:rsidP="00995FA2">
      <w:pPr>
        <w:pStyle w:val="ConsPlusNormal"/>
        <w:ind w:firstLine="0"/>
        <w:jc w:val="center"/>
      </w:pPr>
      <w:r>
        <w:t xml:space="preserve">                                                                                                                  </w:t>
      </w:r>
    </w:p>
    <w:p w:rsidR="00995FA2" w:rsidRDefault="00995FA2" w:rsidP="00995FA2">
      <w:pPr>
        <w:pStyle w:val="ConsPlusNormal"/>
        <w:ind w:firstLine="0"/>
        <w:jc w:val="center"/>
      </w:pPr>
      <w:r>
        <w:t xml:space="preserve">                                                                                                                        </w:t>
      </w:r>
    </w:p>
    <w:p w:rsidR="00995FA2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</w:t>
      </w:r>
    </w:p>
    <w:p w:rsidR="00995FA2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</w:p>
    <w:p w:rsidR="00995FA2" w:rsidRPr="008A10B1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</w:t>
      </w:r>
      <w:r w:rsidRPr="008A10B1">
        <w:rPr>
          <w:rFonts w:ascii="Courier New" w:hAnsi="Courier New" w:cs="Courier New"/>
          <w:sz w:val="22"/>
          <w:szCs w:val="22"/>
        </w:rPr>
        <w:t>Приложение N 1</w:t>
      </w:r>
    </w:p>
    <w:p w:rsidR="00995FA2" w:rsidRPr="008A10B1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</w:t>
      </w:r>
      <w:r w:rsidRPr="008A10B1">
        <w:rPr>
          <w:rFonts w:ascii="Courier New" w:hAnsi="Courier New" w:cs="Courier New"/>
          <w:sz w:val="22"/>
          <w:szCs w:val="22"/>
        </w:rPr>
        <w:t>к проекту договора</w:t>
      </w:r>
    </w:p>
    <w:p w:rsidR="00995FA2" w:rsidRPr="008A10B1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</w:t>
      </w:r>
      <w:r w:rsidRPr="008A10B1">
        <w:rPr>
          <w:rFonts w:ascii="Courier New" w:hAnsi="Courier New" w:cs="Courier New"/>
          <w:sz w:val="22"/>
          <w:szCs w:val="22"/>
        </w:rPr>
        <w:t>водопользования</w:t>
      </w:r>
    </w:p>
    <w:p w:rsidR="00995FA2" w:rsidRDefault="00995FA2" w:rsidP="00995FA2">
      <w:pPr>
        <w:pStyle w:val="ConsPlusNormal"/>
        <w:ind w:firstLine="540"/>
        <w:jc w:val="both"/>
      </w:pPr>
    </w:p>
    <w:p w:rsidR="00995FA2" w:rsidRPr="00397527" w:rsidRDefault="00995FA2" w:rsidP="00995FA2">
      <w:pPr>
        <w:pStyle w:val="ConsPlusNonformat"/>
        <w:rPr>
          <w:sz w:val="22"/>
          <w:szCs w:val="22"/>
        </w:rPr>
      </w:pPr>
      <w:r w:rsidRPr="00397527">
        <w:rPr>
          <w:sz w:val="22"/>
          <w:szCs w:val="22"/>
        </w:rPr>
        <w:t>Наименование водопользователя:</w:t>
      </w:r>
    </w:p>
    <w:p w:rsidR="00995FA2" w:rsidRPr="00397527" w:rsidRDefault="00995FA2" w:rsidP="00995FA2">
      <w:pPr>
        <w:pStyle w:val="ConsPlusNonformat"/>
        <w:rPr>
          <w:b/>
          <w:sz w:val="22"/>
          <w:szCs w:val="22"/>
          <w:u w:val="single"/>
        </w:rPr>
      </w:pPr>
      <w:r w:rsidRPr="00397527">
        <w:rPr>
          <w:b/>
          <w:sz w:val="22"/>
          <w:szCs w:val="22"/>
          <w:u w:val="single"/>
        </w:rPr>
        <w:t>______________________________________________</w:t>
      </w:r>
      <w:r>
        <w:rPr>
          <w:b/>
          <w:sz w:val="22"/>
          <w:szCs w:val="22"/>
          <w:u w:val="single"/>
        </w:rPr>
        <w:t>___________________________</w:t>
      </w:r>
    </w:p>
    <w:p w:rsidR="00995FA2" w:rsidRPr="00397527" w:rsidRDefault="00995FA2" w:rsidP="00995FA2">
      <w:pPr>
        <w:pStyle w:val="ConsPlusNonformat"/>
        <w:rPr>
          <w:sz w:val="22"/>
          <w:szCs w:val="22"/>
        </w:rPr>
      </w:pPr>
      <w:r w:rsidRPr="00397527">
        <w:rPr>
          <w:sz w:val="22"/>
          <w:szCs w:val="22"/>
        </w:rPr>
        <w:t>Номер государственной регистрации договора</w:t>
      </w:r>
    </w:p>
    <w:p w:rsidR="00995FA2" w:rsidRPr="00397527" w:rsidRDefault="00995FA2" w:rsidP="00995FA2">
      <w:pPr>
        <w:pStyle w:val="ConsPlusNonformat"/>
        <w:rPr>
          <w:sz w:val="22"/>
          <w:szCs w:val="22"/>
        </w:rPr>
      </w:pPr>
      <w:r w:rsidRPr="00397527">
        <w:rPr>
          <w:sz w:val="22"/>
          <w:szCs w:val="22"/>
        </w:rPr>
        <w:t>в государственном водном реес</w:t>
      </w:r>
      <w:r w:rsidRPr="00397527">
        <w:rPr>
          <w:sz w:val="22"/>
          <w:szCs w:val="22"/>
        </w:rPr>
        <w:t>т</w:t>
      </w:r>
      <w:r w:rsidRPr="00397527">
        <w:rPr>
          <w:sz w:val="22"/>
          <w:szCs w:val="22"/>
        </w:rPr>
        <w:t>ре:______________________</w:t>
      </w:r>
      <w:r>
        <w:rPr>
          <w:sz w:val="22"/>
          <w:szCs w:val="22"/>
        </w:rPr>
        <w:t>___________________________________________</w:t>
      </w:r>
    </w:p>
    <w:p w:rsidR="00995FA2" w:rsidRPr="00397527" w:rsidRDefault="00995FA2" w:rsidP="00995FA2">
      <w:pPr>
        <w:pStyle w:val="ConsPlusNonformat"/>
        <w:rPr>
          <w:sz w:val="22"/>
          <w:szCs w:val="22"/>
        </w:rPr>
      </w:pPr>
    </w:p>
    <w:p w:rsidR="00995FA2" w:rsidRDefault="00995FA2" w:rsidP="00995FA2">
      <w:pPr>
        <w:pStyle w:val="ConsPlusNonformat"/>
      </w:pPr>
      <w:r>
        <w:t xml:space="preserve">              </w:t>
      </w:r>
      <w:r w:rsidR="005534E0">
        <w:t xml:space="preserve">      Параметры водопользования</w:t>
      </w:r>
    </w:p>
    <w:tbl>
      <w:tblPr>
        <w:tblW w:w="0" w:type="auto"/>
        <w:jc w:val="center"/>
        <w:tblInd w:w="-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6176"/>
        <w:gridCol w:w="727"/>
        <w:gridCol w:w="739"/>
        <w:gridCol w:w="765"/>
        <w:gridCol w:w="897"/>
        <w:gridCol w:w="828"/>
      </w:tblGrid>
      <w:tr w:rsidR="00995FA2" w:rsidRPr="005534E0" w:rsidTr="00D96A71">
        <w:trPr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№</w:t>
            </w:r>
          </w:p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п/п</w:t>
            </w:r>
          </w:p>
        </w:tc>
        <w:tc>
          <w:tcPr>
            <w:tcW w:w="6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5534E0" w:rsidRDefault="00995FA2" w:rsidP="00D96A71">
            <w:pPr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5534E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Использование акватории в водных объектов, в том числе для рекреационных целей (по результатам аукциона на право заключения договора на вод</w:t>
            </w:r>
            <w:r w:rsidRPr="005534E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о</w:t>
            </w:r>
            <w:r w:rsidRPr="005534E0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пользование)_________________________________</w:t>
            </w:r>
          </w:p>
          <w:p w:rsidR="00995FA2" w:rsidRPr="005534E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534E0">
              <w:rPr>
                <w:rFonts w:ascii="Courier New" w:hAnsi="Courier New" w:cs="Courier New"/>
                <w:sz w:val="20"/>
                <w:szCs w:val="20"/>
              </w:rPr>
              <w:t>наименование цели водопользования</w:t>
            </w:r>
          </w:p>
          <w:p w:rsidR="00995FA2" w:rsidRPr="005534E0" w:rsidRDefault="00995FA2" w:rsidP="00D96A71"/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Ед.</w:t>
            </w:r>
          </w:p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изм.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Квартал</w:t>
            </w:r>
          </w:p>
        </w:tc>
      </w:tr>
      <w:tr w:rsidR="00995FA2" w:rsidRPr="005534E0" w:rsidTr="00D96A71">
        <w:trPr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6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 w:rsidRPr="005534E0">
              <w:rPr>
                <w:lang w:val="en-US"/>
              </w:rPr>
              <w:t>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 w:rsidRPr="005534E0">
              <w:rPr>
                <w:lang w:val="en-US"/>
              </w:rPr>
              <w:t>II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 w:rsidRPr="005534E0">
              <w:rPr>
                <w:lang w:val="en-US"/>
              </w:rPr>
              <w:t>III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 w:rsidRPr="005534E0">
              <w:rPr>
                <w:lang w:val="en-US"/>
              </w:rPr>
              <w:t>IV</w:t>
            </w:r>
          </w:p>
        </w:tc>
      </w:tr>
      <w:tr w:rsidR="00995FA2" w:rsidRPr="00030FFB" w:rsidTr="00D96A71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</w:pPr>
            <w:r w:rsidRPr="005534E0">
              <w:t>1.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rFonts w:ascii="Courier New" w:hAnsi="Courier New" w:cs="Courier New"/>
                <w:b/>
                <w:u w:val="single"/>
              </w:rPr>
            </w:pPr>
            <w:r w:rsidRPr="005534E0">
              <w:rPr>
                <w:rFonts w:ascii="Courier New" w:hAnsi="Courier New" w:cs="Courier New"/>
                <w:b/>
                <w:u w:val="single"/>
              </w:rPr>
              <w:t>Площадь предоставленной в пользование акватории</w:t>
            </w:r>
          </w:p>
          <w:p w:rsidR="00995FA2" w:rsidRPr="005534E0" w:rsidRDefault="00995FA2" w:rsidP="00D96A71">
            <w:pPr>
              <w:jc w:val="center"/>
              <w:rPr>
                <w:sz w:val="18"/>
                <w:szCs w:val="18"/>
              </w:rPr>
            </w:pPr>
            <w:r w:rsidRPr="005534E0">
              <w:rPr>
                <w:rFonts w:ascii="Courier New" w:hAnsi="Courier New" w:cs="Courier New"/>
                <w:sz w:val="18"/>
                <w:szCs w:val="18"/>
              </w:rPr>
              <w:t>наименование параметра водопользования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D96A71">
            <w:pPr>
              <w:pStyle w:val="ConsPlusNormal"/>
              <w:widowControl/>
              <w:ind w:firstLine="0"/>
              <w:jc w:val="center"/>
              <w:rPr>
                <w:vertAlign w:val="superscript"/>
              </w:rPr>
            </w:pPr>
            <w:r w:rsidRPr="005534E0">
              <w:t>км</w:t>
            </w:r>
            <w:r w:rsidRPr="005534E0">
              <w:rPr>
                <w:vertAlign w:val="superscript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FA7A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4E0">
              <w:rPr>
                <w:rFonts w:ascii="Times New Roman" w:hAnsi="Times New Roman" w:cs="Times New Roman"/>
              </w:rPr>
              <w:t>0,</w:t>
            </w:r>
            <w:r w:rsidR="00FA7A4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FA7A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4E0">
              <w:rPr>
                <w:rFonts w:ascii="Times New Roman" w:hAnsi="Times New Roman" w:cs="Times New Roman"/>
              </w:rPr>
              <w:t>0,</w:t>
            </w:r>
            <w:r w:rsidR="00FA7A4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5534E0" w:rsidRDefault="00995FA2" w:rsidP="00FA7A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4E0">
              <w:rPr>
                <w:rFonts w:ascii="Times New Roman" w:hAnsi="Times New Roman" w:cs="Times New Roman"/>
              </w:rPr>
              <w:t>0,</w:t>
            </w:r>
            <w:r w:rsidR="00FA7A4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A2" w:rsidRPr="00D00643" w:rsidRDefault="00995FA2" w:rsidP="00FA7A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4E0">
              <w:rPr>
                <w:rFonts w:ascii="Times New Roman" w:hAnsi="Times New Roman" w:cs="Times New Roman"/>
              </w:rPr>
              <w:t>0,</w:t>
            </w:r>
            <w:r w:rsidR="00FA7A48">
              <w:rPr>
                <w:rFonts w:ascii="Times New Roman" w:hAnsi="Times New Roman" w:cs="Times New Roman"/>
              </w:rPr>
              <w:t>35</w:t>
            </w:r>
          </w:p>
        </w:tc>
      </w:tr>
    </w:tbl>
    <w:p w:rsidR="00995FA2" w:rsidRDefault="00995FA2" w:rsidP="00995FA2">
      <w:pPr>
        <w:pStyle w:val="ConsPlusNormal"/>
        <w:ind w:firstLine="0"/>
        <w:jc w:val="both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  <w:r>
        <w:t>От Водопользователя                   _______________________ _____________</w:t>
      </w:r>
    </w:p>
    <w:p w:rsidR="00995FA2" w:rsidRPr="00BA5E64" w:rsidRDefault="00995FA2" w:rsidP="00995FA2">
      <w:pPr>
        <w:pStyle w:val="ConsPlusNormal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                                    (</w:t>
      </w:r>
      <w:r w:rsidRPr="002331B3">
        <w:rPr>
          <w:rFonts w:ascii="Times New Roman" w:hAnsi="Times New Roman" w:cs="Times New Roman"/>
          <w:sz w:val="16"/>
          <w:szCs w:val="16"/>
        </w:rPr>
        <w:t>п</w:t>
      </w:r>
      <w:r w:rsidRPr="00BA5E64">
        <w:rPr>
          <w:rFonts w:ascii="Times New Roman" w:hAnsi="Times New Roman" w:cs="Times New Roman"/>
          <w:sz w:val="16"/>
          <w:szCs w:val="16"/>
        </w:rPr>
        <w:t>одпись)</w:t>
      </w:r>
    </w:p>
    <w:p w:rsidR="00995FA2" w:rsidRDefault="00995FA2" w:rsidP="00995FA2">
      <w:pPr>
        <w:pStyle w:val="ConsPlusNonformat"/>
      </w:pPr>
    </w:p>
    <w:p w:rsidR="00995FA2" w:rsidRPr="00BA5E64" w:rsidRDefault="00995FA2" w:rsidP="00995FA2">
      <w:pPr>
        <w:pStyle w:val="ConsPlusNormal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                                        </w:t>
      </w:r>
      <w:r w:rsidRPr="00BA5E64">
        <w:rPr>
          <w:rFonts w:ascii="Times New Roman" w:hAnsi="Times New Roman" w:cs="Times New Roman"/>
          <w:sz w:val="16"/>
          <w:szCs w:val="16"/>
        </w:rPr>
        <w:t>М.П.</w:t>
      </w: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</w:pPr>
    </w:p>
    <w:p w:rsidR="00995FA2" w:rsidRPr="00BA5E64" w:rsidRDefault="00995FA2" w:rsidP="00995FA2">
      <w:pPr>
        <w:pStyle w:val="ConsPlusNonformat"/>
      </w:pPr>
      <w:r>
        <w:t xml:space="preserve">От </w:t>
      </w:r>
      <w:r w:rsidR="005534E0">
        <w:t xml:space="preserve">Уполномоченного органа                </w:t>
      </w:r>
      <w:r>
        <w:t xml:space="preserve">_______________________ </w:t>
      </w:r>
      <w:r w:rsidR="005534E0">
        <w:t>А.Н.Хусточкин</w:t>
      </w:r>
    </w:p>
    <w:p w:rsidR="00995FA2" w:rsidRPr="00BA5E64" w:rsidRDefault="00995FA2" w:rsidP="00995FA2">
      <w:pPr>
        <w:pStyle w:val="ConsPlusNormal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</w:t>
      </w:r>
      <w:r w:rsidRPr="00BA5E64">
        <w:rPr>
          <w:rFonts w:ascii="Times New Roman" w:hAnsi="Times New Roman" w:cs="Times New Roman"/>
          <w:sz w:val="16"/>
          <w:szCs w:val="16"/>
        </w:rPr>
        <w:t>подпись)</w:t>
      </w:r>
    </w:p>
    <w:p w:rsidR="00995FA2" w:rsidRDefault="00995FA2" w:rsidP="00995FA2">
      <w:r>
        <w:t xml:space="preserve">                                                                                                        </w:t>
      </w:r>
    </w:p>
    <w:p w:rsidR="00995FA2" w:rsidRPr="00BA5E64" w:rsidRDefault="00995FA2" w:rsidP="00995FA2">
      <w:pPr>
        <w:rPr>
          <w:sz w:val="16"/>
          <w:szCs w:val="16"/>
        </w:rPr>
      </w:pPr>
      <w:r>
        <w:t xml:space="preserve">                                                                                                         </w:t>
      </w:r>
      <w:r w:rsidRPr="00BA5E64">
        <w:rPr>
          <w:sz w:val="16"/>
          <w:szCs w:val="16"/>
        </w:rPr>
        <w:t>М.П.</w:t>
      </w:r>
    </w:p>
    <w:p w:rsidR="00995FA2" w:rsidRDefault="00995FA2" w:rsidP="00995FA2">
      <w:pPr>
        <w:pStyle w:val="ConsPlusNormal"/>
        <w:ind w:firstLine="0"/>
        <w:jc w:val="both"/>
        <w:rPr>
          <w:rFonts w:cs="Times New Roman"/>
          <w:sz w:val="24"/>
          <w:szCs w:val="24"/>
        </w:rPr>
      </w:pP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rmal"/>
        <w:ind w:firstLine="0"/>
        <w:jc w:val="both"/>
      </w:pPr>
    </w:p>
    <w:p w:rsidR="00995FA2" w:rsidRPr="002E625D" w:rsidRDefault="00995FA2" w:rsidP="00995FA2"/>
    <w:p w:rsidR="00995FA2" w:rsidRDefault="00995FA2" w:rsidP="00995FA2">
      <w:pPr>
        <w:pStyle w:val="ConsPlusNormal"/>
        <w:ind w:firstLine="0"/>
        <w:jc w:val="right"/>
      </w:pPr>
    </w:p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EA3685" w:rsidRDefault="00EA3685" w:rsidP="00995FA2"/>
    <w:p w:rsidR="00995FA2" w:rsidRDefault="00995FA2" w:rsidP="00995FA2"/>
    <w:p w:rsidR="00995FA2" w:rsidRPr="00EA4932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</w:t>
      </w:r>
      <w:r w:rsidRPr="00EA4932">
        <w:rPr>
          <w:rFonts w:ascii="Courier New" w:hAnsi="Courier New" w:cs="Courier New"/>
          <w:sz w:val="22"/>
          <w:szCs w:val="22"/>
        </w:rPr>
        <w:t>Приложение N 2</w:t>
      </w:r>
    </w:p>
    <w:p w:rsidR="00995FA2" w:rsidRPr="00EA4932" w:rsidRDefault="00995FA2" w:rsidP="00995FA2">
      <w:pPr>
        <w:pStyle w:val="ConsPlusNormal"/>
        <w:ind w:firstLine="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</w:t>
      </w:r>
      <w:r w:rsidRPr="00EA4932">
        <w:rPr>
          <w:rFonts w:ascii="Courier New" w:hAnsi="Courier New" w:cs="Courier New"/>
          <w:sz w:val="22"/>
          <w:szCs w:val="22"/>
        </w:rPr>
        <w:t>к проекту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EA4932">
        <w:rPr>
          <w:rFonts w:ascii="Courier New" w:hAnsi="Courier New" w:cs="Courier New"/>
          <w:sz w:val="22"/>
          <w:szCs w:val="22"/>
        </w:rPr>
        <w:t>договора</w:t>
      </w:r>
    </w:p>
    <w:p w:rsidR="00995FA2" w:rsidRPr="00EA4932" w:rsidRDefault="00995FA2" w:rsidP="00995FA2">
      <w:pPr>
        <w:pStyle w:val="ConsPlusNormal"/>
        <w:ind w:firstLine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</w:t>
      </w:r>
      <w:r w:rsidRPr="00EA4932">
        <w:rPr>
          <w:rFonts w:ascii="Courier New" w:hAnsi="Courier New" w:cs="Courier New"/>
          <w:sz w:val="22"/>
          <w:szCs w:val="22"/>
        </w:rPr>
        <w:t>водопользования</w:t>
      </w:r>
    </w:p>
    <w:p w:rsidR="00995FA2" w:rsidRDefault="00995FA2" w:rsidP="00995FA2">
      <w:pPr>
        <w:pStyle w:val="ConsPlusNormal"/>
        <w:ind w:firstLine="0"/>
        <w:jc w:val="right"/>
      </w:pPr>
    </w:p>
    <w:p w:rsidR="00995FA2" w:rsidRPr="0054726A" w:rsidRDefault="00995FA2" w:rsidP="00995FA2">
      <w:pPr>
        <w:pStyle w:val="ConsPlusNonformat"/>
        <w:rPr>
          <w:sz w:val="22"/>
          <w:szCs w:val="22"/>
        </w:rPr>
      </w:pPr>
      <w:r w:rsidRPr="0054726A">
        <w:rPr>
          <w:sz w:val="22"/>
          <w:szCs w:val="22"/>
        </w:rPr>
        <w:t>Наименование водопользователя</w:t>
      </w:r>
    </w:p>
    <w:p w:rsidR="00995FA2" w:rsidRPr="0054726A" w:rsidRDefault="00995FA2" w:rsidP="00995FA2">
      <w:pPr>
        <w:pStyle w:val="ConsPlusNonformat"/>
        <w:rPr>
          <w:b/>
          <w:sz w:val="22"/>
          <w:szCs w:val="22"/>
          <w:u w:val="single"/>
        </w:rPr>
      </w:pPr>
      <w:r w:rsidRPr="0054726A">
        <w:rPr>
          <w:b/>
          <w:sz w:val="22"/>
          <w:szCs w:val="22"/>
          <w:u w:val="single"/>
        </w:rPr>
        <w:t>________________________________________________________</w:t>
      </w:r>
      <w:r>
        <w:rPr>
          <w:b/>
          <w:sz w:val="22"/>
          <w:szCs w:val="22"/>
          <w:u w:val="single"/>
        </w:rPr>
        <w:t>_________________</w:t>
      </w:r>
    </w:p>
    <w:p w:rsidR="00995FA2" w:rsidRPr="0054726A" w:rsidRDefault="00995FA2" w:rsidP="00995FA2">
      <w:pPr>
        <w:pStyle w:val="ConsPlusNonformat"/>
        <w:rPr>
          <w:sz w:val="22"/>
          <w:szCs w:val="22"/>
        </w:rPr>
      </w:pPr>
      <w:r w:rsidRPr="0054726A">
        <w:rPr>
          <w:sz w:val="22"/>
          <w:szCs w:val="22"/>
        </w:rPr>
        <w:t>Номер государственной регистрации договора</w:t>
      </w:r>
    </w:p>
    <w:p w:rsidR="00995FA2" w:rsidRPr="0054726A" w:rsidRDefault="00995FA2" w:rsidP="00995FA2">
      <w:pPr>
        <w:pStyle w:val="ConsPlusNonformat"/>
        <w:rPr>
          <w:sz w:val="22"/>
          <w:szCs w:val="22"/>
        </w:rPr>
      </w:pPr>
      <w:r w:rsidRPr="0054726A">
        <w:rPr>
          <w:sz w:val="22"/>
          <w:szCs w:val="22"/>
        </w:rPr>
        <w:t>в государственном водном реес</w:t>
      </w:r>
      <w:r w:rsidRPr="0054726A">
        <w:rPr>
          <w:sz w:val="22"/>
          <w:szCs w:val="22"/>
        </w:rPr>
        <w:t>т</w:t>
      </w:r>
      <w:r w:rsidRPr="0054726A">
        <w:rPr>
          <w:sz w:val="22"/>
          <w:szCs w:val="22"/>
        </w:rPr>
        <w:t>ре:___________________________________</w:t>
      </w:r>
      <w:r>
        <w:rPr>
          <w:sz w:val="22"/>
          <w:szCs w:val="22"/>
        </w:rPr>
        <w:t>______________________________</w:t>
      </w:r>
    </w:p>
    <w:p w:rsidR="00995FA2" w:rsidRDefault="00995FA2" w:rsidP="00995FA2">
      <w:pPr>
        <w:pStyle w:val="ConsPlusNonformat"/>
      </w:pPr>
    </w:p>
    <w:p w:rsidR="00995FA2" w:rsidRDefault="00995FA2" w:rsidP="00995FA2">
      <w:pPr>
        <w:pStyle w:val="ConsPlusNonformat"/>
        <w:jc w:val="center"/>
        <w:rPr>
          <w:sz w:val="24"/>
          <w:szCs w:val="24"/>
        </w:rPr>
      </w:pPr>
    </w:p>
    <w:p w:rsidR="00995FA2" w:rsidRPr="00474569" w:rsidRDefault="00995FA2" w:rsidP="00995FA2">
      <w:pPr>
        <w:pStyle w:val="ConsPlusNonformat"/>
        <w:jc w:val="center"/>
        <w:rPr>
          <w:sz w:val="24"/>
          <w:szCs w:val="24"/>
        </w:rPr>
      </w:pPr>
      <w:r w:rsidRPr="00474569">
        <w:rPr>
          <w:sz w:val="24"/>
          <w:szCs w:val="24"/>
        </w:rPr>
        <w:t>Расчет платы за пользование водным объектом</w:t>
      </w:r>
    </w:p>
    <w:p w:rsidR="00995FA2" w:rsidRPr="007475A0" w:rsidRDefault="00995FA2" w:rsidP="00995FA2">
      <w:pPr>
        <w:pStyle w:val="ConsPlusNonformat"/>
        <w:jc w:val="center"/>
      </w:pPr>
      <w:r w:rsidRPr="00474569">
        <w:rPr>
          <w:sz w:val="24"/>
          <w:szCs w:val="24"/>
        </w:rPr>
        <w:t>(его частью</w:t>
      </w:r>
      <w:r w:rsidRPr="007475A0">
        <w:rPr>
          <w:sz w:val="24"/>
          <w:szCs w:val="24"/>
        </w:rPr>
        <w:t>) и график ее внесения**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04"/>
        <w:gridCol w:w="851"/>
        <w:gridCol w:w="1134"/>
        <w:gridCol w:w="1131"/>
        <w:gridCol w:w="1080"/>
        <w:gridCol w:w="1080"/>
        <w:gridCol w:w="1260"/>
      </w:tblGrid>
      <w:tr w:rsidR="00995FA2" w:rsidRPr="007475A0" w:rsidTr="008C7CAD">
        <w:trPr>
          <w:trHeight w:val="285"/>
        </w:trPr>
        <w:tc>
          <w:tcPr>
            <w:tcW w:w="540" w:type="dxa"/>
            <w:vMerge w:val="restart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№ п/п</w:t>
            </w:r>
          </w:p>
        </w:tc>
        <w:tc>
          <w:tcPr>
            <w:tcW w:w="3004" w:type="dxa"/>
            <w:vMerge w:val="restart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851" w:type="dxa"/>
            <w:vMerge w:val="restart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Ед. изм.</w:t>
            </w:r>
          </w:p>
        </w:tc>
        <w:tc>
          <w:tcPr>
            <w:tcW w:w="4425" w:type="dxa"/>
            <w:gridSpan w:val="4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260" w:type="dxa"/>
            <w:vMerge w:val="restart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Сумма платы за год, руб.</w:t>
            </w:r>
          </w:p>
        </w:tc>
      </w:tr>
      <w:tr w:rsidR="00995FA2" w:rsidRPr="007475A0" w:rsidTr="008C7CAD">
        <w:trPr>
          <w:trHeight w:val="284"/>
        </w:trPr>
        <w:tc>
          <w:tcPr>
            <w:tcW w:w="540" w:type="dxa"/>
            <w:vMerge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4" w:type="dxa"/>
            <w:vMerge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  <w:lang w:val="en-US"/>
              </w:rPr>
              <w:t>I</w:t>
            </w:r>
          </w:p>
        </w:tc>
        <w:tc>
          <w:tcPr>
            <w:tcW w:w="1131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  <w:lang w:val="en-US"/>
              </w:rPr>
              <w:t>II</w:t>
            </w:r>
          </w:p>
        </w:tc>
        <w:tc>
          <w:tcPr>
            <w:tcW w:w="108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  <w:lang w:val="en-US"/>
              </w:rPr>
              <w:t>III</w:t>
            </w:r>
          </w:p>
        </w:tc>
        <w:tc>
          <w:tcPr>
            <w:tcW w:w="108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  <w:lang w:val="en-US"/>
              </w:rPr>
              <w:t>IV</w:t>
            </w:r>
          </w:p>
        </w:tc>
        <w:tc>
          <w:tcPr>
            <w:tcW w:w="1260" w:type="dxa"/>
            <w:vMerge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5FA2" w:rsidRPr="007475A0" w:rsidTr="008C7CAD">
        <w:trPr>
          <w:trHeight w:val="277"/>
        </w:trPr>
        <w:tc>
          <w:tcPr>
            <w:tcW w:w="54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1.</w:t>
            </w:r>
          </w:p>
        </w:tc>
        <w:tc>
          <w:tcPr>
            <w:tcW w:w="3004" w:type="dxa"/>
            <w:vAlign w:val="center"/>
          </w:tcPr>
          <w:p w:rsidR="00995FA2" w:rsidRPr="007475A0" w:rsidRDefault="00995FA2" w:rsidP="00D96A71">
            <w:pPr>
              <w:pBdr>
                <w:bottom w:val="single" w:sz="12" w:space="1" w:color="auto"/>
              </w:pBd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b/>
                <w:sz w:val="20"/>
                <w:szCs w:val="20"/>
              </w:rPr>
              <w:t>Площадь предоставленной в пользование акватории</w:t>
            </w:r>
          </w:p>
          <w:p w:rsidR="00995FA2" w:rsidRPr="007475A0" w:rsidRDefault="00995FA2" w:rsidP="00D96A71">
            <w:pPr>
              <w:spacing w:line="168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параметры водопользов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а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ния</w:t>
            </w:r>
          </w:p>
        </w:tc>
        <w:tc>
          <w:tcPr>
            <w:tcW w:w="851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t>км</w:t>
            </w:r>
            <w:r w:rsidRPr="007475A0"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995FA2" w:rsidRPr="007475A0" w:rsidRDefault="00995FA2" w:rsidP="00FA7A4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0,</w:t>
            </w:r>
            <w:r w:rsidR="00FA7A48" w:rsidRPr="007475A0">
              <w:rPr>
                <w:rFonts w:ascii="Courier New" w:hAnsi="Courier New" w:cs="Courier New"/>
                <w:sz w:val="20"/>
                <w:szCs w:val="20"/>
              </w:rPr>
              <w:t>35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131" w:type="dxa"/>
            <w:vAlign w:val="center"/>
          </w:tcPr>
          <w:p w:rsidR="00995FA2" w:rsidRPr="007475A0" w:rsidRDefault="00995FA2" w:rsidP="00FA7A48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0,</w:t>
            </w:r>
            <w:r w:rsidR="00FA7A48" w:rsidRPr="007475A0">
              <w:rPr>
                <w:rFonts w:ascii="Courier New" w:hAnsi="Courier New" w:cs="Courier New"/>
                <w:sz w:val="20"/>
                <w:szCs w:val="20"/>
              </w:rPr>
              <w:t>35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080" w:type="dxa"/>
            <w:vAlign w:val="center"/>
          </w:tcPr>
          <w:p w:rsidR="00995FA2" w:rsidRPr="007475A0" w:rsidRDefault="00995FA2" w:rsidP="00FA7A48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0,</w:t>
            </w:r>
            <w:r w:rsidR="00FA7A48" w:rsidRPr="007475A0">
              <w:rPr>
                <w:rFonts w:ascii="Courier New" w:hAnsi="Courier New" w:cs="Courier New"/>
                <w:sz w:val="20"/>
                <w:szCs w:val="20"/>
              </w:rPr>
              <w:t>35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080" w:type="dxa"/>
            <w:vAlign w:val="center"/>
          </w:tcPr>
          <w:p w:rsidR="00995FA2" w:rsidRPr="007475A0" w:rsidRDefault="00995FA2" w:rsidP="00FA7A48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0,</w:t>
            </w:r>
            <w:r w:rsidR="00FA7A48" w:rsidRPr="007475A0">
              <w:rPr>
                <w:rFonts w:ascii="Courier New" w:hAnsi="Courier New" w:cs="Courier New"/>
                <w:sz w:val="20"/>
                <w:szCs w:val="20"/>
              </w:rPr>
              <w:t>35</w:t>
            </w:r>
            <w:r w:rsidRPr="007475A0"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26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5FA2" w:rsidRPr="007475A0" w:rsidTr="008C7CAD">
        <w:trPr>
          <w:trHeight w:val="293"/>
        </w:trPr>
        <w:tc>
          <w:tcPr>
            <w:tcW w:w="54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2.</w:t>
            </w:r>
          </w:p>
        </w:tc>
        <w:tc>
          <w:tcPr>
            <w:tcW w:w="3004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Ставка платы:</w:t>
            </w:r>
          </w:p>
          <w:p w:rsidR="00995FA2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34440</w:t>
            </w:r>
            <w:r w:rsidR="00995FA2" w:rsidRPr="007475A0">
              <w:rPr>
                <w:rFonts w:ascii="Courier New" w:hAnsi="Courier New" w:cs="Courier New"/>
                <w:sz w:val="20"/>
                <w:szCs w:val="20"/>
              </w:rPr>
              <w:t xml:space="preserve"> руб. в год за</w:t>
            </w:r>
          </w:p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1 кв.км. акватории</w:t>
            </w:r>
          </w:p>
        </w:tc>
        <w:tc>
          <w:tcPr>
            <w:tcW w:w="851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95FA2" w:rsidRPr="007475A0" w:rsidRDefault="00995FA2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475A0" w:rsidRPr="00F52D68" w:rsidTr="00EC2798">
        <w:trPr>
          <w:trHeight w:val="277"/>
        </w:trPr>
        <w:tc>
          <w:tcPr>
            <w:tcW w:w="540" w:type="dxa"/>
            <w:vAlign w:val="center"/>
          </w:tcPr>
          <w:p w:rsidR="007475A0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3.</w:t>
            </w:r>
          </w:p>
        </w:tc>
        <w:tc>
          <w:tcPr>
            <w:tcW w:w="3004" w:type="dxa"/>
            <w:vAlign w:val="center"/>
          </w:tcPr>
          <w:p w:rsidR="007475A0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Размер платы</w:t>
            </w:r>
          </w:p>
        </w:tc>
        <w:tc>
          <w:tcPr>
            <w:tcW w:w="851" w:type="dxa"/>
            <w:vAlign w:val="center"/>
          </w:tcPr>
          <w:p w:rsidR="007475A0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:rsidR="007475A0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3013,5</w:t>
            </w:r>
          </w:p>
        </w:tc>
        <w:tc>
          <w:tcPr>
            <w:tcW w:w="1131" w:type="dxa"/>
          </w:tcPr>
          <w:p w:rsidR="007475A0" w:rsidRPr="007475A0" w:rsidRDefault="007475A0">
            <w:r w:rsidRPr="007475A0">
              <w:rPr>
                <w:rFonts w:ascii="Courier New" w:hAnsi="Courier New" w:cs="Courier New"/>
                <w:sz w:val="20"/>
                <w:szCs w:val="20"/>
              </w:rPr>
              <w:t>3013,5</w:t>
            </w:r>
          </w:p>
        </w:tc>
        <w:tc>
          <w:tcPr>
            <w:tcW w:w="1080" w:type="dxa"/>
          </w:tcPr>
          <w:p w:rsidR="007475A0" w:rsidRPr="007475A0" w:rsidRDefault="007475A0">
            <w:r w:rsidRPr="007475A0">
              <w:rPr>
                <w:rFonts w:ascii="Courier New" w:hAnsi="Courier New" w:cs="Courier New"/>
                <w:sz w:val="20"/>
                <w:szCs w:val="20"/>
              </w:rPr>
              <w:t>3013,5</w:t>
            </w:r>
          </w:p>
        </w:tc>
        <w:tc>
          <w:tcPr>
            <w:tcW w:w="1080" w:type="dxa"/>
          </w:tcPr>
          <w:p w:rsidR="007475A0" w:rsidRPr="007475A0" w:rsidRDefault="007475A0">
            <w:r w:rsidRPr="007475A0">
              <w:rPr>
                <w:rFonts w:ascii="Courier New" w:hAnsi="Courier New" w:cs="Courier New"/>
                <w:sz w:val="20"/>
                <w:szCs w:val="20"/>
              </w:rPr>
              <w:t>3013,5</w:t>
            </w:r>
          </w:p>
        </w:tc>
        <w:tc>
          <w:tcPr>
            <w:tcW w:w="1260" w:type="dxa"/>
            <w:vAlign w:val="center"/>
          </w:tcPr>
          <w:p w:rsidR="007475A0" w:rsidRPr="007475A0" w:rsidRDefault="007475A0" w:rsidP="00D96A7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475A0">
              <w:rPr>
                <w:rFonts w:ascii="Courier New" w:hAnsi="Courier New" w:cs="Courier New"/>
                <w:sz w:val="20"/>
                <w:szCs w:val="20"/>
              </w:rPr>
              <w:t>12054,00</w:t>
            </w:r>
          </w:p>
        </w:tc>
      </w:tr>
    </w:tbl>
    <w:p w:rsidR="00995FA2" w:rsidRPr="00A84161" w:rsidRDefault="00995FA2" w:rsidP="00995FA2">
      <w:pPr>
        <w:jc w:val="center"/>
        <w:rPr>
          <w:rFonts w:ascii="Courier New" w:hAnsi="Courier New" w:cs="Courier New"/>
          <w:sz w:val="20"/>
          <w:szCs w:val="20"/>
        </w:rPr>
      </w:pPr>
      <w:r w:rsidRPr="00A84161">
        <w:rPr>
          <w:rFonts w:ascii="Courier New" w:hAnsi="Courier New" w:cs="Courier New"/>
          <w:sz w:val="20"/>
          <w:szCs w:val="20"/>
        </w:rPr>
        <w:t xml:space="preserve">*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84161">
        <w:rPr>
          <w:rFonts w:ascii="Courier New" w:hAnsi="Courier New" w:cs="Courier New"/>
          <w:sz w:val="20"/>
          <w:szCs w:val="20"/>
        </w:rPr>
        <w:t>используемая площадь акватории водного объекта не меняется в течение года.</w:t>
      </w:r>
    </w:p>
    <w:p w:rsidR="00995FA2" w:rsidRDefault="00995FA2" w:rsidP="00995FA2">
      <w:pPr>
        <w:pStyle w:val="ConsPlusNormal"/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  <w:r w:rsidRPr="00474569">
        <w:rPr>
          <w:rFonts w:ascii="Courier New" w:hAnsi="Courier New" w:cs="Courier New"/>
        </w:rPr>
        <w:t>**</w:t>
      </w:r>
      <w:r>
        <w:rPr>
          <w:rFonts w:ascii="Courier New" w:hAnsi="Courier New" w:cs="Courier New"/>
        </w:rPr>
        <w:t xml:space="preserve"> оплата за пользование водным объектом в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Courier New" w:hAnsi="Courier New" w:cs="Courier New"/>
          </w:rPr>
          <w:t>2009 г</w:t>
        </w:r>
      </w:smartTag>
      <w:r>
        <w:rPr>
          <w:rFonts w:ascii="Courier New" w:hAnsi="Courier New" w:cs="Courier New"/>
        </w:rPr>
        <w:t>. производится с квартала, в течение которого договор водопользования зарегистрирован в государственном во</w:t>
      </w:r>
      <w:r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ном реестре</w:t>
      </w:r>
    </w:p>
    <w:p w:rsidR="00995FA2" w:rsidRDefault="00995FA2" w:rsidP="00995FA2"/>
    <w:p w:rsidR="00995FA2" w:rsidRDefault="00995FA2" w:rsidP="00995FA2"/>
    <w:p w:rsidR="00995FA2" w:rsidRPr="009B0DC0" w:rsidRDefault="00995FA2" w:rsidP="00995FA2"/>
    <w:p w:rsidR="00995FA2" w:rsidRPr="00F52D68" w:rsidRDefault="00995FA2" w:rsidP="00995FA2">
      <w:pPr>
        <w:pStyle w:val="ConsPlusNonformat"/>
      </w:pP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  <w:r w:rsidRPr="00EA4932">
        <w:rPr>
          <w:sz w:val="24"/>
          <w:szCs w:val="24"/>
        </w:rPr>
        <w:t>От Водопользователя                 _____</w:t>
      </w:r>
      <w:r>
        <w:rPr>
          <w:sz w:val="24"/>
          <w:szCs w:val="24"/>
        </w:rPr>
        <w:t>______________ __________</w:t>
      </w:r>
    </w:p>
    <w:p w:rsidR="00995FA2" w:rsidRPr="00EA4932" w:rsidRDefault="00995FA2" w:rsidP="00995F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A4932">
        <w:rPr>
          <w:sz w:val="24"/>
          <w:szCs w:val="24"/>
        </w:rPr>
        <w:t xml:space="preserve">                                                                </w:t>
      </w:r>
      <w:r w:rsidR="005534E0">
        <w:rPr>
          <w:sz w:val="24"/>
          <w:szCs w:val="24"/>
        </w:rPr>
        <w:t xml:space="preserve">                </w:t>
      </w:r>
      <w:r w:rsidRPr="00EA4932">
        <w:rPr>
          <w:sz w:val="24"/>
          <w:szCs w:val="24"/>
        </w:rPr>
        <w:t>(</w:t>
      </w:r>
      <w:r w:rsidRPr="00EA4932">
        <w:rPr>
          <w:rFonts w:ascii="Times New Roman" w:hAnsi="Times New Roman" w:cs="Times New Roman"/>
          <w:sz w:val="24"/>
          <w:szCs w:val="24"/>
        </w:rPr>
        <w:t>подпись)</w:t>
      </w: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</w:p>
    <w:p w:rsidR="00995FA2" w:rsidRPr="00EA4932" w:rsidRDefault="00995FA2" w:rsidP="00995F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A4932">
        <w:rPr>
          <w:sz w:val="24"/>
          <w:szCs w:val="24"/>
        </w:rPr>
        <w:t xml:space="preserve">                                                                                    </w:t>
      </w:r>
      <w:r w:rsidRPr="00EA4932">
        <w:rPr>
          <w:rFonts w:ascii="Times New Roman" w:hAnsi="Times New Roman" w:cs="Times New Roman"/>
          <w:sz w:val="24"/>
          <w:szCs w:val="24"/>
        </w:rPr>
        <w:t>М.П.</w:t>
      </w: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</w:p>
    <w:p w:rsidR="00995FA2" w:rsidRPr="00EA4932" w:rsidRDefault="00995FA2" w:rsidP="00995FA2">
      <w:pPr>
        <w:pStyle w:val="ConsPlusNonformat"/>
        <w:rPr>
          <w:sz w:val="24"/>
          <w:szCs w:val="24"/>
        </w:rPr>
      </w:pPr>
      <w:r w:rsidRPr="00EA4932">
        <w:rPr>
          <w:sz w:val="24"/>
          <w:szCs w:val="24"/>
        </w:rPr>
        <w:t xml:space="preserve">От </w:t>
      </w:r>
      <w:r w:rsidR="005534E0">
        <w:rPr>
          <w:sz w:val="24"/>
          <w:szCs w:val="24"/>
        </w:rPr>
        <w:t xml:space="preserve">Уполномоченного органа         </w:t>
      </w:r>
      <w:r>
        <w:rPr>
          <w:sz w:val="24"/>
          <w:szCs w:val="24"/>
        </w:rPr>
        <w:t>___________________</w:t>
      </w:r>
      <w:r w:rsidR="005534E0">
        <w:rPr>
          <w:sz w:val="24"/>
          <w:szCs w:val="24"/>
        </w:rPr>
        <w:t>А.Н.Хусточкин</w:t>
      </w:r>
    </w:p>
    <w:p w:rsidR="00995FA2" w:rsidRPr="00EA4932" w:rsidRDefault="00995FA2" w:rsidP="00995F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A4932">
        <w:rPr>
          <w:sz w:val="24"/>
          <w:szCs w:val="24"/>
        </w:rPr>
        <w:t xml:space="preserve">                                                                         </w:t>
      </w:r>
      <w:r w:rsidRPr="00EA4932">
        <w:rPr>
          <w:rFonts w:ascii="Times New Roman" w:hAnsi="Times New Roman" w:cs="Times New Roman"/>
          <w:sz w:val="24"/>
          <w:szCs w:val="24"/>
        </w:rPr>
        <w:t>( подпись)</w:t>
      </w:r>
    </w:p>
    <w:p w:rsidR="00995FA2" w:rsidRPr="00EA4932" w:rsidRDefault="00995FA2" w:rsidP="00995FA2">
      <w:r w:rsidRPr="00EA4932">
        <w:t xml:space="preserve">                                                                                                       </w:t>
      </w:r>
    </w:p>
    <w:p w:rsidR="00995FA2" w:rsidRPr="00EA4932" w:rsidRDefault="00995FA2" w:rsidP="00995FA2">
      <w:r w:rsidRPr="00EA4932">
        <w:t xml:space="preserve">                                                                        </w:t>
      </w:r>
      <w:r w:rsidR="005534E0">
        <w:t xml:space="preserve">                        </w:t>
      </w:r>
      <w:r w:rsidRPr="00EA4932">
        <w:t xml:space="preserve"> М.П.</w:t>
      </w:r>
    </w:p>
    <w:p w:rsidR="00995FA2" w:rsidRDefault="00995FA2" w:rsidP="00995FA2">
      <w:pPr>
        <w:pStyle w:val="ConsPlusNormal"/>
        <w:ind w:firstLine="0"/>
        <w:jc w:val="both"/>
      </w:pPr>
    </w:p>
    <w:p w:rsidR="00995FA2" w:rsidRDefault="00995FA2" w:rsidP="00995FA2">
      <w:pPr>
        <w:pStyle w:val="ConsPlusNormal"/>
        <w:ind w:firstLine="0"/>
        <w:jc w:val="both"/>
      </w:pPr>
    </w:p>
    <w:p w:rsidR="00995FA2" w:rsidRDefault="00995FA2" w:rsidP="00995FA2">
      <w:pPr>
        <w:pStyle w:val="ConsPlusNormal"/>
        <w:ind w:firstLine="0"/>
        <w:jc w:val="both"/>
      </w:pPr>
    </w:p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/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</w:t>
      </w: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</w:p>
    <w:p w:rsidR="009E2962" w:rsidRDefault="00995FA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</w:t>
      </w:r>
    </w:p>
    <w:p w:rsidR="009E2962" w:rsidRDefault="009E296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9E2962" w:rsidRDefault="009E296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E2962">
      <w:pPr>
        <w:ind w:firstLine="720"/>
        <w:jc w:val="right"/>
        <w:rPr>
          <w:rFonts w:ascii="Courier New" w:hAnsi="Courier New" w:cs="Courier New"/>
          <w:sz w:val="22"/>
          <w:szCs w:val="22"/>
        </w:rPr>
        <w:sectPr w:rsidR="00724033" w:rsidSect="00D96A71">
          <w:footerReference w:type="even" r:id="rId8"/>
          <w:footerReference w:type="default" r:id="rId9"/>
          <w:pgSz w:w="11906" w:h="16838"/>
          <w:pgMar w:top="360" w:right="850" w:bottom="0" w:left="1418" w:header="708" w:footer="708" w:gutter="0"/>
          <w:cols w:space="708"/>
          <w:titlePg/>
          <w:docGrid w:linePitch="360"/>
        </w:sectPr>
      </w:pPr>
    </w:p>
    <w:p w:rsidR="00724033" w:rsidRDefault="00995FA2" w:rsidP="00724033">
      <w:pPr>
        <w:ind w:left="13467"/>
        <w:rPr>
          <w:rFonts w:ascii="Courier New" w:hAnsi="Courier New" w:cs="Courier New"/>
          <w:sz w:val="22"/>
          <w:szCs w:val="22"/>
        </w:rPr>
      </w:pPr>
      <w:r w:rsidRPr="0054726A">
        <w:rPr>
          <w:rFonts w:ascii="Courier New" w:hAnsi="Courier New" w:cs="Courier New"/>
          <w:sz w:val="22"/>
          <w:szCs w:val="22"/>
        </w:rPr>
        <w:lastRenderedPageBreak/>
        <w:t xml:space="preserve">Приложение </w:t>
      </w:r>
      <w:r w:rsidRPr="0054726A">
        <w:rPr>
          <w:rFonts w:ascii="Courier New" w:hAnsi="Courier New" w:cs="Courier New"/>
          <w:sz w:val="22"/>
          <w:szCs w:val="22"/>
          <w:lang w:val="en-US"/>
        </w:rPr>
        <w:t>N</w:t>
      </w:r>
      <w:r w:rsidRPr="0054726A">
        <w:rPr>
          <w:rFonts w:ascii="Courier New" w:hAnsi="Courier New" w:cs="Courier New"/>
          <w:sz w:val="22"/>
          <w:szCs w:val="22"/>
        </w:rPr>
        <w:t xml:space="preserve"> 3</w:t>
      </w:r>
    </w:p>
    <w:p w:rsidR="00724033" w:rsidRDefault="00995FA2" w:rsidP="00724033">
      <w:pPr>
        <w:ind w:left="13467"/>
        <w:rPr>
          <w:rFonts w:ascii="Courier New" w:hAnsi="Courier New" w:cs="Courier New"/>
          <w:sz w:val="22"/>
          <w:szCs w:val="22"/>
        </w:rPr>
      </w:pPr>
      <w:r w:rsidRPr="0054726A">
        <w:rPr>
          <w:rFonts w:ascii="Courier New" w:hAnsi="Courier New" w:cs="Courier New"/>
          <w:sz w:val="22"/>
          <w:szCs w:val="22"/>
        </w:rPr>
        <w:t>к проекту договора</w:t>
      </w:r>
      <w:r w:rsidR="009E2962">
        <w:rPr>
          <w:rFonts w:ascii="Courier New" w:hAnsi="Courier New" w:cs="Courier New"/>
          <w:sz w:val="22"/>
          <w:szCs w:val="22"/>
        </w:rPr>
        <w:t xml:space="preserve"> </w:t>
      </w:r>
    </w:p>
    <w:p w:rsidR="00995FA2" w:rsidRDefault="00995FA2" w:rsidP="00724033">
      <w:pPr>
        <w:ind w:left="13467"/>
        <w:rPr>
          <w:rFonts w:ascii="Courier New" w:hAnsi="Courier New" w:cs="Courier New"/>
          <w:sz w:val="22"/>
          <w:szCs w:val="22"/>
        </w:rPr>
      </w:pPr>
      <w:r w:rsidRPr="0054726A">
        <w:rPr>
          <w:rFonts w:ascii="Courier New" w:hAnsi="Courier New" w:cs="Courier New"/>
          <w:sz w:val="22"/>
          <w:szCs w:val="22"/>
        </w:rPr>
        <w:t>водопользования</w:t>
      </w:r>
    </w:p>
    <w:p w:rsidR="00995FA2" w:rsidRPr="0054726A" w:rsidRDefault="00995FA2" w:rsidP="00724033">
      <w:pPr>
        <w:rPr>
          <w:rFonts w:ascii="Courier New" w:hAnsi="Courier New" w:cs="Courier New"/>
          <w:sz w:val="22"/>
          <w:szCs w:val="22"/>
        </w:rPr>
      </w:pPr>
    </w:p>
    <w:p w:rsidR="00995FA2" w:rsidRPr="00222A42" w:rsidRDefault="00995FA2" w:rsidP="00995FA2">
      <w:pPr>
        <w:ind w:left="709"/>
        <w:jc w:val="center"/>
        <w:rPr>
          <w:b/>
        </w:rPr>
      </w:pPr>
      <w:r w:rsidRPr="00222A42">
        <w:rPr>
          <w:b/>
        </w:rPr>
        <w:t xml:space="preserve">Использование акватории </w:t>
      </w:r>
      <w:r w:rsidR="005C0AA2">
        <w:rPr>
          <w:b/>
        </w:rPr>
        <w:t>пруда на балке Большая Курахтинка в Грачевском  районе, в трех Километрах западнее  села Тугулук</w:t>
      </w:r>
    </w:p>
    <w:p w:rsidR="00995FA2" w:rsidRDefault="00995FA2" w:rsidP="00995FA2">
      <w:pPr>
        <w:jc w:val="center"/>
        <w:rPr>
          <w:b/>
        </w:rPr>
      </w:pPr>
      <w:r w:rsidRPr="00222A42">
        <w:rPr>
          <w:b/>
        </w:rPr>
        <w:t>в рекреационных целях (</w:t>
      </w:r>
      <w:r w:rsidR="005C0AA2">
        <w:rPr>
          <w:b/>
        </w:rPr>
        <w:t>с</w:t>
      </w:r>
      <w:r>
        <w:rPr>
          <w:b/>
        </w:rPr>
        <w:t xml:space="preserve"> применени</w:t>
      </w:r>
      <w:r w:rsidR="005C0AA2">
        <w:rPr>
          <w:b/>
        </w:rPr>
        <w:t>е</w:t>
      </w:r>
      <w:r>
        <w:rPr>
          <w:b/>
        </w:rPr>
        <w:t xml:space="preserve"> маломерных плавательных средств)</w:t>
      </w:r>
    </w:p>
    <w:p w:rsidR="00724033" w:rsidRPr="00222A42" w:rsidRDefault="00724033" w:rsidP="00995FA2">
      <w:pPr>
        <w:jc w:val="center"/>
        <w:rPr>
          <w:b/>
        </w:rPr>
      </w:pPr>
      <w:r w:rsidRPr="00724033">
        <w:rPr>
          <w:b/>
        </w:rPr>
        <w:object w:dxaOrig="14804" w:dyaOrig="9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0.75pt;height:383.25pt" o:ole="">
            <v:imagedata r:id="rId10" o:title=""/>
          </v:shape>
          <o:OLEObject Type="Embed" ProgID="Word.Document.12" ShapeID="_x0000_i1025" DrawAspect="Content" ObjectID="_1342503220" r:id="rId11"/>
        </w:object>
      </w:r>
    </w:p>
    <w:p w:rsidR="00995FA2" w:rsidRPr="0054726A" w:rsidRDefault="00995FA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</w:p>
    <w:p w:rsidR="00724033" w:rsidRDefault="00724033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  <w:sectPr w:rsidR="00724033" w:rsidSect="00724033">
          <w:pgSz w:w="16838" w:h="11906" w:orient="landscape"/>
          <w:pgMar w:top="1418" w:right="357" w:bottom="851" w:left="244" w:header="709" w:footer="709" w:gutter="0"/>
          <w:cols w:space="708"/>
          <w:titlePg/>
          <w:docGrid w:linePitch="360"/>
        </w:sectPr>
      </w:pPr>
    </w:p>
    <w:p w:rsidR="00995FA2" w:rsidRDefault="00995FA2" w:rsidP="00995FA2">
      <w:pPr>
        <w:ind w:firstLine="720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                           </w:t>
      </w:r>
    </w:p>
    <w:p w:rsidR="00724033" w:rsidRDefault="00995FA2" w:rsidP="0072403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</w:t>
      </w:r>
    </w:p>
    <w:p w:rsidR="00995FA2" w:rsidRPr="00E53721" w:rsidRDefault="00995FA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</w:t>
      </w:r>
      <w:r w:rsidRPr="00E53721">
        <w:rPr>
          <w:rFonts w:ascii="Courier New" w:hAnsi="Courier New" w:cs="Courier New"/>
          <w:sz w:val="22"/>
          <w:szCs w:val="22"/>
        </w:rPr>
        <w:t xml:space="preserve">Приложение </w:t>
      </w:r>
      <w:r w:rsidRPr="00E53721">
        <w:rPr>
          <w:rFonts w:ascii="Courier New" w:hAnsi="Courier New" w:cs="Courier New"/>
          <w:sz w:val="22"/>
          <w:szCs w:val="22"/>
          <w:lang w:val="en-US"/>
        </w:rPr>
        <w:t>N</w:t>
      </w:r>
      <w:r w:rsidRPr="00E5372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5</w:t>
      </w:r>
      <w:r w:rsidRPr="00E53721">
        <w:rPr>
          <w:rFonts w:ascii="Courier New" w:hAnsi="Courier New" w:cs="Courier New"/>
          <w:sz w:val="22"/>
          <w:szCs w:val="22"/>
        </w:rPr>
        <w:t xml:space="preserve"> </w:t>
      </w:r>
    </w:p>
    <w:p w:rsidR="00995FA2" w:rsidRPr="00E53721" w:rsidRDefault="00995FA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</w:t>
      </w:r>
      <w:r w:rsidRPr="00E53721">
        <w:rPr>
          <w:rFonts w:ascii="Courier New" w:hAnsi="Courier New" w:cs="Courier New"/>
          <w:sz w:val="22"/>
          <w:szCs w:val="22"/>
        </w:rPr>
        <w:t>к проекту договора</w:t>
      </w:r>
    </w:p>
    <w:p w:rsidR="00995FA2" w:rsidRPr="00E53721" w:rsidRDefault="00995FA2" w:rsidP="00995FA2">
      <w:pPr>
        <w:ind w:firstLine="720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</w:t>
      </w:r>
      <w:r w:rsidRPr="00E53721">
        <w:rPr>
          <w:rFonts w:ascii="Courier New" w:hAnsi="Courier New" w:cs="Courier New"/>
          <w:sz w:val="22"/>
          <w:szCs w:val="22"/>
        </w:rPr>
        <w:t>водопользования</w:t>
      </w:r>
    </w:p>
    <w:p w:rsidR="00995FA2" w:rsidRDefault="00995FA2" w:rsidP="00995FA2"/>
    <w:p w:rsidR="00995FA2" w:rsidRPr="00E111A9" w:rsidRDefault="00995FA2" w:rsidP="00995FA2">
      <w:pPr>
        <w:jc w:val="center"/>
        <w:rPr>
          <w:sz w:val="28"/>
          <w:szCs w:val="28"/>
        </w:rPr>
      </w:pPr>
      <w:r w:rsidRPr="00E111A9">
        <w:rPr>
          <w:sz w:val="30"/>
          <w:szCs w:val="30"/>
        </w:rPr>
        <w:t xml:space="preserve">Наименование водопользователя </w:t>
      </w:r>
      <w:r w:rsidRPr="00E111A9">
        <w:rPr>
          <w:spacing w:val="-8"/>
          <w:sz w:val="28"/>
          <w:szCs w:val="28"/>
        </w:rPr>
        <w:t>получившего на аукционе право заключения договора водопользования</w:t>
      </w:r>
    </w:p>
    <w:p w:rsidR="00995FA2" w:rsidRPr="007D05E9" w:rsidRDefault="00995FA2" w:rsidP="00995FA2">
      <w:pPr>
        <w:rPr>
          <w:sz w:val="28"/>
          <w:szCs w:val="28"/>
        </w:rPr>
      </w:pPr>
    </w:p>
    <w:p w:rsidR="00995FA2" w:rsidRDefault="00995FA2" w:rsidP="00995FA2"/>
    <w:tbl>
      <w:tblPr>
        <w:tblW w:w="0" w:type="auto"/>
        <w:tblLook w:val="01E0"/>
      </w:tblPr>
      <w:tblGrid>
        <w:gridCol w:w="3888"/>
        <w:gridCol w:w="900"/>
        <w:gridCol w:w="4783"/>
      </w:tblGrid>
      <w:tr w:rsidR="00995FA2" w:rsidTr="00D96A71">
        <w:tc>
          <w:tcPr>
            <w:tcW w:w="3888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  <w:r>
              <w:t>Согласовано:</w:t>
            </w:r>
          </w:p>
        </w:tc>
        <w:tc>
          <w:tcPr>
            <w:tcW w:w="900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</w:p>
        </w:tc>
        <w:tc>
          <w:tcPr>
            <w:tcW w:w="4783" w:type="dxa"/>
          </w:tcPr>
          <w:p w:rsidR="00995FA2" w:rsidRDefault="00995FA2" w:rsidP="00D96A71">
            <w:pPr>
              <w:pStyle w:val="a6"/>
              <w:spacing w:line="264" w:lineRule="auto"/>
              <w:ind w:left="-108"/>
              <w:jc w:val="left"/>
            </w:pPr>
            <w:r>
              <w:t>Утверждаю:</w:t>
            </w:r>
          </w:p>
        </w:tc>
      </w:tr>
      <w:tr w:rsidR="00995FA2" w:rsidTr="00D96A71">
        <w:tc>
          <w:tcPr>
            <w:tcW w:w="3888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  <w:r>
              <w:t xml:space="preserve">Заместитель руководителя </w:t>
            </w:r>
            <w:r w:rsidR="005C0AA2">
              <w:t>–начальник отдела водных ресу</w:t>
            </w:r>
            <w:r w:rsidR="005C0AA2">
              <w:t>р</w:t>
            </w:r>
            <w:r w:rsidR="005C0AA2">
              <w:t>сов по Ставропольскому краю</w:t>
            </w:r>
          </w:p>
          <w:p w:rsidR="00995FA2" w:rsidRDefault="00995FA2" w:rsidP="00D96A71">
            <w:pPr>
              <w:pStyle w:val="a6"/>
              <w:spacing w:line="264" w:lineRule="auto"/>
              <w:jc w:val="left"/>
            </w:pPr>
            <w:r>
              <w:t>Кубанского БВУ</w:t>
            </w:r>
          </w:p>
        </w:tc>
        <w:tc>
          <w:tcPr>
            <w:tcW w:w="900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</w:p>
        </w:tc>
        <w:tc>
          <w:tcPr>
            <w:tcW w:w="4783" w:type="dxa"/>
          </w:tcPr>
          <w:p w:rsidR="00995FA2" w:rsidRPr="0045090C" w:rsidRDefault="00995FA2" w:rsidP="00D96A71">
            <w:pPr>
              <w:pStyle w:val="a6"/>
              <w:spacing w:line="264" w:lineRule="auto"/>
              <w:ind w:left="-108"/>
              <w:jc w:val="left"/>
              <w:rPr>
                <w:spacing w:val="-8"/>
              </w:rPr>
            </w:pPr>
            <w:r w:rsidRPr="0045090C">
              <w:rPr>
                <w:spacing w:val="-8"/>
              </w:rPr>
              <w:t>ФИО водопользователя, (для юридического лица- ФИО руководителя) получившего на аукционе право заключения договора вод</w:t>
            </w:r>
            <w:r w:rsidRPr="0045090C">
              <w:rPr>
                <w:spacing w:val="-8"/>
              </w:rPr>
              <w:t>о</w:t>
            </w:r>
            <w:r w:rsidRPr="0045090C">
              <w:rPr>
                <w:spacing w:val="-8"/>
              </w:rPr>
              <w:t xml:space="preserve">пользования </w:t>
            </w:r>
          </w:p>
        </w:tc>
      </w:tr>
      <w:tr w:rsidR="00995FA2" w:rsidTr="00D96A71">
        <w:tc>
          <w:tcPr>
            <w:tcW w:w="3888" w:type="dxa"/>
          </w:tcPr>
          <w:p w:rsidR="00995FA2" w:rsidRDefault="005C0AA2" w:rsidP="005C0AA2">
            <w:pPr>
              <w:pStyle w:val="a6"/>
              <w:spacing w:line="264" w:lineRule="auto"/>
              <w:jc w:val="left"/>
            </w:pPr>
            <w:r>
              <w:t>______________</w:t>
            </w:r>
            <w:r w:rsidR="00995FA2">
              <w:t xml:space="preserve">  Г.</w:t>
            </w:r>
            <w:r>
              <w:t>Ф</w:t>
            </w:r>
            <w:r w:rsidR="00995FA2">
              <w:t xml:space="preserve">. </w:t>
            </w:r>
            <w:r>
              <w:t>Долинский</w:t>
            </w:r>
          </w:p>
        </w:tc>
        <w:tc>
          <w:tcPr>
            <w:tcW w:w="900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</w:p>
        </w:tc>
        <w:tc>
          <w:tcPr>
            <w:tcW w:w="4783" w:type="dxa"/>
          </w:tcPr>
          <w:p w:rsidR="00995FA2" w:rsidRDefault="00995FA2" w:rsidP="00D96A71">
            <w:pPr>
              <w:pStyle w:val="a6"/>
              <w:spacing w:line="264" w:lineRule="auto"/>
              <w:ind w:left="-108"/>
              <w:jc w:val="left"/>
            </w:pPr>
            <w:r>
              <w:t>_________________</w:t>
            </w:r>
          </w:p>
        </w:tc>
      </w:tr>
      <w:tr w:rsidR="00995FA2" w:rsidTr="00D96A71">
        <w:tc>
          <w:tcPr>
            <w:tcW w:w="3888" w:type="dxa"/>
          </w:tcPr>
          <w:p w:rsidR="00995FA2" w:rsidRDefault="00995FA2" w:rsidP="005C0AA2">
            <w:pPr>
              <w:pStyle w:val="a6"/>
              <w:spacing w:line="264" w:lineRule="auto"/>
              <w:jc w:val="left"/>
            </w:pPr>
            <w:r>
              <w:t>«____» ______________ 20</w:t>
            </w:r>
            <w:r w:rsidR="005C0AA2">
              <w:t>10</w:t>
            </w:r>
            <w:r>
              <w:t>г</w:t>
            </w:r>
          </w:p>
        </w:tc>
        <w:tc>
          <w:tcPr>
            <w:tcW w:w="900" w:type="dxa"/>
          </w:tcPr>
          <w:p w:rsidR="00995FA2" w:rsidRDefault="00995FA2" w:rsidP="00D96A71">
            <w:pPr>
              <w:pStyle w:val="a6"/>
              <w:spacing w:line="264" w:lineRule="auto"/>
              <w:jc w:val="left"/>
            </w:pPr>
          </w:p>
        </w:tc>
        <w:tc>
          <w:tcPr>
            <w:tcW w:w="4783" w:type="dxa"/>
          </w:tcPr>
          <w:p w:rsidR="00995FA2" w:rsidRDefault="00995FA2" w:rsidP="005C0AA2">
            <w:pPr>
              <w:pStyle w:val="a6"/>
              <w:spacing w:line="264" w:lineRule="auto"/>
              <w:ind w:left="-108"/>
              <w:jc w:val="left"/>
            </w:pPr>
            <w:r>
              <w:t>«___» _______________20</w:t>
            </w:r>
            <w:r w:rsidR="005C0AA2">
              <w:t>10</w:t>
            </w:r>
            <w:r>
              <w:t>г</w:t>
            </w:r>
          </w:p>
        </w:tc>
      </w:tr>
    </w:tbl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jc w:val="left"/>
      </w:pPr>
    </w:p>
    <w:p w:rsidR="00995FA2" w:rsidRDefault="00995FA2" w:rsidP="00995FA2">
      <w:pPr>
        <w:pStyle w:val="a6"/>
        <w:spacing w:line="264" w:lineRule="auto"/>
        <w:rPr>
          <w:b w:val="0"/>
          <w:sz w:val="32"/>
          <w:szCs w:val="32"/>
        </w:rPr>
      </w:pPr>
    </w:p>
    <w:p w:rsidR="00995FA2" w:rsidRDefault="00995FA2" w:rsidP="00995FA2">
      <w:pPr>
        <w:pStyle w:val="a6"/>
        <w:spacing w:line="264" w:lineRule="auto"/>
        <w:rPr>
          <w:b w:val="0"/>
          <w:sz w:val="32"/>
          <w:szCs w:val="32"/>
        </w:rPr>
      </w:pPr>
    </w:p>
    <w:p w:rsidR="00995FA2" w:rsidRPr="005B177B" w:rsidRDefault="00995FA2" w:rsidP="00995FA2">
      <w:pPr>
        <w:pStyle w:val="a6"/>
        <w:spacing w:line="264" w:lineRule="auto"/>
        <w:rPr>
          <w:b w:val="0"/>
          <w:sz w:val="32"/>
          <w:szCs w:val="32"/>
        </w:rPr>
      </w:pPr>
      <w:r w:rsidRPr="005B177B">
        <w:rPr>
          <w:b w:val="0"/>
          <w:sz w:val="32"/>
          <w:szCs w:val="32"/>
        </w:rPr>
        <w:t xml:space="preserve">ПРОГРАММА </w:t>
      </w:r>
    </w:p>
    <w:p w:rsidR="00995FA2" w:rsidRDefault="00995FA2" w:rsidP="00995FA2">
      <w:pPr>
        <w:pStyle w:val="a6"/>
        <w:spacing w:line="264" w:lineRule="auto"/>
        <w:rPr>
          <w:b w:val="0"/>
          <w:sz w:val="32"/>
          <w:szCs w:val="32"/>
        </w:rPr>
      </w:pPr>
      <w:r w:rsidRPr="005B177B">
        <w:rPr>
          <w:b w:val="0"/>
          <w:sz w:val="32"/>
          <w:szCs w:val="32"/>
        </w:rPr>
        <w:t xml:space="preserve">по ведению мониторинга </w:t>
      </w:r>
    </w:p>
    <w:p w:rsidR="00995FA2" w:rsidRDefault="00995FA2" w:rsidP="00995FA2">
      <w:pPr>
        <w:pStyle w:val="a6"/>
        <w:spacing w:line="264" w:lineRule="auto"/>
        <w:rPr>
          <w:b w:val="0"/>
        </w:rPr>
      </w:pPr>
      <w:r>
        <w:rPr>
          <w:b w:val="0"/>
        </w:rPr>
        <w:t>(макет)</w:t>
      </w: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rPr>
          <w:b w:val="0"/>
        </w:rPr>
      </w:pPr>
    </w:p>
    <w:p w:rsidR="00995FA2" w:rsidRDefault="00995FA2" w:rsidP="00995FA2">
      <w:pPr>
        <w:pStyle w:val="a6"/>
        <w:spacing w:line="264" w:lineRule="auto"/>
        <w:jc w:val="left"/>
        <w:rPr>
          <w:b w:val="0"/>
        </w:rPr>
      </w:pPr>
    </w:p>
    <w:p w:rsidR="00995FA2" w:rsidRDefault="00995FA2" w:rsidP="00995FA2">
      <w:pPr>
        <w:pStyle w:val="a6"/>
        <w:spacing w:line="264" w:lineRule="auto"/>
        <w:jc w:val="left"/>
        <w:rPr>
          <w:b w:val="0"/>
        </w:rPr>
      </w:pPr>
    </w:p>
    <w:p w:rsidR="00995FA2" w:rsidRPr="005B177B" w:rsidRDefault="00995FA2" w:rsidP="00995FA2">
      <w:pPr>
        <w:pStyle w:val="a6"/>
        <w:spacing w:line="264" w:lineRule="auto"/>
        <w:jc w:val="left"/>
        <w:rPr>
          <w:b w:val="0"/>
        </w:rPr>
        <w:sectPr w:rsidR="00995FA2" w:rsidRPr="005B177B" w:rsidSect="00D96A71">
          <w:pgSz w:w="11906" w:h="16838"/>
          <w:pgMar w:top="360" w:right="850" w:bottom="0" w:left="1418" w:header="708" w:footer="708" w:gutter="0"/>
          <w:cols w:space="708"/>
          <w:titlePg/>
          <w:docGrid w:linePitch="360"/>
        </w:sectPr>
      </w:pPr>
    </w:p>
    <w:p w:rsidR="00995FA2" w:rsidRDefault="00995FA2" w:rsidP="00995FA2">
      <w:pPr>
        <w:pStyle w:val="a6"/>
        <w:jc w:val="left"/>
        <w:rPr>
          <w:b w:val="0"/>
        </w:rPr>
      </w:pPr>
      <w:r>
        <w:rPr>
          <w:b w:val="0"/>
        </w:rPr>
        <w:lastRenderedPageBreak/>
        <w:t xml:space="preserve">                                                       </w:t>
      </w:r>
      <w:r w:rsidRPr="00762CB1">
        <w:rPr>
          <w:b w:val="0"/>
        </w:rPr>
        <w:t>СОДЕРЖАНИЕ</w:t>
      </w:r>
    </w:p>
    <w:p w:rsidR="00995FA2" w:rsidRPr="00762CB1" w:rsidRDefault="00995FA2" w:rsidP="00995FA2">
      <w:pPr>
        <w:pStyle w:val="a6"/>
        <w:rPr>
          <w:b w:val="0"/>
        </w:rPr>
      </w:pPr>
    </w:p>
    <w:tbl>
      <w:tblPr>
        <w:tblW w:w="0" w:type="auto"/>
        <w:tblLook w:val="01E0"/>
      </w:tblPr>
      <w:tblGrid>
        <w:gridCol w:w="8568"/>
      </w:tblGrid>
      <w:tr w:rsidR="00995FA2" w:rsidTr="00D96A71">
        <w:tc>
          <w:tcPr>
            <w:tcW w:w="8568" w:type="dxa"/>
          </w:tcPr>
          <w:p w:rsidR="00995FA2" w:rsidRPr="0045090C" w:rsidRDefault="00995FA2" w:rsidP="00D96A71">
            <w:pPr>
              <w:pStyle w:val="a6"/>
              <w:spacing w:line="288" w:lineRule="auto"/>
              <w:rPr>
                <w:b w:val="0"/>
              </w:rPr>
            </w:pPr>
            <w:r w:rsidRPr="00762CB1">
              <w:t>1. Введение</w:t>
            </w:r>
          </w:p>
        </w:tc>
      </w:tr>
      <w:tr w:rsidR="00995FA2" w:rsidTr="00D96A71">
        <w:tc>
          <w:tcPr>
            <w:tcW w:w="8568" w:type="dxa"/>
          </w:tcPr>
          <w:p w:rsidR="00995FA2" w:rsidRPr="00762CB1" w:rsidRDefault="00995FA2" w:rsidP="00D96A71">
            <w:pPr>
              <w:pStyle w:val="a6"/>
              <w:spacing w:line="288" w:lineRule="auto"/>
            </w:pPr>
            <w:r>
              <w:t>1.1. Права и обязанности водопользователей.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 xml:space="preserve">1.2. Эффективность проводимых мероприятий. 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1.3. Цель и предмет деятельности.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 xml:space="preserve">1.4. </w:t>
            </w:r>
            <w:r w:rsidRPr="0045090C">
              <w:rPr>
                <w:szCs w:val="28"/>
              </w:rPr>
              <w:t>Характеристика осуществляемой и намечаемой деятельности на водном объекте.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1.5. Сведения о водном объекте.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 Программа проведения локального мониторинга.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2.1. Цели и задачи.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2.2. Основные принципы при разработке и осуществлении программы.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2.3. Ответственность.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2.4. Объекты мониторинга.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 xml:space="preserve">2.5. </w:t>
            </w:r>
            <w:r w:rsidRPr="0045090C">
              <w:rPr>
                <w:spacing w:val="-8"/>
                <w:szCs w:val="28"/>
              </w:rPr>
              <w:t>Основные нормативные документы для проведения мониторинга.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2.6. Обоснование наблюдательной сети.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2.7. Наблюдательная сеть должна обеспечить: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2.8. Порядок проведения мониторинга.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3.0. Виды проводимых работ.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3.1. Производственный локальный мониторинг за гидрохимическим реж</w:t>
            </w:r>
            <w:r>
              <w:t>и</w:t>
            </w:r>
            <w:r>
              <w:t>мом.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3.2. Состав контролируемых показателей.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3.3. Схема расположения пунктов контроля.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3.4. План оценки качества при проведении мониторинга.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3.5. Контроль качества на стадиях отбора проб, хранения и консервации.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3.6. Отбор проб природной воды.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3.7. Транспортировка проб.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3.8. Рекомендуемая методика измерения.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3.9. Предельно допустимые концентрации веществ.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4. Ожидаемые результаты.</w:t>
            </w:r>
          </w:p>
        </w:tc>
      </w:tr>
      <w:tr w:rsidR="00995FA2" w:rsidTr="00D96A71">
        <w:tc>
          <w:tcPr>
            <w:tcW w:w="8568" w:type="dxa"/>
          </w:tcPr>
          <w:p w:rsidR="00995FA2" w:rsidRDefault="00995FA2" w:rsidP="00D96A71">
            <w:pPr>
              <w:pStyle w:val="a6"/>
              <w:spacing w:line="288" w:lineRule="auto"/>
            </w:pPr>
            <w:r>
              <w:t>5. Графические приложения.</w:t>
            </w:r>
          </w:p>
        </w:tc>
      </w:tr>
    </w:tbl>
    <w:p w:rsidR="00995FA2" w:rsidRDefault="00995FA2" w:rsidP="00995FA2">
      <w:pPr>
        <w:pStyle w:val="a6"/>
        <w:jc w:val="left"/>
        <w:rPr>
          <w:b w:val="0"/>
        </w:rPr>
      </w:pPr>
    </w:p>
    <w:p w:rsidR="00995FA2" w:rsidRDefault="00995FA2" w:rsidP="00995FA2">
      <w:pPr>
        <w:pStyle w:val="a6"/>
        <w:jc w:val="left"/>
        <w:rPr>
          <w:b w:val="0"/>
        </w:rPr>
        <w:sectPr w:rsidR="00995FA2" w:rsidSect="00D96A71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995FA2" w:rsidRPr="006C17D7" w:rsidRDefault="00995FA2" w:rsidP="00995FA2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6C17D7">
        <w:rPr>
          <w:sz w:val="28"/>
          <w:szCs w:val="28"/>
        </w:rPr>
        <w:lastRenderedPageBreak/>
        <w:t>Введение.</w:t>
      </w:r>
    </w:p>
    <w:p w:rsidR="00995FA2" w:rsidRPr="006C17D7" w:rsidRDefault="00995FA2" w:rsidP="00995FA2">
      <w:pPr>
        <w:pStyle w:val="a6"/>
        <w:ind w:firstLine="360"/>
        <w:jc w:val="both"/>
        <w:rPr>
          <w:sz w:val="28"/>
          <w:szCs w:val="28"/>
        </w:rPr>
      </w:pPr>
      <w:r w:rsidRPr="006C17D7">
        <w:rPr>
          <w:sz w:val="28"/>
          <w:szCs w:val="28"/>
        </w:rPr>
        <w:t xml:space="preserve">1.1. Права и обязанности водопользователей. </w:t>
      </w:r>
    </w:p>
    <w:p w:rsidR="00995FA2" w:rsidRPr="00B161D2" w:rsidRDefault="00995FA2" w:rsidP="00995FA2">
      <w:pPr>
        <w:autoSpaceDE w:val="0"/>
        <w:autoSpaceDN w:val="0"/>
        <w:adjustRightInd w:val="0"/>
        <w:ind w:firstLine="360"/>
        <w:jc w:val="both"/>
      </w:pPr>
      <w:r w:rsidRPr="00B161D2">
        <w:t>В соответствии с требованиями статьи 39 Водного кодекса РФ «</w:t>
      </w:r>
      <w:r w:rsidRPr="00B161D2">
        <w:rPr>
          <w:i/>
        </w:rPr>
        <w:t>Права и обязанности в</w:t>
      </w:r>
      <w:r w:rsidRPr="00B161D2">
        <w:rPr>
          <w:i/>
        </w:rPr>
        <w:t>о</w:t>
      </w:r>
      <w:r w:rsidRPr="00B161D2">
        <w:rPr>
          <w:i/>
        </w:rPr>
        <w:t>допользователей при использовании водных объектов</w:t>
      </w:r>
      <w:r w:rsidRPr="00B161D2">
        <w:t>» - водопользователь обязан вести в у</w:t>
      </w:r>
      <w:r w:rsidRPr="00B161D2">
        <w:t>с</w:t>
      </w:r>
      <w:r w:rsidRPr="00B161D2">
        <w:t>тановленном порядке учет объема забора (изъятия) водных ресурсов из водных объектов и объема сброса сточных вод и (или) дренажных вод, их качества, регулярные наблюдения за водными объектами и их водоохранными зонами, а также бесплатно и в установленные сроки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власти.</w:t>
      </w:r>
    </w:p>
    <w:p w:rsidR="00995FA2" w:rsidRPr="00DA0557" w:rsidRDefault="00995FA2" w:rsidP="00995FA2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</w:t>
      </w:r>
      <w:r w:rsidRPr="00DA0557">
        <w:rPr>
          <w:b/>
          <w:sz w:val="28"/>
          <w:szCs w:val="28"/>
        </w:rPr>
        <w:t>Эффективность проводимых мероприятий.</w:t>
      </w:r>
    </w:p>
    <w:p w:rsidR="00995FA2" w:rsidRPr="00B161D2" w:rsidRDefault="00995FA2" w:rsidP="00995FA2">
      <w:pPr>
        <w:autoSpaceDE w:val="0"/>
        <w:autoSpaceDN w:val="0"/>
        <w:adjustRightInd w:val="0"/>
        <w:spacing w:line="312" w:lineRule="auto"/>
        <w:ind w:firstLine="576"/>
        <w:jc w:val="both"/>
      </w:pPr>
      <w:r w:rsidRPr="00B161D2">
        <w:t>Наиболее эффективным средством оценки изменения состояния водной среды – является ведение локального мониторинга.</w:t>
      </w:r>
    </w:p>
    <w:p w:rsidR="00995FA2" w:rsidRDefault="00995FA2" w:rsidP="00995FA2">
      <w:pPr>
        <w:autoSpaceDE w:val="0"/>
        <w:autoSpaceDN w:val="0"/>
        <w:adjustRightInd w:val="0"/>
        <w:spacing w:line="264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1.3.Цель и виды деятельности.</w:t>
      </w:r>
    </w:p>
    <w:p w:rsidR="00995FA2" w:rsidRPr="00B161D2" w:rsidRDefault="00995FA2" w:rsidP="00995FA2">
      <w:pPr>
        <w:pStyle w:val="a6"/>
        <w:spacing w:line="312" w:lineRule="auto"/>
        <w:ind w:firstLine="576"/>
        <w:jc w:val="both"/>
      </w:pPr>
      <w:r w:rsidRPr="00B161D2">
        <w:t>Указываются цель и вид деятельности на водном объекте.</w:t>
      </w:r>
    </w:p>
    <w:p w:rsidR="00995FA2" w:rsidRPr="00B161D2" w:rsidRDefault="00995FA2" w:rsidP="00995FA2">
      <w:pPr>
        <w:pStyle w:val="a6"/>
        <w:spacing w:line="312" w:lineRule="auto"/>
        <w:ind w:firstLine="576"/>
        <w:jc w:val="both"/>
      </w:pPr>
      <w:r w:rsidRPr="00D537AE">
        <w:rPr>
          <w:b w:val="0"/>
          <w:szCs w:val="28"/>
        </w:rPr>
        <w:t>Характеристика осуществляемой и намечаемой деятельности на водном объекте</w:t>
      </w:r>
      <w:r>
        <w:rPr>
          <w:b w:val="0"/>
          <w:szCs w:val="28"/>
        </w:rPr>
        <w:t xml:space="preserve">.                                                                                    </w:t>
      </w:r>
      <w:r w:rsidRPr="00B161D2">
        <w:t>Дается краткая характеристика выделяемого участка водного, его размеры и характер</w:t>
      </w:r>
      <w:r w:rsidRPr="00B161D2">
        <w:t>и</w:t>
      </w:r>
      <w:r w:rsidRPr="00B161D2">
        <w:t xml:space="preserve">стика намечаемой деятельности  </w:t>
      </w:r>
    </w:p>
    <w:p w:rsidR="00995FA2" w:rsidRPr="00B161D2" w:rsidRDefault="00995FA2" w:rsidP="00995FA2">
      <w:pPr>
        <w:pStyle w:val="a6"/>
        <w:spacing w:line="312" w:lineRule="auto"/>
        <w:ind w:firstLine="360"/>
        <w:jc w:val="both"/>
      </w:pPr>
      <w:r>
        <w:rPr>
          <w:b w:val="0"/>
        </w:rPr>
        <w:t xml:space="preserve">Характеристика местоположения. </w:t>
      </w:r>
      <w:r w:rsidRPr="00127A68">
        <w:rPr>
          <w:b w:val="0"/>
        </w:rPr>
        <w:t>Общие сведения о водном объекте</w:t>
      </w:r>
      <w:r>
        <w:t xml:space="preserve">.                                                                                                              </w:t>
      </w:r>
      <w:r w:rsidRPr="00B161D2">
        <w:t xml:space="preserve">Дается краткая характеристика местоположения и   водного объекта, право пользования которым приобретается на аукционе. </w:t>
      </w:r>
    </w:p>
    <w:p w:rsidR="00995FA2" w:rsidRPr="00D77656" w:rsidRDefault="00995FA2" w:rsidP="00995FA2">
      <w:pPr>
        <w:pStyle w:val="a6"/>
        <w:numPr>
          <w:ilvl w:val="0"/>
          <w:numId w:val="15"/>
        </w:numPr>
        <w:jc w:val="both"/>
        <w:rPr>
          <w:sz w:val="28"/>
          <w:szCs w:val="28"/>
        </w:rPr>
      </w:pPr>
      <w:r w:rsidRPr="00D77656">
        <w:rPr>
          <w:sz w:val="28"/>
          <w:szCs w:val="28"/>
        </w:rPr>
        <w:t>Программа проведения локального мониторинга.</w:t>
      </w:r>
    </w:p>
    <w:p w:rsidR="00995FA2" w:rsidRPr="00D77656" w:rsidRDefault="00995FA2" w:rsidP="00995FA2">
      <w:pPr>
        <w:spacing w:line="312" w:lineRule="auto"/>
        <w:ind w:firstLine="360"/>
        <w:jc w:val="both"/>
        <w:rPr>
          <w:b/>
          <w:sz w:val="28"/>
          <w:szCs w:val="28"/>
        </w:rPr>
      </w:pPr>
      <w:r w:rsidRPr="00D77656">
        <w:rPr>
          <w:b/>
          <w:sz w:val="28"/>
          <w:szCs w:val="28"/>
        </w:rPr>
        <w:t>2.1. Цели и задачи:</w:t>
      </w:r>
    </w:p>
    <w:p w:rsidR="00995FA2" w:rsidRPr="00B161D2" w:rsidRDefault="00995FA2" w:rsidP="00995FA2">
      <w:pPr>
        <w:pStyle w:val="a6"/>
        <w:spacing w:line="312" w:lineRule="auto"/>
        <w:ind w:firstLine="567"/>
        <w:jc w:val="both"/>
      </w:pPr>
      <w:r w:rsidRPr="00B161D2">
        <w:t>Целью работ является: осуществление наблюдений за состоянием водного объекта пределах водопользования.</w:t>
      </w:r>
    </w:p>
    <w:p w:rsidR="00995FA2" w:rsidRPr="00B161D2" w:rsidRDefault="00995FA2" w:rsidP="00995FA2">
      <w:pPr>
        <w:ind w:firstLine="567"/>
        <w:jc w:val="both"/>
      </w:pPr>
      <w:r w:rsidRPr="00B161D2">
        <w:t>В соответствии с целью, программа мониторинга включает выполнение следующих р</w:t>
      </w:r>
      <w:r w:rsidRPr="00B161D2">
        <w:t>а</w:t>
      </w:r>
      <w:r w:rsidRPr="00B161D2">
        <w:t>бот:</w:t>
      </w:r>
    </w:p>
    <w:p w:rsidR="00995FA2" w:rsidRPr="00B161D2" w:rsidRDefault="00995FA2" w:rsidP="00995FA2">
      <w:pPr>
        <w:ind w:firstLine="567"/>
        <w:jc w:val="both"/>
      </w:pPr>
      <w:r w:rsidRPr="00B161D2">
        <w:t xml:space="preserve">- регулярное получение достоверных данных о текущем состоянии водных объектов в зоне влияния; 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2.2. Основные принципы при разработке и осуществлении программы:</w:t>
      </w:r>
    </w:p>
    <w:p w:rsidR="00995FA2" w:rsidRPr="00385706" w:rsidRDefault="00995FA2" w:rsidP="00995FA2">
      <w:pPr>
        <w:pStyle w:val="a6"/>
        <w:spacing w:line="288" w:lineRule="auto"/>
        <w:ind w:firstLine="567"/>
        <w:jc w:val="both"/>
        <w:rPr>
          <w:b w:val="0"/>
        </w:rPr>
      </w:pPr>
      <w:r w:rsidRPr="00385706">
        <w:rPr>
          <w:b w:val="0"/>
        </w:rPr>
        <w:t>- создание постоянно действующей системы контроля качества процедур, методов и р</w:t>
      </w:r>
      <w:r w:rsidRPr="00385706">
        <w:rPr>
          <w:b w:val="0"/>
        </w:rPr>
        <w:t>е</w:t>
      </w:r>
      <w:r w:rsidRPr="00385706">
        <w:rPr>
          <w:b w:val="0"/>
        </w:rPr>
        <w:t>зультатов мониторинга;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2.3. Ответственность.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Лица, осуществляющие деятельность на водном объекте, несут ответственность за сво</w:t>
      </w:r>
      <w:r w:rsidRPr="00385706">
        <w:rPr>
          <w:b w:val="0"/>
        </w:rPr>
        <w:t>е</w:t>
      </w:r>
      <w:r w:rsidRPr="00385706">
        <w:rPr>
          <w:b w:val="0"/>
        </w:rPr>
        <w:t>временность, полноту и достоверность осуществления локального мониторинга.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2.4. Объекты мониторинга.</w:t>
      </w:r>
    </w:p>
    <w:p w:rsidR="00995FA2" w:rsidRPr="00385706" w:rsidRDefault="00995FA2" w:rsidP="00995FA2">
      <w:pPr>
        <w:pStyle w:val="a6"/>
        <w:spacing w:line="312" w:lineRule="auto"/>
        <w:jc w:val="both"/>
        <w:rPr>
          <w:b w:val="0"/>
        </w:rPr>
      </w:pPr>
      <w:r w:rsidRPr="00385706">
        <w:rPr>
          <w:b w:val="0"/>
        </w:rPr>
        <w:t>- водные объекты, подвергающиеся техногенным воздействиям.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2.5. Основные нормативные документы для проведения мониторинга.</w:t>
      </w:r>
    </w:p>
    <w:p w:rsidR="00995FA2" w:rsidRPr="00B161D2" w:rsidRDefault="00995FA2" w:rsidP="00995FA2">
      <w:pPr>
        <w:spacing w:line="312" w:lineRule="auto"/>
        <w:jc w:val="both"/>
      </w:pPr>
      <w:r w:rsidRPr="00B161D2">
        <w:t>- Водный кодекс Российской Федерации от 03.06.2006г;</w:t>
      </w:r>
    </w:p>
    <w:p w:rsidR="00995FA2" w:rsidRPr="00B161D2" w:rsidRDefault="00995FA2" w:rsidP="00995FA2">
      <w:pPr>
        <w:spacing w:line="312" w:lineRule="auto"/>
        <w:jc w:val="both"/>
      </w:pPr>
      <w:r w:rsidRPr="00B161D2">
        <w:t>- Закон «Об охране окружающей среды» от 10.01.2002г;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>
        <w:t xml:space="preserve">- </w:t>
      </w:r>
      <w:r w:rsidRPr="00B161D2">
        <w:t>Постановление Правительства РФ № 219 «Об утверждении положения об осуществл</w:t>
      </w:r>
      <w:r w:rsidRPr="00B161D2">
        <w:t>е</w:t>
      </w:r>
      <w:r w:rsidRPr="00B161D2">
        <w:t xml:space="preserve">нии государственного мониторинга водных объектов» от 10.04.2007г. 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ГОСТ 17.1.5.4-81. Охрана природы. Гидросфера. Приборы и устройства для отбора, первичной обработки и хранения природных вод. Общие технические требования.</w:t>
      </w:r>
    </w:p>
    <w:p w:rsidR="00995FA2" w:rsidRPr="00385706" w:rsidRDefault="00995FA2" w:rsidP="00995FA2">
      <w:pPr>
        <w:pStyle w:val="a6"/>
        <w:spacing w:line="312" w:lineRule="auto"/>
        <w:ind w:left="567"/>
        <w:jc w:val="both"/>
        <w:rPr>
          <w:b w:val="0"/>
        </w:rPr>
      </w:pPr>
      <w:r w:rsidRPr="00385706">
        <w:rPr>
          <w:b w:val="0"/>
        </w:rPr>
        <w:t>- ГОСТ 17.1.5.05-85. Охрана природы. Гидросфера. Общие требования к отбору проб п</w:t>
      </w:r>
      <w:r w:rsidRPr="00385706">
        <w:rPr>
          <w:b w:val="0"/>
        </w:rPr>
        <w:t>о</w:t>
      </w:r>
      <w:r w:rsidRPr="00385706">
        <w:rPr>
          <w:b w:val="0"/>
        </w:rPr>
        <w:t>верхностных и морских вод, льда и атмосферных осадков.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Правила охраны поверхностных вод от загрязнения 1991г;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lastRenderedPageBreak/>
        <w:t>2.6. Обоснование наблюдательной сети.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Сеть наблюдательных постов и режимных наблюдений размещена с учетом: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месторасположения технических объектов;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источников загрязнения.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2.7. Наблюдательная сеть должна обеспечить: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сбор достоверной информации об источниках загрязнения;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сбор достоверной информации об уровне загрязнения водной среды.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2.8. Порядок проведения мониторинга.</w:t>
      </w:r>
    </w:p>
    <w:p w:rsidR="00995FA2" w:rsidRPr="00B161D2" w:rsidRDefault="00995FA2" w:rsidP="00995FA2">
      <w:pPr>
        <w:ind w:firstLine="567"/>
        <w:jc w:val="both"/>
      </w:pPr>
      <w:r w:rsidRPr="00B161D2">
        <w:t>Ответственный исполнитель за проведение мониторинга разрабатывает график контроля, утверждает его и в соответствии с графиком организует работу по ведению мониторинга. Ко</w:t>
      </w:r>
      <w:r w:rsidRPr="00B161D2">
        <w:t>н</w:t>
      </w:r>
      <w:r w:rsidRPr="00B161D2">
        <w:t>троль качества воды, в соответствии с программой проведения мониторинга осуществляется по договору лабораторией аккредитованной в установленном порядке на право выполнения испытаний качества воды. По результатам наблюдений составляется справка, которая напра</w:t>
      </w:r>
      <w:r w:rsidRPr="00B161D2">
        <w:t>в</w:t>
      </w:r>
      <w:r w:rsidRPr="00B161D2">
        <w:t xml:space="preserve">ляется в Федеральный орган, ответственный за проведение государственного мониторинга водных объектов. </w:t>
      </w:r>
    </w:p>
    <w:p w:rsidR="00995FA2" w:rsidRPr="00CF6D97" w:rsidRDefault="00995FA2" w:rsidP="00995FA2">
      <w:pPr>
        <w:ind w:firstLine="540"/>
        <w:jc w:val="both"/>
        <w:rPr>
          <w:b/>
          <w:sz w:val="28"/>
          <w:szCs w:val="28"/>
        </w:rPr>
      </w:pPr>
      <w:r w:rsidRPr="00CF6D97">
        <w:rPr>
          <w:b/>
          <w:sz w:val="28"/>
          <w:szCs w:val="28"/>
        </w:rPr>
        <w:t>3.  Виды проводимых работ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 w:rsidRPr="006A0609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Л</w:t>
      </w:r>
      <w:r w:rsidRPr="00F60559">
        <w:rPr>
          <w:b/>
          <w:sz w:val="28"/>
          <w:szCs w:val="28"/>
        </w:rPr>
        <w:t>окальный мониторинг</w:t>
      </w:r>
      <w:r w:rsidRPr="00766E13">
        <w:rPr>
          <w:sz w:val="28"/>
          <w:szCs w:val="28"/>
        </w:rPr>
        <w:t xml:space="preserve"> </w:t>
      </w:r>
      <w:r w:rsidRPr="00B161D2">
        <w:t xml:space="preserve">за гидрохимическим  режимом природной воды включает: 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 w:rsidRPr="00B161D2">
        <w:t>-  контроль качества природной  водной среды;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 w:rsidRPr="00B161D2">
        <w:t xml:space="preserve">-  контроль уровня загрязнения водной среды. </w:t>
      </w:r>
    </w:p>
    <w:p w:rsidR="00995FA2" w:rsidRDefault="00995FA2" w:rsidP="00995FA2">
      <w:pPr>
        <w:ind w:firstLine="540"/>
        <w:jc w:val="both"/>
        <w:rPr>
          <w:b/>
          <w:sz w:val="28"/>
          <w:szCs w:val="28"/>
        </w:rPr>
      </w:pPr>
      <w:r w:rsidRPr="00CF6D97">
        <w:rPr>
          <w:b/>
          <w:sz w:val="28"/>
          <w:szCs w:val="28"/>
        </w:rPr>
        <w:t>3.2. Состав контролируемых показателей.</w:t>
      </w:r>
    </w:p>
    <w:p w:rsidR="00995FA2" w:rsidRPr="00B161D2" w:rsidRDefault="00995FA2" w:rsidP="00995FA2">
      <w:pPr>
        <w:ind w:firstLine="567"/>
        <w:jc w:val="both"/>
      </w:pPr>
      <w:r w:rsidRPr="00B161D2">
        <w:t>Состав контролируемых ингредиентов определяется с учетом выбора показателей, отр</w:t>
      </w:r>
      <w:r w:rsidRPr="00B161D2">
        <w:t>а</w:t>
      </w:r>
      <w:r w:rsidRPr="00B161D2">
        <w:t>жающих характер и специфику возможного воздействия на водный объект.</w:t>
      </w:r>
    </w:p>
    <w:p w:rsidR="00995FA2" w:rsidRPr="00B161D2" w:rsidRDefault="00995FA2" w:rsidP="00995FA2">
      <w:pPr>
        <w:ind w:firstLine="567"/>
        <w:jc w:val="both"/>
      </w:pPr>
      <w:r w:rsidRPr="00B161D2">
        <w:t>Исходя из особенностей техногенной нагрузки, оказываемой на водный объект, предп</w:t>
      </w:r>
      <w:r w:rsidRPr="00B161D2">
        <w:t>о</w:t>
      </w:r>
      <w:r w:rsidRPr="00B161D2">
        <w:t>лагается определять следующие показатели: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- растворенный кислород; БПК</w:t>
      </w:r>
      <w:r w:rsidRPr="00385706">
        <w:rPr>
          <w:b w:val="0"/>
          <w:vertAlign w:val="subscript"/>
        </w:rPr>
        <w:t>5</w:t>
      </w:r>
      <w:r w:rsidRPr="00385706">
        <w:rPr>
          <w:b w:val="0"/>
        </w:rPr>
        <w:t>; азот аммонийный; азот нитритный.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3.3. Схема расположения пунктов контроля.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Наблюдательная сеть должна обеспечить сбор достоверной информации о гидрохимич</w:t>
      </w:r>
      <w:r w:rsidRPr="00385706">
        <w:rPr>
          <w:b w:val="0"/>
        </w:rPr>
        <w:t>е</w:t>
      </w:r>
      <w:r w:rsidRPr="00385706">
        <w:rPr>
          <w:b w:val="0"/>
        </w:rPr>
        <w:t>ском составе природной воды в местах ее использования.</w:t>
      </w:r>
    </w:p>
    <w:p w:rsidR="00995FA2" w:rsidRPr="00385706" w:rsidRDefault="00995FA2" w:rsidP="00995FA2">
      <w:pPr>
        <w:pStyle w:val="a6"/>
        <w:spacing w:line="312" w:lineRule="auto"/>
        <w:ind w:firstLine="567"/>
        <w:jc w:val="both"/>
        <w:rPr>
          <w:b w:val="0"/>
        </w:rPr>
      </w:pPr>
      <w:r w:rsidRPr="00385706">
        <w:rPr>
          <w:b w:val="0"/>
        </w:rPr>
        <w:t>Отбор и анализ проб воды на содержание загрязняющих веществ, предполагается прои</w:t>
      </w:r>
      <w:r w:rsidRPr="00385706">
        <w:rPr>
          <w:b w:val="0"/>
        </w:rPr>
        <w:t>з</w:t>
      </w:r>
      <w:r w:rsidRPr="00385706">
        <w:rPr>
          <w:b w:val="0"/>
        </w:rPr>
        <w:t>водить в следующих створах контроля: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2804"/>
        <w:gridCol w:w="1965"/>
      </w:tblGrid>
      <w:tr w:rsidR="00995FA2" w:rsidRPr="00A405CA" w:rsidTr="00D96A71">
        <w:trPr>
          <w:jc w:val="center"/>
        </w:trPr>
        <w:tc>
          <w:tcPr>
            <w:tcW w:w="297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Природная вода</w:t>
            </w:r>
          </w:p>
        </w:tc>
        <w:tc>
          <w:tcPr>
            <w:tcW w:w="280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Точки контроля</w:t>
            </w:r>
          </w:p>
        </w:tc>
        <w:tc>
          <w:tcPr>
            <w:tcW w:w="1965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Режим набл</w:t>
            </w:r>
            <w:r w:rsidRPr="00385706">
              <w:rPr>
                <w:b w:val="0"/>
              </w:rPr>
              <w:t>ю</w:t>
            </w:r>
            <w:r w:rsidRPr="00385706">
              <w:rPr>
                <w:b w:val="0"/>
              </w:rPr>
              <w:t>дений</w:t>
            </w:r>
          </w:p>
        </w:tc>
      </w:tr>
      <w:tr w:rsidR="00995FA2" w:rsidRPr="00A405CA" w:rsidTr="00D96A71">
        <w:trPr>
          <w:jc w:val="center"/>
        </w:trPr>
        <w:tc>
          <w:tcPr>
            <w:tcW w:w="297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Наименование водного объекта</w:t>
            </w:r>
          </w:p>
        </w:tc>
        <w:tc>
          <w:tcPr>
            <w:tcW w:w="280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 xml:space="preserve">Створ № 1 зона купания,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85706">
                <w:rPr>
                  <w:b w:val="0"/>
                </w:rPr>
                <w:t>10 м</w:t>
              </w:r>
            </w:smartTag>
            <w:r w:rsidRPr="00385706">
              <w:rPr>
                <w:b w:val="0"/>
              </w:rPr>
              <w:t xml:space="preserve"> от берега</w:t>
            </w:r>
          </w:p>
        </w:tc>
        <w:tc>
          <w:tcPr>
            <w:tcW w:w="1965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1 раз в квартал</w:t>
            </w:r>
          </w:p>
        </w:tc>
      </w:tr>
      <w:tr w:rsidR="00995FA2" w:rsidRPr="00A405CA" w:rsidTr="00D96A71">
        <w:trPr>
          <w:jc w:val="center"/>
        </w:trPr>
        <w:tc>
          <w:tcPr>
            <w:tcW w:w="297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Наименование водного объекта</w:t>
            </w:r>
          </w:p>
        </w:tc>
        <w:tc>
          <w:tcPr>
            <w:tcW w:w="2804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 xml:space="preserve">Створ № 2 на границе водопользования </w:t>
            </w:r>
          </w:p>
        </w:tc>
        <w:tc>
          <w:tcPr>
            <w:tcW w:w="1965" w:type="dxa"/>
          </w:tcPr>
          <w:p w:rsidR="00995FA2" w:rsidRPr="00385706" w:rsidRDefault="00995FA2" w:rsidP="00D96A71">
            <w:pPr>
              <w:pStyle w:val="a6"/>
              <w:jc w:val="both"/>
              <w:rPr>
                <w:b w:val="0"/>
              </w:rPr>
            </w:pPr>
            <w:r w:rsidRPr="00385706">
              <w:rPr>
                <w:b w:val="0"/>
              </w:rPr>
              <w:t>1 раз в квартал</w:t>
            </w:r>
          </w:p>
        </w:tc>
      </w:tr>
    </w:tbl>
    <w:p w:rsidR="00995FA2" w:rsidRDefault="00995FA2" w:rsidP="00995FA2">
      <w:pPr>
        <w:pStyle w:val="a6"/>
        <w:ind w:firstLine="540"/>
        <w:jc w:val="both"/>
        <w:rPr>
          <w:sz w:val="28"/>
          <w:szCs w:val="28"/>
        </w:rPr>
      </w:pP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3.4. План оценки качества при проведении мониторинга поверхностных вод.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 w:rsidRPr="00B161D2">
        <w:t>Целью программы контроля качества является получение достоверной информации о с</w:t>
      </w:r>
      <w:r w:rsidRPr="00B161D2">
        <w:t>о</w:t>
      </w:r>
      <w:r w:rsidRPr="00B161D2">
        <w:t>ставе исследуемых проб.</w:t>
      </w:r>
    </w:p>
    <w:p w:rsidR="00995FA2" w:rsidRPr="00385706" w:rsidRDefault="00995FA2" w:rsidP="00995FA2">
      <w:pPr>
        <w:pStyle w:val="a6"/>
        <w:ind w:firstLine="540"/>
        <w:jc w:val="both"/>
        <w:rPr>
          <w:sz w:val="28"/>
          <w:szCs w:val="28"/>
        </w:rPr>
      </w:pPr>
      <w:r w:rsidRPr="00385706">
        <w:rPr>
          <w:sz w:val="28"/>
          <w:szCs w:val="28"/>
        </w:rPr>
        <w:t>3.5. Контроль качества на стадиях отбора проб, хранения и консерв</w:t>
      </w:r>
      <w:r w:rsidRPr="00385706">
        <w:rPr>
          <w:sz w:val="28"/>
          <w:szCs w:val="28"/>
        </w:rPr>
        <w:t>а</w:t>
      </w:r>
      <w:r w:rsidRPr="00385706">
        <w:rPr>
          <w:sz w:val="28"/>
          <w:szCs w:val="28"/>
        </w:rPr>
        <w:t>ции.</w:t>
      </w:r>
    </w:p>
    <w:p w:rsidR="00995FA2" w:rsidRDefault="00995FA2" w:rsidP="00995FA2">
      <w:pPr>
        <w:pStyle w:val="a6"/>
        <w:ind w:firstLine="540"/>
        <w:jc w:val="both"/>
      </w:pPr>
    </w:p>
    <w:p w:rsidR="00995FA2" w:rsidRPr="00385706" w:rsidRDefault="00995FA2" w:rsidP="00995FA2">
      <w:pPr>
        <w:pStyle w:val="a6"/>
        <w:ind w:firstLine="540"/>
        <w:jc w:val="both"/>
        <w:rPr>
          <w:b w:val="0"/>
        </w:rPr>
      </w:pPr>
      <w:r w:rsidRPr="00385706">
        <w:rPr>
          <w:b w:val="0"/>
        </w:rPr>
        <w:t>Ответственность за контроль качества на стадиях отбора проб, условия доставки, хран</w:t>
      </w:r>
      <w:r w:rsidRPr="00385706">
        <w:rPr>
          <w:b w:val="0"/>
        </w:rPr>
        <w:t>е</w:t>
      </w:r>
      <w:r w:rsidRPr="00385706">
        <w:rPr>
          <w:b w:val="0"/>
        </w:rPr>
        <w:t>ния и консервации проб возлагается на гидрохимическую службу условиями договора на в</w:t>
      </w:r>
      <w:r w:rsidRPr="00385706">
        <w:rPr>
          <w:b w:val="0"/>
        </w:rPr>
        <w:t>ы</w:t>
      </w:r>
      <w:r w:rsidRPr="00385706">
        <w:rPr>
          <w:b w:val="0"/>
        </w:rPr>
        <w:t xml:space="preserve">полнение исследований. </w:t>
      </w:r>
    </w:p>
    <w:p w:rsidR="00995FA2" w:rsidRDefault="00995FA2" w:rsidP="00995FA2">
      <w:pPr>
        <w:numPr>
          <w:ilvl w:val="1"/>
          <w:numId w:val="16"/>
        </w:numPr>
        <w:jc w:val="both"/>
        <w:rPr>
          <w:b/>
          <w:sz w:val="28"/>
          <w:szCs w:val="28"/>
        </w:rPr>
      </w:pPr>
      <w:r w:rsidRPr="00D537AE">
        <w:rPr>
          <w:b/>
          <w:sz w:val="28"/>
          <w:szCs w:val="28"/>
        </w:rPr>
        <w:lastRenderedPageBreak/>
        <w:t>Отбор проб природной воды</w:t>
      </w:r>
      <w:r>
        <w:rPr>
          <w:b/>
          <w:sz w:val="28"/>
          <w:szCs w:val="28"/>
        </w:rPr>
        <w:t>.</w:t>
      </w:r>
    </w:p>
    <w:p w:rsidR="00995FA2" w:rsidRPr="00B161D2" w:rsidRDefault="00995FA2" w:rsidP="00995FA2">
      <w:pPr>
        <w:ind w:firstLine="567"/>
        <w:jc w:val="both"/>
      </w:pPr>
      <w:r w:rsidRPr="00B161D2">
        <w:t xml:space="preserve">Пробы воды отбираются в намеченных постоянных створах с периодичностью 1 раз в месяц в соответствии с  ГОСТ 17.1.5.05-85. Охрана природы. Гидросфера. Общие требования к  отбору проб поверхностных и морских вод, льда и атмосферных осадков. </w:t>
      </w:r>
    </w:p>
    <w:p w:rsidR="00995FA2" w:rsidRPr="00B161D2" w:rsidRDefault="00995FA2" w:rsidP="00995FA2">
      <w:pPr>
        <w:ind w:firstLine="567"/>
        <w:jc w:val="both"/>
      </w:pPr>
      <w:r w:rsidRPr="00B161D2">
        <w:t xml:space="preserve"> Сведения о пробе должны содержать следующую информацию:</w:t>
      </w:r>
    </w:p>
    <w:p w:rsidR="00995FA2" w:rsidRPr="00B161D2" w:rsidRDefault="00995FA2" w:rsidP="00995FA2">
      <w:pPr>
        <w:ind w:firstLine="567"/>
        <w:jc w:val="both"/>
      </w:pPr>
      <w:r w:rsidRPr="00B161D2">
        <w:t>- наименование створа контроля;</w:t>
      </w:r>
    </w:p>
    <w:p w:rsidR="00995FA2" w:rsidRPr="00B161D2" w:rsidRDefault="00995FA2" w:rsidP="00995FA2">
      <w:pPr>
        <w:ind w:firstLine="567"/>
        <w:jc w:val="both"/>
      </w:pPr>
      <w:r w:rsidRPr="00B161D2">
        <w:t>- дату и время отбора пробы;</w:t>
      </w:r>
    </w:p>
    <w:p w:rsidR="00995FA2" w:rsidRPr="00D537AE" w:rsidRDefault="00995FA2" w:rsidP="00995FA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3.7.</w:t>
      </w:r>
      <w:r w:rsidRPr="00D537AE">
        <w:rPr>
          <w:b/>
          <w:sz w:val="28"/>
          <w:szCs w:val="28"/>
        </w:rPr>
        <w:t xml:space="preserve"> Транспортировка проб</w:t>
      </w:r>
    </w:p>
    <w:p w:rsidR="00995FA2" w:rsidRPr="00B161D2" w:rsidRDefault="00995FA2" w:rsidP="00995FA2">
      <w:pPr>
        <w:spacing w:line="312" w:lineRule="auto"/>
        <w:ind w:firstLine="567"/>
        <w:jc w:val="both"/>
      </w:pPr>
      <w:r w:rsidRPr="00B161D2">
        <w:t>Номенклатура, объем воды, взятой для исследования, периодичность лабораторных и</w:t>
      </w:r>
      <w:r w:rsidRPr="00B161D2">
        <w:t>с</w:t>
      </w:r>
      <w:r w:rsidRPr="00B161D2">
        <w:t>следований определяются с учетом нормативной документации.</w:t>
      </w:r>
    </w:p>
    <w:p w:rsidR="00995FA2" w:rsidRDefault="00995FA2" w:rsidP="00995FA2">
      <w:pPr>
        <w:numPr>
          <w:ilvl w:val="1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Рекомендуемые м</w:t>
      </w:r>
      <w:r w:rsidRPr="00D537AE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и</w:t>
      </w:r>
      <w:r w:rsidRPr="00D537AE">
        <w:rPr>
          <w:b/>
          <w:sz w:val="28"/>
          <w:szCs w:val="28"/>
        </w:rPr>
        <w:t xml:space="preserve">  измерени</w:t>
      </w:r>
      <w:r>
        <w:rPr>
          <w:b/>
          <w:sz w:val="28"/>
          <w:szCs w:val="28"/>
        </w:rPr>
        <w:t>я</w:t>
      </w:r>
      <w:r w:rsidRPr="00D537AE">
        <w:rPr>
          <w:b/>
          <w:sz w:val="28"/>
          <w:szCs w:val="28"/>
        </w:rPr>
        <w:t xml:space="preserve"> </w:t>
      </w:r>
    </w:p>
    <w:p w:rsidR="00995FA2" w:rsidRPr="00D537AE" w:rsidRDefault="00995FA2" w:rsidP="00995FA2">
      <w:pPr>
        <w:ind w:left="54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3060"/>
        <w:gridCol w:w="2565"/>
      </w:tblGrid>
      <w:tr w:rsidR="00995FA2" w:rsidRPr="009C2ECC" w:rsidTr="00D96A71">
        <w:trPr>
          <w:jc w:val="center"/>
        </w:trPr>
        <w:tc>
          <w:tcPr>
            <w:tcW w:w="3111" w:type="dxa"/>
            <w:vAlign w:val="center"/>
          </w:tcPr>
          <w:p w:rsidR="00995FA2" w:rsidRPr="009C2ECC" w:rsidRDefault="00995FA2" w:rsidP="00D96A71">
            <w:r w:rsidRPr="009C2ECC">
              <w:t>Наименование  контрол</w:t>
            </w:r>
            <w:r w:rsidRPr="009C2ECC">
              <w:t>и</w:t>
            </w:r>
            <w:r w:rsidRPr="009C2ECC">
              <w:t>руемого вещества</w:t>
            </w:r>
          </w:p>
        </w:tc>
        <w:tc>
          <w:tcPr>
            <w:tcW w:w="3060" w:type="dxa"/>
            <w:vAlign w:val="center"/>
          </w:tcPr>
          <w:p w:rsidR="00995FA2" w:rsidRPr="009C2ECC" w:rsidRDefault="00995FA2" w:rsidP="00D96A71">
            <w:r w:rsidRPr="009C2ECC">
              <w:t>НТД</w:t>
            </w:r>
          </w:p>
        </w:tc>
        <w:tc>
          <w:tcPr>
            <w:tcW w:w="2565" w:type="dxa"/>
            <w:vAlign w:val="center"/>
          </w:tcPr>
          <w:p w:rsidR="00995FA2" w:rsidRPr="009C2ECC" w:rsidRDefault="00995FA2" w:rsidP="00D96A71">
            <w:r w:rsidRPr="009C2ECC">
              <w:t>Метод определения</w:t>
            </w:r>
          </w:p>
        </w:tc>
      </w:tr>
      <w:tr w:rsidR="00995FA2" w:rsidRPr="009C2ECC" w:rsidTr="00D96A71">
        <w:trPr>
          <w:jc w:val="center"/>
        </w:trPr>
        <w:tc>
          <w:tcPr>
            <w:tcW w:w="3111" w:type="dxa"/>
          </w:tcPr>
          <w:p w:rsidR="00995FA2" w:rsidRPr="009C2ECC" w:rsidRDefault="00995FA2" w:rsidP="00D96A71">
            <w:r w:rsidRPr="00B161D2">
              <w:t>растворенный кислород</w:t>
            </w:r>
          </w:p>
        </w:tc>
        <w:tc>
          <w:tcPr>
            <w:tcW w:w="3060" w:type="dxa"/>
          </w:tcPr>
          <w:p w:rsidR="00995FA2" w:rsidRPr="009C2ECC" w:rsidRDefault="00995FA2" w:rsidP="00D96A71">
            <w:r>
              <w:t>ПНД-Ф 14:1:2:3:7.123-97</w:t>
            </w:r>
          </w:p>
        </w:tc>
        <w:tc>
          <w:tcPr>
            <w:tcW w:w="2565" w:type="dxa"/>
          </w:tcPr>
          <w:p w:rsidR="00995FA2" w:rsidRPr="009C2ECC" w:rsidRDefault="00995FA2" w:rsidP="00D96A71">
            <w:r>
              <w:t>Иодометрический</w:t>
            </w:r>
          </w:p>
        </w:tc>
      </w:tr>
      <w:tr w:rsidR="00995FA2" w:rsidRPr="009C2ECC" w:rsidTr="00D96A71">
        <w:trPr>
          <w:jc w:val="center"/>
        </w:trPr>
        <w:tc>
          <w:tcPr>
            <w:tcW w:w="3111" w:type="dxa"/>
          </w:tcPr>
          <w:p w:rsidR="00995FA2" w:rsidRPr="009C2ECC" w:rsidRDefault="00995FA2" w:rsidP="00D96A71">
            <w:r w:rsidRPr="009C2ECC">
              <w:t>БПК</w:t>
            </w:r>
            <w:r w:rsidRPr="0045090C">
              <w:rPr>
                <w:vertAlign w:val="subscript"/>
              </w:rPr>
              <w:t>5</w:t>
            </w:r>
            <w:r w:rsidRPr="009C2ECC">
              <w:t xml:space="preserve"> </w:t>
            </w:r>
          </w:p>
        </w:tc>
        <w:tc>
          <w:tcPr>
            <w:tcW w:w="3060" w:type="dxa"/>
          </w:tcPr>
          <w:p w:rsidR="00995FA2" w:rsidRPr="009C2ECC" w:rsidRDefault="00995FA2" w:rsidP="00D96A71">
            <w:r w:rsidRPr="009C2ECC">
              <w:t>ПНД Ф 14:1:2:3:4.123-97</w:t>
            </w:r>
          </w:p>
        </w:tc>
        <w:tc>
          <w:tcPr>
            <w:tcW w:w="2565" w:type="dxa"/>
          </w:tcPr>
          <w:p w:rsidR="00995FA2" w:rsidRPr="009C2ECC" w:rsidRDefault="00995FA2" w:rsidP="00D96A71">
            <w:r w:rsidRPr="009C2ECC">
              <w:t>Йодометрический</w:t>
            </w:r>
          </w:p>
        </w:tc>
      </w:tr>
      <w:tr w:rsidR="00995FA2" w:rsidRPr="009C2ECC" w:rsidTr="00D96A71">
        <w:trPr>
          <w:jc w:val="center"/>
        </w:trPr>
        <w:tc>
          <w:tcPr>
            <w:tcW w:w="3111" w:type="dxa"/>
          </w:tcPr>
          <w:p w:rsidR="00995FA2" w:rsidRPr="009C2ECC" w:rsidRDefault="00995FA2" w:rsidP="00D96A71">
            <w:r w:rsidRPr="009C2ECC">
              <w:t>азот аммонийный</w:t>
            </w:r>
          </w:p>
        </w:tc>
        <w:tc>
          <w:tcPr>
            <w:tcW w:w="3060" w:type="dxa"/>
          </w:tcPr>
          <w:p w:rsidR="00995FA2" w:rsidRPr="009C2ECC" w:rsidRDefault="00995FA2" w:rsidP="00D96A71">
            <w:r w:rsidRPr="009C2ECC">
              <w:t>РД 52.24.383-95</w:t>
            </w:r>
          </w:p>
        </w:tc>
        <w:tc>
          <w:tcPr>
            <w:tcW w:w="2565" w:type="dxa"/>
          </w:tcPr>
          <w:p w:rsidR="00995FA2" w:rsidRPr="009C2ECC" w:rsidRDefault="00995FA2" w:rsidP="00D96A71">
            <w:r w:rsidRPr="009C2ECC">
              <w:t>Фотометрический</w:t>
            </w:r>
          </w:p>
        </w:tc>
      </w:tr>
      <w:tr w:rsidR="00995FA2" w:rsidRPr="009C2ECC" w:rsidTr="00D96A71">
        <w:trPr>
          <w:jc w:val="center"/>
        </w:trPr>
        <w:tc>
          <w:tcPr>
            <w:tcW w:w="3111" w:type="dxa"/>
          </w:tcPr>
          <w:p w:rsidR="00995FA2" w:rsidRPr="009C2ECC" w:rsidRDefault="00995FA2" w:rsidP="00D96A71">
            <w:r w:rsidRPr="009C2ECC">
              <w:t>азот нитритный</w:t>
            </w:r>
          </w:p>
        </w:tc>
        <w:tc>
          <w:tcPr>
            <w:tcW w:w="3060" w:type="dxa"/>
          </w:tcPr>
          <w:p w:rsidR="00995FA2" w:rsidRPr="009C2ECC" w:rsidRDefault="00995FA2" w:rsidP="00D96A71">
            <w:r w:rsidRPr="009C2ECC">
              <w:t>РД 52.24.381-95</w:t>
            </w:r>
          </w:p>
        </w:tc>
        <w:tc>
          <w:tcPr>
            <w:tcW w:w="2565" w:type="dxa"/>
          </w:tcPr>
          <w:p w:rsidR="00995FA2" w:rsidRPr="009C2ECC" w:rsidRDefault="00995FA2" w:rsidP="00D96A71">
            <w:r w:rsidRPr="009C2ECC">
              <w:t>Фотометрический</w:t>
            </w:r>
          </w:p>
        </w:tc>
      </w:tr>
    </w:tbl>
    <w:p w:rsidR="00995FA2" w:rsidRDefault="00995FA2" w:rsidP="00995FA2">
      <w:pPr>
        <w:ind w:firstLine="708"/>
        <w:jc w:val="both"/>
        <w:rPr>
          <w:b/>
          <w:sz w:val="28"/>
          <w:szCs w:val="28"/>
        </w:rPr>
      </w:pPr>
    </w:p>
    <w:p w:rsidR="00995FA2" w:rsidRDefault="00995FA2" w:rsidP="00995FA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3.9. Предельно допустимые концентрации веществ.</w:t>
      </w:r>
    </w:p>
    <w:p w:rsidR="00995FA2" w:rsidRPr="00B161D2" w:rsidRDefault="00995FA2" w:rsidP="00995FA2">
      <w:pPr>
        <w:ind w:firstLine="567"/>
        <w:jc w:val="both"/>
      </w:pPr>
      <w:r w:rsidRPr="00B161D2">
        <w:t>Качество морской воды определяется на соответствие требованиям Правил охраны п</w:t>
      </w:r>
      <w:r w:rsidRPr="00B161D2">
        <w:t>о</w:t>
      </w:r>
      <w:r w:rsidRPr="00B161D2">
        <w:t xml:space="preserve">верхностных вод от загрязнения </w:t>
      </w:r>
      <w:smartTag w:uri="urn:schemas-microsoft-com:office:smarttags" w:element="metricconverter">
        <w:smartTagPr>
          <w:attr w:name="ProductID" w:val="1991 г"/>
        </w:smartTagPr>
        <w:r w:rsidRPr="00B161D2">
          <w:t>1991 г</w:t>
        </w:r>
      </w:smartTag>
      <w:r w:rsidRPr="00B161D2">
        <w:t>. Учитывая, что рассматриваемый водный объект отн</w:t>
      </w:r>
      <w:r w:rsidRPr="00B161D2">
        <w:t>о</w:t>
      </w:r>
      <w:r w:rsidRPr="00B161D2">
        <w:t>сится к водным объектам рыбохозяйственного назначения, количество загрязняющих веществ в воде водного объекта не должно превышать  предельно допустимые  концентрации, опред</w:t>
      </w:r>
      <w:r w:rsidRPr="00B161D2">
        <w:t>е</w:t>
      </w:r>
      <w:r w:rsidRPr="00B161D2">
        <w:t xml:space="preserve">ленные «Перечнем ПДК …» 1999г. </w:t>
      </w:r>
    </w:p>
    <w:p w:rsidR="00995FA2" w:rsidRPr="00D537AE" w:rsidRDefault="00995FA2" w:rsidP="00995FA2">
      <w:pPr>
        <w:jc w:val="center"/>
        <w:rPr>
          <w:sz w:val="28"/>
          <w:szCs w:val="28"/>
        </w:rPr>
      </w:pPr>
      <w:r w:rsidRPr="00385706">
        <w:rPr>
          <w:b/>
        </w:rPr>
        <w:t>Предельно допустимые концентрации  веществ в составе поверхностных вод, имеющих рыбохозяйственное  значения.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627"/>
      </w:tblGrid>
      <w:tr w:rsidR="00995FA2" w:rsidRPr="009C2ECC" w:rsidTr="00D96A71">
        <w:trPr>
          <w:jc w:val="center"/>
        </w:trPr>
        <w:tc>
          <w:tcPr>
            <w:tcW w:w="2988" w:type="dxa"/>
          </w:tcPr>
          <w:p w:rsidR="00995FA2" w:rsidRPr="009C2ECC" w:rsidRDefault="00995FA2" w:rsidP="00D96A71">
            <w:r w:rsidRPr="009C2ECC">
              <w:t>Наименование  контрол</w:t>
            </w:r>
            <w:r w:rsidRPr="009C2ECC">
              <w:t>и</w:t>
            </w:r>
            <w:r w:rsidRPr="009C2ECC">
              <w:t>руемого вещества</w:t>
            </w:r>
          </w:p>
        </w:tc>
        <w:tc>
          <w:tcPr>
            <w:tcW w:w="2627" w:type="dxa"/>
          </w:tcPr>
          <w:p w:rsidR="00995FA2" w:rsidRPr="009C2ECC" w:rsidRDefault="00995FA2" w:rsidP="00D96A71">
            <w:r w:rsidRPr="009C2ECC">
              <w:t>ПДК для вод рыбох</w:t>
            </w:r>
            <w:r w:rsidRPr="009C2ECC">
              <w:t>о</w:t>
            </w:r>
            <w:r w:rsidRPr="009C2ECC">
              <w:t>зяйственных водоемов</w:t>
            </w:r>
          </w:p>
        </w:tc>
      </w:tr>
      <w:tr w:rsidR="00995FA2" w:rsidRPr="009C2ECC" w:rsidTr="00D96A71">
        <w:trPr>
          <w:jc w:val="center"/>
        </w:trPr>
        <w:tc>
          <w:tcPr>
            <w:tcW w:w="2988" w:type="dxa"/>
          </w:tcPr>
          <w:p w:rsidR="00995FA2" w:rsidRPr="009C2ECC" w:rsidRDefault="00995FA2" w:rsidP="00D96A71">
            <w:r w:rsidRPr="009C2ECC">
              <w:t>БПК</w:t>
            </w:r>
            <w:r w:rsidRPr="0045090C">
              <w:rPr>
                <w:vertAlign w:val="subscript"/>
              </w:rPr>
              <w:t>5</w:t>
            </w:r>
            <w:r w:rsidRPr="009C2ECC">
              <w:t xml:space="preserve"> </w:t>
            </w:r>
          </w:p>
        </w:tc>
        <w:tc>
          <w:tcPr>
            <w:tcW w:w="2627" w:type="dxa"/>
          </w:tcPr>
          <w:p w:rsidR="00995FA2" w:rsidRPr="009C2ECC" w:rsidRDefault="00995FA2" w:rsidP="00D96A71">
            <w:r w:rsidRPr="009C2ECC">
              <w:t>2 мг</w:t>
            </w:r>
            <w:r>
              <w:t xml:space="preserve"> О</w:t>
            </w:r>
            <w:r>
              <w:rPr>
                <w:vertAlign w:val="subscript"/>
              </w:rPr>
              <w:t>2</w:t>
            </w:r>
            <w:r w:rsidRPr="009C2ECC">
              <w:t>/дм3</w:t>
            </w:r>
          </w:p>
        </w:tc>
      </w:tr>
      <w:tr w:rsidR="00995FA2" w:rsidRPr="009C2ECC" w:rsidTr="00D96A71">
        <w:trPr>
          <w:jc w:val="center"/>
        </w:trPr>
        <w:tc>
          <w:tcPr>
            <w:tcW w:w="2988" w:type="dxa"/>
          </w:tcPr>
          <w:p w:rsidR="00995FA2" w:rsidRPr="009C2ECC" w:rsidRDefault="00995FA2" w:rsidP="00D96A71">
            <w:r>
              <w:t>растворенный кислород</w:t>
            </w:r>
          </w:p>
        </w:tc>
        <w:tc>
          <w:tcPr>
            <w:tcW w:w="2627" w:type="dxa"/>
          </w:tcPr>
          <w:p w:rsidR="00995FA2" w:rsidRPr="009C2ECC" w:rsidRDefault="00995FA2" w:rsidP="00D96A71">
            <w:r>
              <w:t xml:space="preserve">&gt;6 </w:t>
            </w:r>
            <w:r w:rsidRPr="009C2ECC">
              <w:t>мг</w:t>
            </w:r>
            <w:r>
              <w:t xml:space="preserve"> О</w:t>
            </w:r>
            <w:r>
              <w:rPr>
                <w:vertAlign w:val="subscript"/>
              </w:rPr>
              <w:t>2</w:t>
            </w:r>
            <w:r w:rsidRPr="009C2ECC">
              <w:t>/дм3</w:t>
            </w:r>
          </w:p>
        </w:tc>
      </w:tr>
      <w:tr w:rsidR="00995FA2" w:rsidRPr="009C2ECC" w:rsidTr="00D96A71">
        <w:trPr>
          <w:jc w:val="center"/>
        </w:trPr>
        <w:tc>
          <w:tcPr>
            <w:tcW w:w="2988" w:type="dxa"/>
          </w:tcPr>
          <w:p w:rsidR="00995FA2" w:rsidRPr="009C2ECC" w:rsidRDefault="00995FA2" w:rsidP="00D96A71">
            <w:r w:rsidRPr="009C2ECC">
              <w:t>азот нитритный</w:t>
            </w:r>
          </w:p>
        </w:tc>
        <w:tc>
          <w:tcPr>
            <w:tcW w:w="2627" w:type="dxa"/>
          </w:tcPr>
          <w:p w:rsidR="00995FA2" w:rsidRPr="009C2ECC" w:rsidRDefault="00995FA2" w:rsidP="00D96A71">
            <w:r w:rsidRPr="009C2ECC">
              <w:t>0,02 мг/дм3</w:t>
            </w:r>
          </w:p>
        </w:tc>
      </w:tr>
      <w:tr w:rsidR="00995FA2" w:rsidRPr="009C2ECC" w:rsidTr="00D96A71">
        <w:trPr>
          <w:jc w:val="center"/>
        </w:trPr>
        <w:tc>
          <w:tcPr>
            <w:tcW w:w="2988" w:type="dxa"/>
          </w:tcPr>
          <w:p w:rsidR="00995FA2" w:rsidRPr="009C2ECC" w:rsidRDefault="00995FA2" w:rsidP="00D96A71">
            <w:r w:rsidRPr="009C2ECC">
              <w:t>азот аммонийный</w:t>
            </w:r>
          </w:p>
        </w:tc>
        <w:tc>
          <w:tcPr>
            <w:tcW w:w="2627" w:type="dxa"/>
          </w:tcPr>
          <w:p w:rsidR="00995FA2" w:rsidRPr="009C2ECC" w:rsidRDefault="00995FA2" w:rsidP="00D96A71">
            <w:r>
              <w:t>2,3</w:t>
            </w:r>
            <w:r w:rsidRPr="009C2ECC">
              <w:t xml:space="preserve"> мг/дм3</w:t>
            </w:r>
          </w:p>
        </w:tc>
      </w:tr>
    </w:tbl>
    <w:p w:rsidR="00995FA2" w:rsidRDefault="00995FA2" w:rsidP="00995FA2">
      <w:pPr>
        <w:spacing w:line="274" w:lineRule="auto"/>
        <w:jc w:val="both"/>
        <w:rPr>
          <w:b/>
          <w:sz w:val="28"/>
          <w:szCs w:val="28"/>
        </w:rPr>
      </w:pPr>
    </w:p>
    <w:p w:rsidR="00995FA2" w:rsidRDefault="00995FA2" w:rsidP="00995FA2">
      <w:pPr>
        <w:spacing w:line="27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537AE">
        <w:rPr>
          <w:b/>
          <w:sz w:val="28"/>
          <w:szCs w:val="28"/>
        </w:rPr>
        <w:t>Ожидаемые результаты</w:t>
      </w:r>
      <w:r>
        <w:rPr>
          <w:b/>
          <w:sz w:val="28"/>
          <w:szCs w:val="28"/>
        </w:rPr>
        <w:t>.</w:t>
      </w:r>
    </w:p>
    <w:p w:rsidR="00995FA2" w:rsidRPr="00B161D2" w:rsidRDefault="00995FA2" w:rsidP="00995FA2">
      <w:pPr>
        <w:jc w:val="both"/>
      </w:pPr>
      <w:r w:rsidRPr="00B161D2">
        <w:t>Оценка воздействия на природную водную среду в результате использования воды.</w:t>
      </w:r>
    </w:p>
    <w:p w:rsidR="00995FA2" w:rsidRPr="00B161D2" w:rsidRDefault="00995FA2" w:rsidP="00995FA2">
      <w:pPr>
        <w:jc w:val="both"/>
      </w:pPr>
      <w:r w:rsidRPr="00B161D2">
        <w:t>Динамика и контроль уровня содержания загрязняющих веществ водной среды в период пол</w:t>
      </w:r>
      <w:r w:rsidRPr="00B161D2">
        <w:t>ь</w:t>
      </w:r>
      <w:r w:rsidRPr="00B161D2">
        <w:t>зования водным объектом относительно фонового состава.</w:t>
      </w:r>
    </w:p>
    <w:p w:rsidR="00995FA2" w:rsidRPr="00966297" w:rsidRDefault="00995FA2" w:rsidP="00995FA2">
      <w:pPr>
        <w:spacing w:line="27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66297">
        <w:rPr>
          <w:b/>
          <w:sz w:val="28"/>
          <w:szCs w:val="28"/>
        </w:rPr>
        <w:t>. Графическое приложение.</w:t>
      </w:r>
    </w:p>
    <w:p w:rsidR="00995FA2" w:rsidRPr="00B161D2" w:rsidRDefault="00995FA2" w:rsidP="00995FA2">
      <w:pPr>
        <w:spacing w:line="312" w:lineRule="auto"/>
        <w:jc w:val="both"/>
      </w:pPr>
      <w:r w:rsidRPr="00B161D2">
        <w:t>В приложении приведена схема с указанием места отбора проб.</w:t>
      </w: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</w:p>
    <w:p w:rsidR="00CD4CB5" w:rsidRDefault="00CD4CB5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  <w:r w:rsidRPr="008F4284">
        <w:lastRenderedPageBreak/>
        <w:t>Приложение №</w:t>
      </w:r>
      <w:r>
        <w:t xml:space="preserve"> 6</w:t>
      </w:r>
    </w:p>
    <w:p w:rsidR="00995FA2" w:rsidRDefault="00995FA2" w:rsidP="00995FA2">
      <w:pPr>
        <w:ind w:firstLine="720"/>
        <w:jc w:val="right"/>
      </w:pPr>
    </w:p>
    <w:p w:rsidR="00995FA2" w:rsidRPr="00E6001B" w:rsidRDefault="00995FA2" w:rsidP="00995FA2">
      <w:pPr>
        <w:ind w:firstLine="720"/>
        <w:jc w:val="center"/>
        <w:rPr>
          <w:b/>
          <w:u w:val="single"/>
        </w:rPr>
      </w:pPr>
      <w:r w:rsidRPr="00E6001B">
        <w:rPr>
          <w:b/>
          <w:u w:val="single"/>
        </w:rPr>
        <w:t>Порядок подачи, приема и регистрации заявок</w:t>
      </w:r>
    </w:p>
    <w:p w:rsidR="00995FA2" w:rsidRPr="00E6001B" w:rsidRDefault="00995FA2" w:rsidP="00995FA2">
      <w:pPr>
        <w:ind w:firstLine="720"/>
        <w:jc w:val="center"/>
        <w:rPr>
          <w:b/>
          <w:u w:val="single"/>
        </w:rPr>
      </w:pPr>
    </w:p>
    <w:p w:rsidR="00995FA2" w:rsidRPr="00E6001B" w:rsidRDefault="00995FA2" w:rsidP="00995FA2">
      <w:pPr>
        <w:pStyle w:val="ConsPlusNormal"/>
        <w:widowControl/>
        <w:numPr>
          <w:ilvl w:val="3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Датой начала подачи заявок является дата опубликования в официальном печа</w:t>
      </w:r>
      <w:r w:rsidRPr="00E6001B">
        <w:rPr>
          <w:rFonts w:ascii="Times New Roman" w:hAnsi="Times New Roman" w:cs="Times New Roman"/>
          <w:sz w:val="24"/>
          <w:szCs w:val="24"/>
        </w:rPr>
        <w:t>т</w:t>
      </w:r>
      <w:r w:rsidRPr="00E6001B">
        <w:rPr>
          <w:rFonts w:ascii="Times New Roman" w:hAnsi="Times New Roman" w:cs="Times New Roman"/>
          <w:sz w:val="24"/>
          <w:szCs w:val="24"/>
        </w:rPr>
        <w:t>ном издании или размещения на официальном сайте извещения. Прием заявок прекращается непосредственно перед началом процедуры вскрытия конвертов с заявками. В указанный срок заявитель подает заявку по форме, установленной в документации.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2.  К заявке заявитель прилагает: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а) документ с указанием наименования, организационно-правовой формы, места нахо</w:t>
      </w:r>
      <w:r w:rsidRPr="00E6001B">
        <w:rPr>
          <w:rFonts w:ascii="Times New Roman" w:hAnsi="Times New Roman" w:cs="Times New Roman"/>
          <w:sz w:val="24"/>
          <w:szCs w:val="24"/>
        </w:rPr>
        <w:t>ж</w:t>
      </w:r>
      <w:r w:rsidRPr="00E6001B">
        <w:rPr>
          <w:rFonts w:ascii="Times New Roman" w:hAnsi="Times New Roman" w:cs="Times New Roman"/>
          <w:sz w:val="24"/>
          <w:szCs w:val="24"/>
        </w:rPr>
        <w:t>дения, почтового адреса, номера телефона юридического лица, а также выписку из Единого государственного реестра юридических лиц, копии учредительных документов, заверенные в установленном законодательством Российской Федерации порядке;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б) документ с указанием фамилии, имени, отчества, данных документа, удостоверяющего личность, места жительства, номера контактного телефона (для физического лица) индивид</w:t>
      </w:r>
      <w:r w:rsidRPr="00E6001B">
        <w:rPr>
          <w:rFonts w:ascii="Times New Roman" w:hAnsi="Times New Roman" w:cs="Times New Roman"/>
          <w:sz w:val="24"/>
          <w:szCs w:val="24"/>
        </w:rPr>
        <w:t>у</w:t>
      </w:r>
      <w:r w:rsidRPr="00E6001B">
        <w:rPr>
          <w:rFonts w:ascii="Times New Roman" w:hAnsi="Times New Roman" w:cs="Times New Roman"/>
          <w:sz w:val="24"/>
          <w:szCs w:val="24"/>
        </w:rPr>
        <w:t>ального предпринимателя, а также выписку из Единого государственного реестра индивид</w:t>
      </w:r>
      <w:r w:rsidRPr="00E6001B">
        <w:rPr>
          <w:rFonts w:ascii="Times New Roman" w:hAnsi="Times New Roman" w:cs="Times New Roman"/>
          <w:sz w:val="24"/>
          <w:szCs w:val="24"/>
        </w:rPr>
        <w:t>у</w:t>
      </w:r>
      <w:r w:rsidRPr="00E6001B">
        <w:rPr>
          <w:rFonts w:ascii="Times New Roman" w:hAnsi="Times New Roman" w:cs="Times New Roman"/>
          <w:sz w:val="24"/>
          <w:szCs w:val="24"/>
        </w:rPr>
        <w:t>альных предпринимателей;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(в случае необходимости);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г) реквизиты банковского счета для возврата задатка;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д) документы, подтверждающие внесение задатка;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е) опись представленных документов, подписанная заявителем.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3. Заявитель вправе подать только 1 заявку. Представление заявки подтверждает согласие заявителя выполнять обязательства в соответствии с договором водопользования, извещением, документацией, проектом договора водопользования.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4. Заявитель вправе изменить или отозвать заявку в любое время до окончания срока п</w:t>
      </w:r>
      <w:r w:rsidRPr="00E6001B">
        <w:rPr>
          <w:rFonts w:ascii="Times New Roman" w:hAnsi="Times New Roman" w:cs="Times New Roman"/>
          <w:sz w:val="24"/>
          <w:szCs w:val="24"/>
        </w:rPr>
        <w:t>о</w:t>
      </w:r>
      <w:r w:rsidRPr="00E6001B">
        <w:rPr>
          <w:rFonts w:ascii="Times New Roman" w:hAnsi="Times New Roman" w:cs="Times New Roman"/>
          <w:sz w:val="24"/>
          <w:szCs w:val="24"/>
        </w:rPr>
        <w:t>дачи заявок.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5. Основаниями для отказа в допуске к участию в аукционе являются: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5.1. Несоответствие заявки требованиям, предусмотренным документацией.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5.2.  Требования к заявителю: 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а) заявитель должен соответствовать требованиям, предъявляемым законодательством Российской Федерации к лицам, которым предоставляется право пользования водным объе</w:t>
      </w:r>
      <w:r w:rsidRPr="00E6001B">
        <w:rPr>
          <w:rFonts w:ascii="Times New Roman" w:hAnsi="Times New Roman" w:cs="Times New Roman"/>
          <w:sz w:val="24"/>
          <w:szCs w:val="24"/>
        </w:rPr>
        <w:t>к</w:t>
      </w:r>
      <w:r w:rsidRPr="00E6001B">
        <w:rPr>
          <w:rFonts w:ascii="Times New Roman" w:hAnsi="Times New Roman" w:cs="Times New Roman"/>
          <w:sz w:val="24"/>
          <w:szCs w:val="24"/>
        </w:rPr>
        <w:t>том;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б) в отношении заявителя не проводятся процедуры банкротства и ликвидации;</w:t>
      </w:r>
    </w:p>
    <w:p w:rsidR="00995FA2" w:rsidRPr="00E6001B" w:rsidRDefault="00995FA2" w:rsidP="00995FA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в) деятельность заявителя не приостанавливается в порядке, предусмотренном Кодексом Российской Федерации об административных правонарушениях, в день рассмотрения заявки;</w:t>
      </w:r>
    </w:p>
    <w:p w:rsidR="00995FA2" w:rsidRPr="00E6001B" w:rsidRDefault="00995FA2" w:rsidP="00995FA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г) заявитель обязан внести задаток на счет, указанный в документации. При этом он сч</w:t>
      </w:r>
      <w:r w:rsidRPr="00E6001B">
        <w:rPr>
          <w:rFonts w:ascii="Times New Roman" w:hAnsi="Times New Roman" w:cs="Times New Roman"/>
          <w:sz w:val="24"/>
          <w:szCs w:val="24"/>
        </w:rPr>
        <w:t>и</w:t>
      </w:r>
      <w:r w:rsidRPr="00E6001B">
        <w:rPr>
          <w:rFonts w:ascii="Times New Roman" w:hAnsi="Times New Roman" w:cs="Times New Roman"/>
          <w:sz w:val="24"/>
          <w:szCs w:val="24"/>
        </w:rPr>
        <w:t>тается соответствующим данному требованию, если средства поступили на счет, указанный в документации, или копия платежного документа, подтверждающего перечисление указанных средств на этот счет, представлена непосредственно до начала процедуры вскрытия конвертов с заявками.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6. В случае выявления несоответствия заявителя требованиям, предусмотренным пун</w:t>
      </w:r>
      <w:r w:rsidRPr="00E6001B">
        <w:rPr>
          <w:rFonts w:ascii="Times New Roman" w:hAnsi="Times New Roman" w:cs="Times New Roman"/>
          <w:sz w:val="24"/>
          <w:szCs w:val="24"/>
        </w:rPr>
        <w:t>к</w:t>
      </w:r>
      <w:r w:rsidRPr="00E6001B">
        <w:rPr>
          <w:rFonts w:ascii="Times New Roman" w:hAnsi="Times New Roman" w:cs="Times New Roman"/>
          <w:sz w:val="24"/>
          <w:szCs w:val="24"/>
        </w:rPr>
        <w:t>том 5. 2 Комиссия отстраняет его от участия в аукционе.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7. Комиссия ведет протокол рассмотрения заявок.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Комиссия рассматривает заявки и определяет соответствие их требованиям, предусмо</w:t>
      </w:r>
      <w:r w:rsidRPr="00E6001B">
        <w:rPr>
          <w:rFonts w:ascii="Times New Roman" w:hAnsi="Times New Roman" w:cs="Times New Roman"/>
          <w:sz w:val="24"/>
          <w:szCs w:val="24"/>
        </w:rPr>
        <w:t>т</w:t>
      </w:r>
      <w:r w:rsidRPr="00E6001B">
        <w:rPr>
          <w:rFonts w:ascii="Times New Roman" w:hAnsi="Times New Roman" w:cs="Times New Roman"/>
          <w:sz w:val="24"/>
          <w:szCs w:val="24"/>
        </w:rPr>
        <w:t>ренным документацией, и соответствие заявителей требованиям, предусмотренным пунктом 5.2. Срок рассмотрения заявок не может превышать 5 дней с даты окончания подачи заявок.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</w:t>
      </w:r>
      <w:r w:rsidRPr="00E6001B">
        <w:rPr>
          <w:rFonts w:ascii="Times New Roman" w:hAnsi="Times New Roman" w:cs="Times New Roman"/>
          <w:sz w:val="24"/>
          <w:szCs w:val="24"/>
        </w:rPr>
        <w:t>о</w:t>
      </w:r>
      <w:r w:rsidRPr="00E6001B">
        <w:rPr>
          <w:rFonts w:ascii="Times New Roman" w:hAnsi="Times New Roman" w:cs="Times New Roman"/>
          <w:sz w:val="24"/>
          <w:szCs w:val="24"/>
        </w:rPr>
        <w:t>пуске заявителя к участию в аукционе. Протокол рассмотрения заявок размещается организ</w:t>
      </w:r>
      <w:r w:rsidRPr="00E6001B">
        <w:rPr>
          <w:rFonts w:ascii="Times New Roman" w:hAnsi="Times New Roman" w:cs="Times New Roman"/>
          <w:sz w:val="24"/>
          <w:szCs w:val="24"/>
        </w:rPr>
        <w:t>а</w:t>
      </w:r>
      <w:r w:rsidRPr="00E6001B">
        <w:rPr>
          <w:rFonts w:ascii="Times New Roman" w:hAnsi="Times New Roman" w:cs="Times New Roman"/>
          <w:sz w:val="24"/>
          <w:szCs w:val="24"/>
        </w:rPr>
        <w:t>тором аукциона на официальном сайте в день окончания рассмотрения заявок.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8. Вскрытие конвертов с заявками осуществляется на заседании комиссии и оформляется протоколом рассмотрения заявок. Организатор аукциона обязан осуществлять аудиозапись процедуры вскрытия конвертов с заявками. Любое лицо, присутствующее при вскрытии ко</w:t>
      </w:r>
      <w:r w:rsidRPr="00E6001B">
        <w:rPr>
          <w:rFonts w:ascii="Times New Roman" w:hAnsi="Times New Roman" w:cs="Times New Roman"/>
          <w:sz w:val="24"/>
          <w:szCs w:val="24"/>
        </w:rPr>
        <w:t>н</w:t>
      </w:r>
      <w:r w:rsidRPr="00E6001B">
        <w:rPr>
          <w:rFonts w:ascii="Times New Roman" w:hAnsi="Times New Roman" w:cs="Times New Roman"/>
          <w:sz w:val="24"/>
          <w:szCs w:val="24"/>
        </w:rPr>
        <w:t>вертов с заявками, вправе осуществлять аудио- и видеозапись процедуры вскрытия.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9. Протокол рассмотрения заявок должен содержать: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lastRenderedPageBreak/>
        <w:t>а) все зарегистрированные заявки с указанием имен (наименований) заявителей;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б) дату подачи заявок;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в) сведения о внесенных задатках;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г) все отозванные заявки;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д) имена (наименования) заявителей, признанных участниками аукциона;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е) имена (наименования) заявителей, которым было отказано в признании их участник</w:t>
      </w:r>
      <w:r w:rsidRPr="00E6001B">
        <w:rPr>
          <w:rFonts w:ascii="Times New Roman" w:hAnsi="Times New Roman" w:cs="Times New Roman"/>
          <w:sz w:val="24"/>
          <w:szCs w:val="24"/>
        </w:rPr>
        <w:t>а</w:t>
      </w:r>
      <w:r w:rsidRPr="00E6001B">
        <w:rPr>
          <w:rFonts w:ascii="Times New Roman" w:hAnsi="Times New Roman" w:cs="Times New Roman"/>
          <w:sz w:val="24"/>
          <w:szCs w:val="24"/>
        </w:rPr>
        <w:t>ми аукциона, с указанием причин такого отказа.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10. Протокол рассмотрения заявок подписывается всеми присутствующими членами к</w:t>
      </w:r>
      <w:r w:rsidRPr="00E6001B">
        <w:rPr>
          <w:rFonts w:ascii="Times New Roman" w:hAnsi="Times New Roman" w:cs="Times New Roman"/>
          <w:sz w:val="24"/>
          <w:szCs w:val="24"/>
        </w:rPr>
        <w:t>о</w:t>
      </w:r>
      <w:r w:rsidRPr="00E6001B">
        <w:rPr>
          <w:rFonts w:ascii="Times New Roman" w:hAnsi="Times New Roman" w:cs="Times New Roman"/>
          <w:sz w:val="24"/>
          <w:szCs w:val="24"/>
        </w:rPr>
        <w:t>миссии в течение 1 дня с даты рассмотрения заявок.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11. После оформления протокола рассмотрения заявок зарегистрированные заявки пер</w:t>
      </w:r>
      <w:r w:rsidRPr="00E6001B">
        <w:rPr>
          <w:rFonts w:ascii="Times New Roman" w:hAnsi="Times New Roman" w:cs="Times New Roman"/>
          <w:sz w:val="24"/>
          <w:szCs w:val="24"/>
        </w:rPr>
        <w:t>е</w:t>
      </w:r>
      <w:r w:rsidRPr="00E6001B">
        <w:rPr>
          <w:rFonts w:ascii="Times New Roman" w:hAnsi="Times New Roman" w:cs="Times New Roman"/>
          <w:sz w:val="24"/>
          <w:szCs w:val="24"/>
        </w:rPr>
        <w:t>даются на хранение организатору аукциона.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12. Заявитель приобретает статус участника аукциона с даты оформления комиссией протокола рассмотрения заявок, содержащего сведения о признании заявителя участником аукциона.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13. Заявители, признанные участниками аукциона, и заявители, не допущенные к уч</w:t>
      </w:r>
      <w:r w:rsidRPr="00E6001B">
        <w:rPr>
          <w:rFonts w:ascii="Times New Roman" w:hAnsi="Times New Roman" w:cs="Times New Roman"/>
          <w:sz w:val="24"/>
          <w:szCs w:val="24"/>
        </w:rPr>
        <w:t>а</w:t>
      </w:r>
      <w:r w:rsidRPr="00E6001B">
        <w:rPr>
          <w:rFonts w:ascii="Times New Roman" w:hAnsi="Times New Roman" w:cs="Times New Roman"/>
          <w:sz w:val="24"/>
          <w:szCs w:val="24"/>
        </w:rPr>
        <w:t>стию в аукционе,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</w:t>
      </w:r>
      <w:r w:rsidRPr="00E6001B">
        <w:rPr>
          <w:rFonts w:ascii="Times New Roman" w:hAnsi="Times New Roman" w:cs="Times New Roman"/>
          <w:sz w:val="24"/>
          <w:szCs w:val="24"/>
        </w:rPr>
        <w:t>о</w:t>
      </w:r>
      <w:r w:rsidRPr="00E6001B">
        <w:rPr>
          <w:rFonts w:ascii="Times New Roman" w:hAnsi="Times New Roman" w:cs="Times New Roman"/>
          <w:sz w:val="24"/>
          <w:szCs w:val="24"/>
        </w:rPr>
        <w:t>ответствующего извещения либо направления такого извещения заказным письмом (с уведо</w:t>
      </w:r>
      <w:r w:rsidRPr="00E6001B">
        <w:rPr>
          <w:rFonts w:ascii="Times New Roman" w:hAnsi="Times New Roman" w:cs="Times New Roman"/>
          <w:sz w:val="24"/>
          <w:szCs w:val="24"/>
        </w:rPr>
        <w:t>м</w:t>
      </w:r>
      <w:r w:rsidRPr="00E6001B">
        <w:rPr>
          <w:rFonts w:ascii="Times New Roman" w:hAnsi="Times New Roman" w:cs="Times New Roman"/>
          <w:sz w:val="24"/>
          <w:szCs w:val="24"/>
        </w:rPr>
        <w:t>лением о вручении).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Решение о проведении аукциона принимается организатором аукциона на основании протокола рассмотрения заявок.</w:t>
      </w: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Pr="00E6001B" w:rsidRDefault="00995FA2" w:rsidP="00995FA2">
      <w:pPr>
        <w:jc w:val="right"/>
      </w:pPr>
      <w:r w:rsidRPr="00E6001B">
        <w:t>Приложение № 7</w:t>
      </w:r>
    </w:p>
    <w:p w:rsidR="00995FA2" w:rsidRPr="00E6001B" w:rsidRDefault="00995FA2" w:rsidP="00995FA2">
      <w:pPr>
        <w:jc w:val="center"/>
        <w:rPr>
          <w:b/>
          <w:u w:val="single"/>
        </w:rPr>
      </w:pPr>
      <w:r w:rsidRPr="00E6001B">
        <w:rPr>
          <w:b/>
          <w:u w:val="single"/>
        </w:rPr>
        <w:lastRenderedPageBreak/>
        <w:t>Порядок проведения аукциона</w:t>
      </w:r>
    </w:p>
    <w:p w:rsidR="00995FA2" w:rsidRPr="00E6001B" w:rsidRDefault="00995FA2" w:rsidP="00995FA2">
      <w:pPr>
        <w:jc w:val="both"/>
        <w:rPr>
          <w:b/>
          <w:u w:val="single"/>
        </w:rPr>
      </w:pPr>
    </w:p>
    <w:p w:rsidR="00995FA2" w:rsidRPr="00E6001B" w:rsidRDefault="00995FA2" w:rsidP="00995FA2">
      <w:pPr>
        <w:numPr>
          <w:ilvl w:val="6"/>
          <w:numId w:val="3"/>
        </w:numPr>
        <w:jc w:val="both"/>
      </w:pPr>
      <w:r w:rsidRPr="00E6001B">
        <w:t>Лицо, представляющее участника аукциона, непосредственно перед его началом должно представить в аукционную комиссию надлежащим образом оформленную довере</w:t>
      </w:r>
      <w:r w:rsidRPr="00E6001B">
        <w:t>н</w:t>
      </w:r>
      <w:r w:rsidRPr="00E6001B">
        <w:t>ность от лица, подавшего заявку, подтверждающую его полномочия на участие в аукционе, в том числе заявлений в процессе его проведения сумм «шага аукциона» за пользование водным объектом.</w:t>
      </w:r>
    </w:p>
    <w:p w:rsidR="00995FA2" w:rsidRPr="00E6001B" w:rsidRDefault="00995FA2" w:rsidP="00995FA2">
      <w:pPr>
        <w:jc w:val="both"/>
      </w:pPr>
      <w:r w:rsidRPr="00E6001B">
        <w:t xml:space="preserve">          После подтверждения полномочий лица на участие в аукционе ему присваивается рег</w:t>
      </w:r>
      <w:r w:rsidRPr="00E6001B">
        <w:t>и</w:t>
      </w:r>
      <w:r w:rsidRPr="00E6001B">
        <w:t>страционный номер, дающий право на участие в аукционе.</w:t>
      </w:r>
    </w:p>
    <w:p w:rsidR="00995FA2" w:rsidRPr="00E6001B" w:rsidRDefault="00995FA2" w:rsidP="00995FA2">
      <w:pPr>
        <w:numPr>
          <w:ilvl w:val="0"/>
          <w:numId w:val="3"/>
        </w:numPr>
        <w:jc w:val="both"/>
      </w:pPr>
      <w:r w:rsidRPr="00E6001B">
        <w:t>Проведение аукциона осуществляется в следующем порядке: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а) участникам аукциона выдаются таблички с присвоенными регистрационными ном</w:t>
      </w:r>
      <w:r w:rsidRPr="00E6001B">
        <w:t>е</w:t>
      </w:r>
      <w:r w:rsidRPr="00E6001B">
        <w:t>рами, которые участники поднимают после оглашения аукционистом очередного размера «шага аукциона» за пользование водным объектом в случае, если они готовы заявить эту су</w:t>
      </w:r>
      <w:r w:rsidRPr="00E6001B">
        <w:t>м</w:t>
      </w:r>
      <w:r w:rsidRPr="00E6001B">
        <w:t>му;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б) аукцион начинается с объявления начальной цены предмета аукциона, номеров учас</w:t>
      </w:r>
      <w:r w:rsidRPr="00E6001B">
        <w:t>т</w:t>
      </w:r>
      <w:r w:rsidRPr="00E6001B">
        <w:t>ников аукциона, «шага аукциона»;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в) «шаг аукциона» устанавливается в размере 5 процентов начальной цены предмета аукциона;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г) начальная цена предмета аукциона устанавливается в размере 5 % размера платы за пользование водным объектом за год в соответствии с договором водопользования;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д)  каждый последующий размер разового платежа за пользование водным объектом аукционист назначает путем увеличения текущего на «шаг аукциона»;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е) после объявления очередного размера аукционист называет номер участника аукци</w:t>
      </w:r>
      <w:r w:rsidRPr="00E6001B">
        <w:t>о</w:t>
      </w:r>
      <w:r w:rsidRPr="00E6001B">
        <w:t>на, который первым поднял свой номер;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ж) затем аукционист объявляет следующий размер разового платежа за пользование водным объектом в соответствии с «шагом аукциона»;</w:t>
      </w:r>
    </w:p>
    <w:p w:rsidR="00995FA2" w:rsidRPr="00E6001B" w:rsidRDefault="00995FA2" w:rsidP="00995FA2">
      <w:pPr>
        <w:ind w:left="4"/>
        <w:jc w:val="both"/>
      </w:pPr>
      <w:r w:rsidRPr="00E6001B">
        <w:t xml:space="preserve">          з) при отсутствии участников аукциона, готовых приобрести право пользования водным объектом по названной аукционной сумме, аукционист повторяет эту сумму три раза;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  и)  если после троекратного объявления последнего предложения о цене предмета ау</w:t>
      </w:r>
      <w:r w:rsidRPr="00E6001B">
        <w:rPr>
          <w:rFonts w:ascii="Times New Roman" w:hAnsi="Times New Roman" w:cs="Times New Roman"/>
          <w:sz w:val="24"/>
          <w:szCs w:val="24"/>
        </w:rPr>
        <w:t>к</w:t>
      </w:r>
      <w:r w:rsidRPr="00E6001B">
        <w:rPr>
          <w:rFonts w:ascii="Times New Roman" w:hAnsi="Times New Roman" w:cs="Times New Roman"/>
          <w:sz w:val="24"/>
          <w:szCs w:val="24"/>
        </w:rPr>
        <w:t>циона ни один из участников аукциона не предложил более высокую цену предмета аукциона, организатор аукциона вправе снизить "шаг аукциона", но не более чем в 10 раз;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  к) организатор аукциона обязан осуществлять аудиозапись аукциона. Любое лицо, пр</w:t>
      </w:r>
      <w:r w:rsidRPr="00E6001B">
        <w:rPr>
          <w:rFonts w:ascii="Times New Roman" w:hAnsi="Times New Roman" w:cs="Times New Roman"/>
          <w:sz w:val="24"/>
          <w:szCs w:val="24"/>
        </w:rPr>
        <w:t>и</w:t>
      </w:r>
      <w:r w:rsidRPr="00E6001B">
        <w:rPr>
          <w:rFonts w:ascii="Times New Roman" w:hAnsi="Times New Roman" w:cs="Times New Roman"/>
          <w:sz w:val="24"/>
          <w:szCs w:val="24"/>
        </w:rPr>
        <w:t>сутствующее при проведении аукциона, вправе осуществлять аудио- и видеозапись аукциона;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   л) победителем аукциона признается участник аукциона, предложивший наиболее в</w:t>
      </w:r>
      <w:r w:rsidRPr="00E6001B">
        <w:rPr>
          <w:rFonts w:ascii="Times New Roman" w:hAnsi="Times New Roman" w:cs="Times New Roman"/>
          <w:sz w:val="24"/>
          <w:szCs w:val="24"/>
        </w:rPr>
        <w:t>ы</w:t>
      </w:r>
      <w:r w:rsidRPr="00E6001B">
        <w:rPr>
          <w:rFonts w:ascii="Times New Roman" w:hAnsi="Times New Roman" w:cs="Times New Roman"/>
          <w:sz w:val="24"/>
          <w:szCs w:val="24"/>
        </w:rPr>
        <w:t>сокую цену предмета аукциона и номер которого был назван последним.</w:t>
      </w: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ind w:left="4"/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Default="00995FA2" w:rsidP="00995FA2">
      <w:pPr>
        <w:jc w:val="right"/>
      </w:pPr>
    </w:p>
    <w:p w:rsidR="00995FA2" w:rsidRPr="00E6001B" w:rsidRDefault="00995FA2" w:rsidP="00995FA2">
      <w:pPr>
        <w:jc w:val="right"/>
      </w:pPr>
      <w:r w:rsidRPr="00E6001B">
        <w:t>Приложение № 8</w:t>
      </w:r>
    </w:p>
    <w:p w:rsidR="00995FA2" w:rsidRPr="00E6001B" w:rsidRDefault="00995FA2" w:rsidP="00995FA2">
      <w:pPr>
        <w:jc w:val="both"/>
      </w:pPr>
    </w:p>
    <w:p w:rsidR="00995FA2" w:rsidRPr="00E6001B" w:rsidRDefault="00995FA2" w:rsidP="00995FA2">
      <w:pPr>
        <w:jc w:val="center"/>
        <w:rPr>
          <w:b/>
          <w:u w:val="single"/>
        </w:rPr>
      </w:pPr>
      <w:r w:rsidRPr="00E6001B">
        <w:rPr>
          <w:b/>
          <w:u w:val="single"/>
        </w:rPr>
        <w:lastRenderedPageBreak/>
        <w:t>Оформление результатов аукциона</w:t>
      </w:r>
    </w:p>
    <w:p w:rsidR="00995FA2" w:rsidRPr="00E6001B" w:rsidRDefault="00995FA2" w:rsidP="00995FA2">
      <w:pPr>
        <w:jc w:val="both"/>
        <w:rPr>
          <w:b/>
          <w:u w:val="single"/>
        </w:rPr>
      </w:pP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1. Комиссия ведет протокол аукциона, в котором должны быть указаны место, дата и время проведения аукциона, участники аукциона, начальная цена предмета аукциона, а также наименование и место нахождения юридического лица, фамилия, имя, отчество и место ж</w:t>
      </w:r>
      <w:r w:rsidRPr="00E6001B">
        <w:rPr>
          <w:rFonts w:ascii="Times New Roman" w:hAnsi="Times New Roman" w:cs="Times New Roman"/>
          <w:sz w:val="24"/>
          <w:szCs w:val="24"/>
        </w:rPr>
        <w:t>и</w:t>
      </w:r>
      <w:r w:rsidRPr="00E6001B">
        <w:rPr>
          <w:rFonts w:ascii="Times New Roman" w:hAnsi="Times New Roman" w:cs="Times New Roman"/>
          <w:sz w:val="24"/>
          <w:szCs w:val="24"/>
        </w:rPr>
        <w:t>тельства физического лица (победителя аукциона).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2. Организатор аукциона и победитель аукциона в день проведения аукциона подпис</w:t>
      </w:r>
      <w:r w:rsidRPr="00E6001B">
        <w:rPr>
          <w:rFonts w:ascii="Times New Roman" w:hAnsi="Times New Roman" w:cs="Times New Roman"/>
          <w:sz w:val="24"/>
          <w:szCs w:val="24"/>
        </w:rPr>
        <w:t>ы</w:t>
      </w:r>
      <w:r w:rsidRPr="00E6001B">
        <w:rPr>
          <w:rFonts w:ascii="Times New Roman" w:hAnsi="Times New Roman" w:cs="Times New Roman"/>
          <w:sz w:val="24"/>
          <w:szCs w:val="24"/>
        </w:rPr>
        <w:t>вают протокол аукциона, который имеет силу договора. Протокол подписывают также все присутствующие члены комиссии.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3. Протокол аукциона составляется в 2 экземплярах, один из которых остается у орган</w:t>
      </w:r>
      <w:r w:rsidRPr="00E6001B">
        <w:rPr>
          <w:rFonts w:ascii="Times New Roman" w:hAnsi="Times New Roman" w:cs="Times New Roman"/>
          <w:sz w:val="24"/>
          <w:szCs w:val="24"/>
        </w:rPr>
        <w:t>и</w:t>
      </w:r>
      <w:r w:rsidRPr="00E6001B">
        <w:rPr>
          <w:rFonts w:ascii="Times New Roman" w:hAnsi="Times New Roman" w:cs="Times New Roman"/>
          <w:sz w:val="24"/>
          <w:szCs w:val="24"/>
        </w:rPr>
        <w:t>затора аукциона, а другой - в течение 3 дней с даты подписания протокола аукциона передае</w:t>
      </w:r>
      <w:r w:rsidRPr="00E6001B">
        <w:rPr>
          <w:rFonts w:ascii="Times New Roman" w:hAnsi="Times New Roman" w:cs="Times New Roman"/>
          <w:sz w:val="24"/>
          <w:szCs w:val="24"/>
        </w:rPr>
        <w:t>т</w:t>
      </w:r>
      <w:r w:rsidRPr="00E6001B">
        <w:rPr>
          <w:rFonts w:ascii="Times New Roman" w:hAnsi="Times New Roman" w:cs="Times New Roman"/>
          <w:sz w:val="24"/>
          <w:szCs w:val="24"/>
        </w:rPr>
        <w:t>ся победителю аукциона.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4. Информация о результатах аукциона в течение 10 дней с даты подписания протокола аукциона публикуется организатором аукциона в официальном печатном издании и в течение 2 дней размещается на официальном сайте.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5. Нарушение процедуры организации и проведения аукциона, предусмотренной насто</w:t>
      </w:r>
      <w:r w:rsidRPr="00E6001B">
        <w:rPr>
          <w:rFonts w:ascii="Times New Roman" w:hAnsi="Times New Roman" w:cs="Times New Roman"/>
          <w:sz w:val="24"/>
          <w:szCs w:val="24"/>
        </w:rPr>
        <w:t>я</w:t>
      </w:r>
      <w:r w:rsidRPr="00E6001B">
        <w:rPr>
          <w:rFonts w:ascii="Times New Roman" w:hAnsi="Times New Roman" w:cs="Times New Roman"/>
          <w:sz w:val="24"/>
          <w:szCs w:val="24"/>
        </w:rPr>
        <w:t>щими Правилами, является основанием для признания судом результатов аукциона и договора водопользования, заключенного по результатам такого аукциона, недействительными.</w:t>
      </w: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995FA2" w:rsidRDefault="00995FA2" w:rsidP="00995FA2">
      <w:pPr>
        <w:ind w:firstLine="720"/>
        <w:jc w:val="both"/>
      </w:pPr>
    </w:p>
    <w:p w:rsidR="005534E0" w:rsidRDefault="005534E0" w:rsidP="00995FA2">
      <w:pPr>
        <w:ind w:firstLine="720"/>
        <w:jc w:val="both"/>
      </w:pPr>
    </w:p>
    <w:p w:rsidR="005534E0" w:rsidRDefault="005534E0" w:rsidP="00995FA2">
      <w:pPr>
        <w:ind w:firstLine="720"/>
        <w:jc w:val="both"/>
      </w:pPr>
    </w:p>
    <w:p w:rsidR="005534E0" w:rsidRPr="00E6001B" w:rsidRDefault="005534E0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both"/>
      </w:pPr>
    </w:p>
    <w:p w:rsidR="00995FA2" w:rsidRPr="00E6001B" w:rsidRDefault="00995FA2" w:rsidP="00995FA2">
      <w:pPr>
        <w:ind w:firstLine="720"/>
        <w:jc w:val="right"/>
      </w:pPr>
      <w:r w:rsidRPr="00E6001B">
        <w:lastRenderedPageBreak/>
        <w:t>Приложение № 9</w:t>
      </w:r>
    </w:p>
    <w:p w:rsidR="00995FA2" w:rsidRPr="00E6001B" w:rsidRDefault="00995FA2" w:rsidP="00995FA2">
      <w:pPr>
        <w:jc w:val="both"/>
        <w:rPr>
          <w:b/>
          <w:u w:val="single"/>
        </w:rPr>
      </w:pPr>
    </w:p>
    <w:p w:rsidR="00995FA2" w:rsidRPr="00E6001B" w:rsidRDefault="00995FA2" w:rsidP="00995FA2">
      <w:pPr>
        <w:jc w:val="center"/>
        <w:rPr>
          <w:b/>
          <w:u w:val="single"/>
        </w:rPr>
      </w:pPr>
      <w:r w:rsidRPr="00E6001B">
        <w:rPr>
          <w:b/>
          <w:u w:val="single"/>
        </w:rPr>
        <w:t>Регламент работы Аукционной комиссии</w:t>
      </w:r>
    </w:p>
    <w:p w:rsidR="00995FA2" w:rsidRPr="00E6001B" w:rsidRDefault="00995FA2" w:rsidP="00995FA2">
      <w:pPr>
        <w:pStyle w:val="2"/>
        <w:numPr>
          <w:ilvl w:val="0"/>
          <w:numId w:val="0"/>
        </w:numPr>
        <w:rPr>
          <w:b/>
          <w:u w:val="single"/>
        </w:rPr>
      </w:pPr>
    </w:p>
    <w:p w:rsidR="00995FA2" w:rsidRPr="00E6001B" w:rsidRDefault="00995FA2" w:rsidP="00995FA2">
      <w:pPr>
        <w:pStyle w:val="2"/>
        <w:ind w:left="0" w:firstLine="540"/>
      </w:pPr>
      <w:r w:rsidRPr="00E6001B">
        <w:t>Работа Аукционной комиссии осуществляется на ее заседаниях. Заседание Аукцио</w:t>
      </w:r>
      <w:r w:rsidRPr="00E6001B">
        <w:t>н</w:t>
      </w:r>
      <w:r w:rsidRPr="00E6001B">
        <w:t>ной комиссии считается правомочным, если на нем присутствует не менее двух третей ее чл</w:t>
      </w:r>
      <w:r w:rsidRPr="00E6001B">
        <w:t>е</w:t>
      </w:r>
      <w:r w:rsidRPr="00E6001B">
        <w:t>нов.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Решения Аукционной комиссии принимаются большинством голосов членов коми</w:t>
      </w:r>
      <w:r w:rsidRPr="00E6001B">
        <w:t>с</w:t>
      </w:r>
      <w:r w:rsidRPr="00E6001B">
        <w:t>сии, принявших участие в заседании. При равенстве голосов принимается решение, за которое проголосовал председатель комиссии или его заместитель, председательствующий на засед</w:t>
      </w:r>
      <w:r w:rsidRPr="00E6001B">
        <w:t>а</w:t>
      </w:r>
      <w:r w:rsidRPr="00E6001B">
        <w:t>нии комиссии.  При голосовании каждый член Аукционной комиссии имеет один голос. Гол</w:t>
      </w:r>
      <w:r w:rsidRPr="00E6001B">
        <w:t>о</w:t>
      </w:r>
      <w:r w:rsidRPr="00E6001B">
        <w:t>сование осуществляется открыто. Заочное голосование не допускается.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bookmarkStart w:id="0" w:name="_Ref117857714"/>
      <w:bookmarkStart w:id="1" w:name="_Ref117856958"/>
      <w:r w:rsidRPr="00E6001B">
        <w:t>Аукционная комиссия проверяет наличие документов в составе заявки на участие в аукционе в соответствии с требованиями, предъявляемыми к заявке на участие в аукционе д</w:t>
      </w:r>
      <w:r w:rsidRPr="00E6001B">
        <w:t>о</w:t>
      </w:r>
      <w:r w:rsidRPr="00E6001B">
        <w:t>кументацией об аукционе</w:t>
      </w:r>
      <w:bookmarkEnd w:id="0"/>
      <w:r w:rsidRPr="00E6001B">
        <w:t xml:space="preserve"> и законодательством Российской Федерации. </w:t>
      </w:r>
    </w:p>
    <w:bookmarkEnd w:id="1"/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Аукционная комиссия проверяет соответствие участников аукциона требованиям, установленным законодательством Российской Федерации к участникам аукциона. При этом Аукционная комиссия не вправе возлагать на участников аукциона обязанность подтверждать соответствие данным требованиям, а вправе воспользоваться своим правом обратиться к орг</w:t>
      </w:r>
      <w:r w:rsidRPr="00E6001B">
        <w:t>а</w:t>
      </w:r>
      <w:r w:rsidRPr="00E6001B">
        <w:t>низатору аукциона с ходатайством  о незамедлительном запросе у соответствующих органов и организаций необходимых сведений.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Аукционная комиссия рассматривает заявки на участие в аукционе в срок, не прев</w:t>
      </w:r>
      <w:r w:rsidRPr="00E6001B">
        <w:t>ы</w:t>
      </w:r>
      <w:r w:rsidRPr="00E6001B">
        <w:t>шающий пяти дней со дня окончания приема заявок на участие в аукционе.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На основании результатов рассмотрения заявок на участие в аукционе Аукционной комиссией принимается решение о допуске к участию в аукционе участника аукциона и о пр</w:t>
      </w:r>
      <w:r w:rsidRPr="00E6001B">
        <w:t>и</w:t>
      </w:r>
      <w:r w:rsidRPr="00E6001B">
        <w:t>знании участника аукциона, подавшего заявку на участие в аукционе, участником аукциона или об отказе в допуске такого участника аукциона к участию в аукционе и оформляется Пр</w:t>
      </w:r>
      <w:r w:rsidRPr="00E6001B">
        <w:t>о</w:t>
      </w:r>
      <w:r w:rsidRPr="00E6001B">
        <w:t>токол рассмотрения заявок на участие в аукционе, который подписывается всеми присутс</w:t>
      </w:r>
      <w:r w:rsidRPr="00E6001B">
        <w:t>т</w:t>
      </w:r>
      <w:r w:rsidRPr="00E6001B">
        <w:t>вующими членами Аукционной комиссии в день окончания рассмотрения заявок на участие в аукционе. Протокол рассмотрения заявок на участие в аукционе в тот же день подписывается организатором аукциона.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В случае если ни один из участников аукциона не был допущен к участию в аукци</w:t>
      </w:r>
      <w:r w:rsidRPr="00E6001B">
        <w:t>о</w:t>
      </w:r>
      <w:r w:rsidRPr="00E6001B">
        <w:t>не или к участию в аукционе был допущен только один участник, Аукционная комиссия пр</w:t>
      </w:r>
      <w:r w:rsidRPr="00E6001B">
        <w:t>и</w:t>
      </w:r>
      <w:r w:rsidRPr="00E6001B">
        <w:t>нимает решение о признании аукциона несостоявшимся, о чем делается запись в Протоколе рассмотрения заявок на участие в аукционе.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Члены Аукционной комиссии присутствуют на процедуре проведения  аукциона и в день проведения аукциона подписывают Протокол аукциона вместе с организатором аукци</w:t>
      </w:r>
      <w:r w:rsidRPr="00E6001B">
        <w:t>о</w:t>
      </w:r>
      <w:r w:rsidRPr="00E6001B">
        <w:t>на.</w:t>
      </w:r>
    </w:p>
    <w:p w:rsidR="00995FA2" w:rsidRPr="00E6001B" w:rsidRDefault="00995FA2" w:rsidP="00995FA2">
      <w:pPr>
        <w:pStyle w:val="2"/>
        <w:keepNext w:val="0"/>
        <w:tabs>
          <w:tab w:val="num" w:pos="540"/>
          <w:tab w:val="num" w:pos="1116"/>
        </w:tabs>
        <w:spacing w:line="240" w:lineRule="auto"/>
        <w:ind w:left="0" w:firstLine="539"/>
      </w:pPr>
      <w:r w:rsidRPr="00E6001B">
        <w:t>Любые действия (бездействия) Аукционной комиссии могут быть обжалованы в п</w:t>
      </w:r>
      <w:r w:rsidRPr="00E6001B">
        <w:t>о</w:t>
      </w:r>
      <w:r w:rsidRPr="00E6001B">
        <w:t>рядке, установленном законодательством Российской Федерации, если такие действия (бе</w:t>
      </w:r>
      <w:r w:rsidRPr="00E6001B">
        <w:t>з</w:t>
      </w:r>
      <w:r w:rsidRPr="00E6001B">
        <w:t>действия) нарушают права и законные интересы участника(ов) аукциона. В случае такого о</w:t>
      </w:r>
      <w:r w:rsidRPr="00E6001B">
        <w:t>б</w:t>
      </w:r>
      <w:r w:rsidRPr="00E6001B">
        <w:t xml:space="preserve">жалования Аукционная комиссия обязана: </w:t>
      </w:r>
    </w:p>
    <w:p w:rsidR="00995FA2" w:rsidRPr="00E6001B" w:rsidRDefault="00995FA2" w:rsidP="00995FA2">
      <w:pPr>
        <w:pStyle w:val="3"/>
        <w:widowControl/>
        <w:numPr>
          <w:ilvl w:val="0"/>
          <w:numId w:val="0"/>
        </w:numPr>
        <w:spacing w:line="240" w:lineRule="auto"/>
      </w:pPr>
      <w:r w:rsidRPr="00E6001B">
        <w:t xml:space="preserve">        а) представить по запросу уполномоченного органа сведения и документы, необходимые для рассмотрения жалобы;</w:t>
      </w:r>
    </w:p>
    <w:p w:rsidR="00995FA2" w:rsidRPr="00E6001B" w:rsidRDefault="00995FA2" w:rsidP="00995FA2">
      <w:pPr>
        <w:pStyle w:val="3"/>
        <w:widowControl/>
        <w:numPr>
          <w:ilvl w:val="0"/>
          <w:numId w:val="0"/>
        </w:numPr>
        <w:spacing w:line="240" w:lineRule="auto"/>
      </w:pPr>
      <w:r w:rsidRPr="00E6001B">
        <w:t xml:space="preserve">        б) приостановить проведение отдельных процедур аукциона до рассмотрения жалобы по существу, в случае получения соответствующего требования от уполномоченного органа;</w:t>
      </w:r>
    </w:p>
    <w:p w:rsidR="00995FA2" w:rsidRPr="00E6001B" w:rsidRDefault="00995FA2" w:rsidP="00995FA2">
      <w:pPr>
        <w:pStyle w:val="3"/>
        <w:widowControl/>
        <w:numPr>
          <w:ilvl w:val="0"/>
          <w:numId w:val="0"/>
        </w:numPr>
        <w:spacing w:line="240" w:lineRule="auto"/>
      </w:pPr>
      <w:r w:rsidRPr="00E6001B">
        <w:t xml:space="preserve">        в) довести до сведения организатора аукциона информацию о том, что организатор ау</w:t>
      </w:r>
      <w:r w:rsidRPr="00E6001B">
        <w:t>к</w:t>
      </w:r>
      <w:r w:rsidRPr="00E6001B">
        <w:t xml:space="preserve">циона </w:t>
      </w:r>
      <w:bookmarkStart w:id="2" w:name="sub_6005"/>
      <w:r w:rsidRPr="00E6001B">
        <w:t>не вправе заключить государственный или муниципальный контракт до рассмотрения жалобы, при этом срок, установленный для заключения контракта, подлежит продлению на срок рассмотрения жалобы по существу.</w:t>
      </w:r>
    </w:p>
    <w:bookmarkEnd w:id="2"/>
    <w:p w:rsidR="00995FA2" w:rsidRDefault="00995FA2" w:rsidP="00995FA2">
      <w:pPr>
        <w:jc w:val="both"/>
      </w:pPr>
    </w:p>
    <w:p w:rsidR="00995FA2" w:rsidRPr="00E6001B" w:rsidRDefault="00995FA2" w:rsidP="00995FA2">
      <w:pPr>
        <w:jc w:val="both"/>
      </w:pPr>
    </w:p>
    <w:p w:rsidR="00995FA2" w:rsidRPr="00E6001B" w:rsidRDefault="00995FA2" w:rsidP="00995FA2"/>
    <w:p w:rsidR="00995FA2" w:rsidRPr="00E6001B" w:rsidRDefault="00995FA2" w:rsidP="00995FA2"/>
    <w:p w:rsidR="00995FA2" w:rsidRDefault="00995FA2" w:rsidP="00995FA2">
      <w:pPr>
        <w:jc w:val="right"/>
      </w:pPr>
    </w:p>
    <w:p w:rsidR="00995FA2" w:rsidRDefault="00995FA2" w:rsidP="00995FA2">
      <w:pPr>
        <w:jc w:val="right"/>
      </w:pPr>
      <w:r>
        <w:lastRenderedPageBreak/>
        <w:t>Приложение № 10</w:t>
      </w:r>
    </w:p>
    <w:p w:rsidR="00995FA2" w:rsidRPr="00E6001B" w:rsidRDefault="00995FA2" w:rsidP="00995FA2">
      <w:pPr>
        <w:jc w:val="right"/>
      </w:pPr>
    </w:p>
    <w:p w:rsidR="00995FA2" w:rsidRPr="00E6001B" w:rsidRDefault="00995FA2" w:rsidP="00995FA2">
      <w:pPr>
        <w:jc w:val="center"/>
        <w:rPr>
          <w:b/>
          <w:u w:val="single"/>
        </w:rPr>
      </w:pPr>
      <w:r w:rsidRPr="00E6001B">
        <w:rPr>
          <w:b/>
          <w:u w:val="single"/>
        </w:rPr>
        <w:t>Признание аукциона несостоявшимся</w:t>
      </w:r>
    </w:p>
    <w:p w:rsidR="00995FA2" w:rsidRPr="00E6001B" w:rsidRDefault="00995FA2" w:rsidP="00995FA2">
      <w:pPr>
        <w:jc w:val="center"/>
        <w:rPr>
          <w:b/>
          <w:u w:val="single"/>
        </w:rPr>
      </w:pP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Аукцион признается несостоявшимся, если: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а) в аукционе участвовал только 1 участник;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б)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цене.</w:t>
      </w:r>
    </w:p>
    <w:p w:rsidR="00995FA2" w:rsidRPr="00E6001B" w:rsidRDefault="00995FA2" w:rsidP="00995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участия в аукционе только 1 участника,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подписания. Указанный участник аукциона вправе подписать договор водопользования в течение 10 раб</w:t>
      </w:r>
      <w:r w:rsidRPr="00E6001B">
        <w:rPr>
          <w:rFonts w:ascii="Times New Roman" w:hAnsi="Times New Roman" w:cs="Times New Roman"/>
          <w:sz w:val="24"/>
          <w:szCs w:val="24"/>
        </w:rPr>
        <w:t>о</w:t>
      </w:r>
      <w:r w:rsidRPr="00E6001B">
        <w:rPr>
          <w:rFonts w:ascii="Times New Roman" w:hAnsi="Times New Roman" w:cs="Times New Roman"/>
          <w:sz w:val="24"/>
          <w:szCs w:val="24"/>
        </w:rPr>
        <w:t>чих дней с даты принятия решения комиссии. В тот же срок этот участник аукциона при по</w:t>
      </w:r>
      <w:r w:rsidRPr="00E6001B">
        <w:rPr>
          <w:rFonts w:ascii="Times New Roman" w:hAnsi="Times New Roman" w:cs="Times New Roman"/>
          <w:sz w:val="24"/>
          <w:szCs w:val="24"/>
        </w:rPr>
        <w:t>д</w:t>
      </w:r>
      <w:r w:rsidRPr="00E6001B">
        <w:rPr>
          <w:rFonts w:ascii="Times New Roman" w:hAnsi="Times New Roman" w:cs="Times New Roman"/>
          <w:sz w:val="24"/>
          <w:szCs w:val="24"/>
        </w:rPr>
        <w:t>писании договора водопользования перечисляет денежные средства в размере начальной цены предмета аукциона с учетом внесенного задатка на счет, указанный организатором аукциона, и возвращает организатору аукциона подписанный договор водопользования с приложением к нему документов, подтверждающих перечисление указанных средств. Организатор аукциона в течение 10 рабочих дней с даты поступления указанных документов обязан подписать договор водопользования и направить его на государственную регистрацию в государственном водном реестре.</w:t>
      </w:r>
    </w:p>
    <w:p w:rsidR="00995FA2" w:rsidRPr="00E6001B" w:rsidRDefault="00995FA2" w:rsidP="00995FA2"/>
    <w:p w:rsidR="00995FA2" w:rsidRPr="00E6001B" w:rsidRDefault="00995FA2" w:rsidP="00995FA2">
      <w:pPr>
        <w:ind w:firstLine="720"/>
      </w:pPr>
    </w:p>
    <w:p w:rsidR="00995FA2" w:rsidRPr="00E6001B" w:rsidRDefault="00995FA2" w:rsidP="00995FA2"/>
    <w:p w:rsidR="00995FA2" w:rsidRPr="00E6001B" w:rsidRDefault="00995FA2" w:rsidP="00995FA2"/>
    <w:p w:rsidR="00995FA2" w:rsidRPr="00E6001B" w:rsidRDefault="00995FA2" w:rsidP="00995FA2"/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rPr>
          <w:sz w:val="28"/>
          <w:szCs w:val="28"/>
        </w:rPr>
      </w:pPr>
    </w:p>
    <w:p w:rsidR="00995FA2" w:rsidRDefault="00995FA2" w:rsidP="00995FA2">
      <w:pPr>
        <w:ind w:firstLine="720"/>
        <w:jc w:val="right"/>
      </w:pPr>
    </w:p>
    <w:p w:rsidR="00995FA2" w:rsidRDefault="00995FA2" w:rsidP="00995FA2">
      <w:pPr>
        <w:ind w:firstLine="720"/>
        <w:jc w:val="right"/>
      </w:pPr>
      <w:r>
        <w:lastRenderedPageBreak/>
        <w:t>Приложение № 11</w:t>
      </w:r>
    </w:p>
    <w:p w:rsidR="00995FA2" w:rsidRDefault="00995FA2" w:rsidP="00995FA2">
      <w:pPr>
        <w:ind w:firstLine="720"/>
        <w:jc w:val="right"/>
      </w:pPr>
    </w:p>
    <w:p w:rsidR="00995FA2" w:rsidRPr="00E6001B" w:rsidRDefault="00995FA2" w:rsidP="00995FA2">
      <w:pPr>
        <w:ind w:firstLine="720"/>
        <w:jc w:val="center"/>
        <w:rPr>
          <w:b/>
          <w:u w:val="single"/>
        </w:rPr>
      </w:pPr>
      <w:r w:rsidRPr="00E6001B">
        <w:rPr>
          <w:b/>
          <w:u w:val="single"/>
        </w:rPr>
        <w:t>Прочие сведения и разъяснения по документации</w:t>
      </w:r>
    </w:p>
    <w:p w:rsidR="00995FA2" w:rsidRPr="00E6001B" w:rsidRDefault="00995FA2" w:rsidP="00995FA2">
      <w:pPr>
        <w:ind w:firstLine="720"/>
        <w:jc w:val="center"/>
        <w:rPr>
          <w:b/>
          <w:u w:val="single"/>
        </w:rPr>
      </w:pPr>
    </w:p>
    <w:p w:rsidR="00995FA2" w:rsidRDefault="00995FA2" w:rsidP="00995FA2">
      <w:pPr>
        <w:spacing w:line="235" w:lineRule="auto"/>
        <w:ind w:left="-360" w:firstLine="540"/>
        <w:jc w:val="both"/>
      </w:pPr>
      <w:r w:rsidRPr="00E6001B">
        <w:t>1. Заявки представляются на бумажном носителе в 1 экземпляре. Заявки заполняются в соо</w:t>
      </w:r>
      <w:r w:rsidRPr="00E6001B">
        <w:t>т</w:t>
      </w:r>
      <w:r w:rsidRPr="00E6001B">
        <w:t>ветствии с установленной формой заявки. Представление заявки подтверждает согласие заявителя выполнять обязательства в соответствии с договором водопользования, извещением, документ</w:t>
      </w:r>
      <w:r w:rsidRPr="00E6001B">
        <w:t>а</w:t>
      </w:r>
      <w:r w:rsidRPr="00E6001B">
        <w:t>цией.</w:t>
      </w:r>
    </w:p>
    <w:p w:rsidR="00995FA2" w:rsidRDefault="00995FA2" w:rsidP="00995FA2">
      <w:pPr>
        <w:spacing w:line="235" w:lineRule="auto"/>
        <w:ind w:left="-360" w:firstLine="540"/>
        <w:jc w:val="both"/>
      </w:pPr>
      <w:r>
        <w:t>Приложения к заявке: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2"/>
        <w:gridCol w:w="7659"/>
      </w:tblGrid>
      <w:tr w:rsidR="00995FA2" w:rsidTr="00D96A71">
        <w:tc>
          <w:tcPr>
            <w:tcW w:w="2169" w:type="dxa"/>
          </w:tcPr>
          <w:p w:rsidR="00995FA2" w:rsidRPr="00103CCB" w:rsidRDefault="00995FA2" w:rsidP="00D96A71">
            <w:pPr>
              <w:suppressAutoHyphens/>
            </w:pPr>
            <w:r>
              <w:t>Наименование документов</w:t>
            </w:r>
          </w:p>
        </w:tc>
        <w:tc>
          <w:tcPr>
            <w:tcW w:w="7659" w:type="dxa"/>
          </w:tcPr>
          <w:p w:rsidR="00995FA2" w:rsidRPr="00103CCB" w:rsidRDefault="00995FA2" w:rsidP="00D96A71">
            <w:pPr>
              <w:suppressAutoHyphens/>
              <w:jc w:val="center"/>
            </w:pPr>
            <w:r>
              <w:t>Требования к документам</w:t>
            </w:r>
          </w:p>
        </w:tc>
      </w:tr>
      <w:tr w:rsidR="00995FA2" w:rsidTr="00D96A71">
        <w:tc>
          <w:tcPr>
            <w:tcW w:w="2169" w:type="dxa"/>
          </w:tcPr>
          <w:p w:rsidR="00995FA2" w:rsidRPr="00103CCB" w:rsidRDefault="00995FA2" w:rsidP="00D96A71">
            <w:pPr>
              <w:suppressAutoHyphens/>
            </w:pPr>
            <w:r w:rsidRPr="00103CCB">
              <w:t>Документ с указанием наименования, организационно-правовой формы, места нахождения, почтового адреса, номера телефона  юридического, а также выписку из Единого государственного реестра юридических лиц, копии учредительных документов, заверенные в установленном  законодательством Российской Федерации порядке.</w:t>
            </w:r>
          </w:p>
          <w:p w:rsidR="00995FA2" w:rsidRDefault="00995FA2" w:rsidP="00D96A71">
            <w:pPr>
              <w:spacing w:line="235" w:lineRule="auto"/>
            </w:pPr>
          </w:p>
        </w:tc>
        <w:tc>
          <w:tcPr>
            <w:tcW w:w="7659" w:type="dxa"/>
          </w:tcPr>
          <w:p w:rsidR="00995FA2" w:rsidRPr="00103CCB" w:rsidRDefault="00995FA2" w:rsidP="00D96A71">
            <w:pPr>
              <w:suppressAutoHyphens/>
              <w:ind w:firstLine="531"/>
            </w:pPr>
            <w:r w:rsidRPr="00103CCB">
              <w:t xml:space="preserve">Документ с указанием наименования, организационно-правой формы, места нахождения, почтового адреса, номера телефона юридического лица представляется в простой письменной форме на фирменном бланке организации. Наименование организации, являющейся автором документа, должно соответствовать наименованию, закрепленному в ее учредительных документах.                </w:t>
            </w:r>
          </w:p>
          <w:p w:rsidR="00995FA2" w:rsidRPr="00103CCB" w:rsidRDefault="00995FA2" w:rsidP="00D96A71">
            <w:pPr>
              <w:suppressAutoHyphens/>
              <w:ind w:firstLine="567"/>
            </w:pPr>
            <w:r w:rsidRPr="00103CCB">
              <w:t>Срок выдачи налоговым органом выписки из Единого государственного реестра юридических лиц для её подачи заявителем в составе документов, прилагаемых к заявке на участие в аукционе, составляет 6 месяцев (</w:t>
            </w:r>
            <w:r>
              <w:t xml:space="preserve">представляется </w:t>
            </w:r>
            <w:r w:rsidRPr="00103CCB">
              <w:t>оригинал или нотариально заверенная копия).</w:t>
            </w:r>
          </w:p>
          <w:p w:rsidR="00995FA2" w:rsidRDefault="00995FA2" w:rsidP="00D96A71">
            <w:pPr>
              <w:suppressAutoHyphens/>
              <w:ind w:firstLine="567"/>
            </w:pPr>
            <w:r w:rsidRPr="00103CCB">
              <w:t>Учредительные документы юридического лица:</w:t>
            </w:r>
          </w:p>
          <w:p w:rsidR="00995FA2" w:rsidRDefault="00995FA2" w:rsidP="00D96A71">
            <w:pPr>
              <w:numPr>
                <w:ilvl w:val="0"/>
                <w:numId w:val="17"/>
              </w:numPr>
              <w:tabs>
                <w:tab w:val="clear" w:pos="1287"/>
              </w:tabs>
              <w:suppressAutoHyphens/>
              <w:ind w:left="351"/>
            </w:pPr>
            <w:r>
              <w:t xml:space="preserve">для </w:t>
            </w:r>
            <w:r w:rsidRPr="00103CCB">
              <w:t>Обществ</w:t>
            </w:r>
            <w:r>
              <w:t>а</w:t>
            </w:r>
            <w:r w:rsidRPr="00103CCB">
              <w:t xml:space="preserve"> с ограниченной ответственностью</w:t>
            </w:r>
            <w:r>
              <w:t xml:space="preserve"> - у</w:t>
            </w:r>
            <w:r w:rsidRPr="00103CCB">
              <w:t>чредительный договор и устав (</w:t>
            </w:r>
            <w:r>
              <w:t xml:space="preserve">если </w:t>
            </w:r>
            <w:r w:rsidRPr="00103CCB">
              <w:t>2 и более участника</w:t>
            </w:r>
            <w:r>
              <w:t xml:space="preserve"> общества),</w:t>
            </w:r>
            <w:r w:rsidRPr="00103CCB">
              <w:t xml:space="preserve"> устав </w:t>
            </w:r>
            <w:r>
              <w:t>(если 1 участник общества);</w:t>
            </w:r>
          </w:p>
          <w:p w:rsidR="00995FA2" w:rsidRDefault="00995FA2" w:rsidP="00D96A71">
            <w:pPr>
              <w:numPr>
                <w:ilvl w:val="0"/>
                <w:numId w:val="17"/>
              </w:numPr>
              <w:tabs>
                <w:tab w:val="clear" w:pos="1287"/>
              </w:tabs>
              <w:suppressAutoHyphens/>
              <w:ind w:left="351"/>
            </w:pPr>
            <w:r>
              <w:t xml:space="preserve">для </w:t>
            </w:r>
            <w:r w:rsidRPr="00103CCB">
              <w:t>Акционерны</w:t>
            </w:r>
            <w:r>
              <w:t>х обществ</w:t>
            </w:r>
            <w:r w:rsidRPr="00103CCB">
              <w:t xml:space="preserve"> (ОАО; ЗАО)</w:t>
            </w:r>
            <w:r>
              <w:t xml:space="preserve"> – у</w:t>
            </w:r>
            <w:r w:rsidRPr="00103CCB">
              <w:t>став</w:t>
            </w:r>
            <w:r>
              <w:t>;</w:t>
            </w:r>
          </w:p>
          <w:p w:rsidR="00995FA2" w:rsidRDefault="00995FA2" w:rsidP="00D96A71">
            <w:pPr>
              <w:numPr>
                <w:ilvl w:val="0"/>
                <w:numId w:val="17"/>
              </w:numPr>
              <w:tabs>
                <w:tab w:val="clear" w:pos="1287"/>
              </w:tabs>
              <w:suppressAutoHyphens/>
              <w:ind w:left="351"/>
            </w:pPr>
            <w:r>
              <w:t>для Производственного</w:t>
            </w:r>
            <w:r w:rsidRPr="00103CCB">
              <w:t xml:space="preserve"> кооператив</w:t>
            </w:r>
            <w:r>
              <w:t>а – у</w:t>
            </w:r>
            <w:r w:rsidRPr="00103CCB">
              <w:t>став</w:t>
            </w:r>
            <w:r>
              <w:t>;</w:t>
            </w:r>
          </w:p>
          <w:p w:rsidR="00995FA2" w:rsidRDefault="00995FA2" w:rsidP="00D96A71">
            <w:pPr>
              <w:numPr>
                <w:ilvl w:val="0"/>
                <w:numId w:val="17"/>
              </w:numPr>
              <w:tabs>
                <w:tab w:val="clear" w:pos="1287"/>
              </w:tabs>
              <w:suppressAutoHyphens/>
              <w:ind w:left="351"/>
            </w:pPr>
            <w:r>
              <w:t xml:space="preserve">для </w:t>
            </w:r>
            <w:r w:rsidRPr="00103CCB">
              <w:t>Унитарн</w:t>
            </w:r>
            <w:r>
              <w:t>ого</w:t>
            </w:r>
            <w:r w:rsidRPr="00103CCB">
              <w:t xml:space="preserve"> предприятия</w:t>
            </w:r>
            <w:r>
              <w:t xml:space="preserve"> </w:t>
            </w:r>
            <w:r w:rsidRPr="00103CCB">
              <w:t>– устав</w:t>
            </w:r>
            <w:r>
              <w:t>;</w:t>
            </w:r>
          </w:p>
          <w:p w:rsidR="00995FA2" w:rsidRPr="00103CCB" w:rsidRDefault="00995FA2" w:rsidP="00D96A71">
            <w:pPr>
              <w:numPr>
                <w:ilvl w:val="0"/>
                <w:numId w:val="17"/>
              </w:numPr>
              <w:tabs>
                <w:tab w:val="clear" w:pos="1287"/>
              </w:tabs>
              <w:suppressAutoHyphens/>
              <w:ind w:left="351"/>
            </w:pPr>
            <w:r>
              <w:t xml:space="preserve">для </w:t>
            </w:r>
            <w:r w:rsidRPr="00103CCB">
              <w:t>Ассоциаци</w:t>
            </w:r>
            <w:r>
              <w:t>й</w:t>
            </w:r>
            <w:r w:rsidRPr="00103CCB">
              <w:t xml:space="preserve"> и союз</w:t>
            </w:r>
            <w:r>
              <w:t>ов -</w:t>
            </w:r>
            <w:r w:rsidRPr="00103CCB">
              <w:t xml:space="preserve"> </w:t>
            </w:r>
            <w:r>
              <w:t>у</w:t>
            </w:r>
            <w:r w:rsidRPr="00103CCB">
              <w:t>чредительный договор и устав</w:t>
            </w:r>
            <w:r>
              <w:t>.</w:t>
            </w:r>
          </w:p>
          <w:p w:rsidR="00995FA2" w:rsidRPr="00103CCB" w:rsidRDefault="00995FA2" w:rsidP="00D96A71">
            <w:pPr>
              <w:suppressAutoHyphens/>
              <w:ind w:firstLine="567"/>
            </w:pPr>
            <w:r w:rsidRPr="00103CCB">
              <w:t xml:space="preserve">Копии учредительных документов должны быть заверены подписью руководителя или уполномоченного на то должностного лица и печатью организации. </w:t>
            </w:r>
          </w:p>
          <w:p w:rsidR="00995FA2" w:rsidRPr="00103CCB" w:rsidRDefault="00995FA2" w:rsidP="00D96A71">
            <w:pPr>
              <w:suppressAutoHyphens/>
              <w:ind w:firstLine="567"/>
            </w:pPr>
            <w:r>
              <w:t>Для достоверности сведений при заключении договора водопользования р</w:t>
            </w:r>
            <w:r w:rsidRPr="00103CCB">
              <w:t>екомендуется представлять копии свидетельства о постановке на учет в налоговом органе и свидетельств</w:t>
            </w:r>
            <w:r>
              <w:t>а</w:t>
            </w:r>
            <w:r w:rsidRPr="00103CCB">
              <w:t xml:space="preserve"> о государственной регистрации юридического лица (копии, заверенные подписью руководителя или уполномоченного на то должностного лица и печатью организации).</w:t>
            </w:r>
          </w:p>
          <w:p w:rsidR="00995FA2" w:rsidRDefault="00995FA2" w:rsidP="00D96A71">
            <w:pPr>
              <w:spacing w:line="235" w:lineRule="auto"/>
            </w:pPr>
          </w:p>
        </w:tc>
      </w:tr>
      <w:tr w:rsidR="00995FA2" w:rsidTr="00D96A71">
        <w:tc>
          <w:tcPr>
            <w:tcW w:w="2169" w:type="dxa"/>
          </w:tcPr>
          <w:p w:rsidR="00995FA2" w:rsidRPr="0005005C" w:rsidRDefault="00995FA2" w:rsidP="00D96A71">
            <w:pPr>
              <w:suppressAutoHyphens/>
              <w:ind w:firstLine="567"/>
            </w:pPr>
            <w:r w:rsidRPr="0005005C">
              <w:t xml:space="preserve">Документ с указанием фамилии, имени, отчества, данных документа, удостоверяющего личность, места жительства, номера контактного телефона (для физического лица) индивидуального предпринимателя, а также выписку из </w:t>
            </w:r>
            <w:r w:rsidRPr="0005005C">
              <w:lastRenderedPageBreak/>
              <w:t>Единого государственного реестра индивидуальных предпринимателей.</w:t>
            </w:r>
          </w:p>
          <w:p w:rsidR="00995FA2" w:rsidRDefault="00995FA2" w:rsidP="00D96A71">
            <w:pPr>
              <w:spacing w:line="235" w:lineRule="auto"/>
            </w:pPr>
          </w:p>
        </w:tc>
        <w:tc>
          <w:tcPr>
            <w:tcW w:w="7659" w:type="dxa"/>
          </w:tcPr>
          <w:p w:rsidR="00995FA2" w:rsidRDefault="00995FA2" w:rsidP="00D96A71">
            <w:pPr>
              <w:suppressAutoHyphens/>
              <w:ind w:firstLine="567"/>
            </w:pPr>
            <w:r>
              <w:lastRenderedPageBreak/>
              <w:t>Документом</w:t>
            </w:r>
            <w:r w:rsidRPr="0005005C">
              <w:t>, удостовер</w:t>
            </w:r>
            <w:r>
              <w:t>яющим личность заявителя, являе</w:t>
            </w:r>
            <w:r w:rsidRPr="0005005C">
              <w:t>т</w:t>
            </w:r>
            <w:r>
              <w:t>ся</w:t>
            </w:r>
            <w:r w:rsidRPr="0005005C">
              <w:t xml:space="preserve"> копия паспорта</w:t>
            </w:r>
            <w:r>
              <w:t>.</w:t>
            </w:r>
          </w:p>
          <w:p w:rsidR="00995FA2" w:rsidRPr="0005005C" w:rsidRDefault="00995FA2" w:rsidP="00D96A71">
            <w:pPr>
              <w:suppressAutoHyphens/>
              <w:ind w:firstLine="567"/>
            </w:pPr>
            <w:r w:rsidRPr="0005005C">
              <w:t>Сведения о фамилии, имени, отчестве, данных документа, удостоверяющего личность, месте жительства, номера контактного телефона для физического или индивидуального предпринимателя представляются в простой письменной форме с подписью заявителя.</w:t>
            </w:r>
          </w:p>
          <w:p w:rsidR="00995FA2" w:rsidRPr="0005005C" w:rsidRDefault="00995FA2" w:rsidP="00D96A71">
            <w:pPr>
              <w:suppressAutoHyphens/>
              <w:ind w:firstLine="567"/>
            </w:pPr>
            <w:r w:rsidRPr="0005005C">
              <w:t>Срок действия выписки из Единого государственного реестра индивидуальных предпринимателей для ее подачи заявителем в составе документов, прилагаемых к заявке на участие в аукционе, должен составлять не более 6 месяцев на дату подачи заявки на аукцион (</w:t>
            </w:r>
            <w:r>
              <w:t xml:space="preserve">представляется </w:t>
            </w:r>
            <w:r w:rsidRPr="0005005C">
              <w:t>оригинал или нотариально заверенная копия).</w:t>
            </w:r>
          </w:p>
          <w:p w:rsidR="00995FA2" w:rsidRPr="0005005C" w:rsidRDefault="00995FA2" w:rsidP="00D96A71">
            <w:pPr>
              <w:suppressAutoHyphens/>
              <w:ind w:firstLine="567"/>
            </w:pPr>
            <w:r>
              <w:t>Для достоверности сведений при заключении договора водопользования р</w:t>
            </w:r>
            <w:r w:rsidRPr="00103CCB">
              <w:t>екомендуется</w:t>
            </w:r>
            <w:r w:rsidRPr="0005005C">
              <w:t xml:space="preserve"> представлять копии свидетельства о постановке на учет в налоговом органе и свидетельств</w:t>
            </w:r>
            <w:r>
              <w:t>а</w:t>
            </w:r>
            <w:r w:rsidRPr="0005005C">
              <w:t xml:space="preserve"> о государственной регистрации </w:t>
            </w:r>
            <w:r>
              <w:t>индивидуального предпринимателя.</w:t>
            </w:r>
          </w:p>
          <w:p w:rsidR="00995FA2" w:rsidRDefault="00995FA2" w:rsidP="00D96A71">
            <w:pPr>
              <w:spacing w:line="235" w:lineRule="auto"/>
            </w:pPr>
          </w:p>
        </w:tc>
      </w:tr>
      <w:tr w:rsidR="00995FA2" w:rsidTr="00D96A71">
        <w:tc>
          <w:tcPr>
            <w:tcW w:w="2169" w:type="dxa"/>
          </w:tcPr>
          <w:p w:rsidR="00995FA2" w:rsidRPr="0005005C" w:rsidRDefault="00995FA2" w:rsidP="00D96A71">
            <w:pPr>
              <w:suppressAutoHyphens/>
            </w:pPr>
            <w:r w:rsidRPr="0005005C">
              <w:lastRenderedPageBreak/>
              <w:t xml:space="preserve">Документ, подтверждающий полномочия лица на осуществление действий от имени заявителя </w:t>
            </w:r>
          </w:p>
        </w:tc>
        <w:tc>
          <w:tcPr>
            <w:tcW w:w="7659" w:type="dxa"/>
          </w:tcPr>
          <w:p w:rsidR="00995FA2" w:rsidRDefault="00995FA2" w:rsidP="00D96A71">
            <w:pPr>
              <w:spacing w:line="235" w:lineRule="auto"/>
            </w:pPr>
            <w:r w:rsidRPr="0005005C">
              <w:t>(в случае необходимости)</w:t>
            </w:r>
          </w:p>
        </w:tc>
      </w:tr>
      <w:tr w:rsidR="00995FA2" w:rsidTr="00D96A71">
        <w:tc>
          <w:tcPr>
            <w:tcW w:w="2169" w:type="dxa"/>
          </w:tcPr>
          <w:p w:rsidR="00995FA2" w:rsidRPr="0005005C" w:rsidRDefault="00995FA2" w:rsidP="00D96A71">
            <w:pPr>
              <w:spacing w:line="235" w:lineRule="auto"/>
            </w:pPr>
            <w:r w:rsidRPr="0005005C">
              <w:t>Реквизиты банко</w:t>
            </w:r>
            <w:r w:rsidRPr="0005005C">
              <w:t>в</w:t>
            </w:r>
            <w:r w:rsidRPr="0005005C">
              <w:t>ского счета для возврата задатка</w:t>
            </w:r>
            <w:r>
              <w:t xml:space="preserve"> (с реквизитами ба</w:t>
            </w:r>
            <w:r>
              <w:t>н</w:t>
            </w:r>
            <w:r>
              <w:t>ка, в котором о</w:t>
            </w:r>
            <w:r>
              <w:t>т</w:t>
            </w:r>
            <w:r>
              <w:t>крыт счет)</w:t>
            </w:r>
            <w:r w:rsidRPr="0005005C">
              <w:t>.</w:t>
            </w:r>
          </w:p>
        </w:tc>
        <w:tc>
          <w:tcPr>
            <w:tcW w:w="7659" w:type="dxa"/>
          </w:tcPr>
          <w:p w:rsidR="00995FA2" w:rsidRDefault="00995FA2" w:rsidP="00D96A71">
            <w:pPr>
              <w:spacing w:line="235" w:lineRule="auto"/>
            </w:pPr>
            <w:r>
              <w:t>Наименование банка (отделения банка), БИК банка, корреспондентский счет, расчетный счет заявителя или лицевой счет заявителя с указанием расчетного счета банка.</w:t>
            </w:r>
          </w:p>
        </w:tc>
      </w:tr>
      <w:tr w:rsidR="00995FA2" w:rsidTr="00D96A71">
        <w:tc>
          <w:tcPr>
            <w:tcW w:w="2169" w:type="dxa"/>
          </w:tcPr>
          <w:p w:rsidR="00995FA2" w:rsidRPr="0005005C" w:rsidRDefault="00995FA2" w:rsidP="00D96A71">
            <w:pPr>
              <w:suppressAutoHyphens/>
            </w:pPr>
            <w:r w:rsidRPr="0005005C">
              <w:t>Документы, подтверждающие внесение задатка.</w:t>
            </w:r>
          </w:p>
          <w:p w:rsidR="00995FA2" w:rsidRPr="0005005C" w:rsidRDefault="00995FA2" w:rsidP="00D96A71">
            <w:pPr>
              <w:spacing w:line="235" w:lineRule="auto"/>
            </w:pPr>
          </w:p>
        </w:tc>
        <w:tc>
          <w:tcPr>
            <w:tcW w:w="7659" w:type="dxa"/>
          </w:tcPr>
          <w:p w:rsidR="00995FA2" w:rsidRDefault="00995FA2" w:rsidP="00D96A71">
            <w:pPr>
              <w:spacing w:line="235" w:lineRule="auto"/>
            </w:pPr>
            <w:r>
              <w:t>Платежное поручение или квитанция с отметкой банка</w:t>
            </w:r>
          </w:p>
        </w:tc>
      </w:tr>
      <w:tr w:rsidR="00995FA2" w:rsidTr="00D96A71">
        <w:tc>
          <w:tcPr>
            <w:tcW w:w="2169" w:type="dxa"/>
          </w:tcPr>
          <w:p w:rsidR="00995FA2" w:rsidRPr="0005005C" w:rsidRDefault="00995FA2" w:rsidP="00D96A71">
            <w:pPr>
              <w:suppressAutoHyphens/>
            </w:pPr>
            <w:r w:rsidRPr="0005005C">
              <w:t>Опись представленных документов, подписанная заявителем.</w:t>
            </w:r>
          </w:p>
        </w:tc>
        <w:tc>
          <w:tcPr>
            <w:tcW w:w="7659" w:type="dxa"/>
          </w:tcPr>
          <w:p w:rsidR="00995FA2" w:rsidRDefault="00995FA2" w:rsidP="00D96A71">
            <w:pPr>
              <w:spacing w:line="235" w:lineRule="auto"/>
            </w:pPr>
          </w:p>
        </w:tc>
      </w:tr>
    </w:tbl>
    <w:p w:rsidR="00995FA2" w:rsidRPr="00E6001B" w:rsidRDefault="00995FA2" w:rsidP="00995FA2">
      <w:pPr>
        <w:spacing w:line="235" w:lineRule="auto"/>
        <w:ind w:left="-360" w:firstLine="540"/>
        <w:jc w:val="both"/>
      </w:pP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 xml:space="preserve">2. Заявитель вправе изменить или отозвать заявку в любое время до окончания срока подачи заявок. 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 xml:space="preserve">3. Заявитель не позднее 5 рабочих дней до окончания подачи заявок вправе направить в письменной форме организатору аукциона запрос о разъяснении положений документации. Организатор аукциона направляет разъяснения в письменной форме в течение 5 рабочих дней с даты поступления запроса. 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>4. При необходимости осмотр предоставляемого объекта может осуществляться по требов</w:t>
      </w:r>
      <w:r w:rsidRPr="00E6001B">
        <w:t>а</w:t>
      </w:r>
      <w:r w:rsidRPr="00E6001B">
        <w:t>нию членов  комиссии или заявителя.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>Организацию осмотра предоставляемого в пользование водного объекта по требованию к</w:t>
      </w:r>
      <w:r w:rsidRPr="00E6001B">
        <w:t>о</w:t>
      </w:r>
      <w:r w:rsidRPr="00E6001B">
        <w:t>миссии осуществляет организатор аукциона.  Заявитель осматривает водный объект самосто</w:t>
      </w:r>
      <w:r w:rsidRPr="00E6001B">
        <w:t>я</w:t>
      </w:r>
      <w:r w:rsidRPr="00E6001B">
        <w:t>тельно.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 xml:space="preserve">5. Вскрытие конвертов с заявками осуществляется на заседании комиссии по адресу: г. </w:t>
      </w:r>
      <w:r w:rsidR="005C0AA2">
        <w:t>Ста</w:t>
      </w:r>
      <w:r w:rsidR="005C0AA2">
        <w:t>в</w:t>
      </w:r>
      <w:r w:rsidR="005C0AA2">
        <w:t>рополь</w:t>
      </w:r>
      <w:r w:rsidRPr="00E6001B">
        <w:t xml:space="preserve">, ул. </w:t>
      </w:r>
      <w:r w:rsidR="005C0AA2">
        <w:t>Голенева</w:t>
      </w:r>
      <w:r w:rsidRPr="00E6001B">
        <w:t xml:space="preserve">, 18, в день окончания приема заявок. </w:t>
      </w:r>
    </w:p>
    <w:p w:rsidR="005C0AA2" w:rsidRDefault="00995FA2" w:rsidP="005C0AA2">
      <w:pPr>
        <w:spacing w:line="233" w:lineRule="auto"/>
        <w:ind w:left="-426" w:right="142" w:firstLine="568"/>
        <w:jc w:val="both"/>
      </w:pPr>
      <w:r w:rsidRPr="00E6001B">
        <w:t xml:space="preserve">6. Договор о задатке заключается в письменной форме по месту нахождения </w:t>
      </w:r>
      <w:r w:rsidR="005C0AA2">
        <w:t>Организатора аукциона</w:t>
      </w:r>
      <w:r w:rsidRPr="00E6001B">
        <w:t xml:space="preserve"> до подачи заявки, но не позднее 2 рабочих дней с даты обращения </w:t>
      </w:r>
      <w:r w:rsidR="005C0AA2">
        <w:t>к Организатору аукциона</w:t>
      </w:r>
      <w:r w:rsidRPr="00E6001B">
        <w:t xml:space="preserve"> в территориальный орган Росводресурсов с предложением заключить такой договор. </w:t>
      </w:r>
      <w:r>
        <w:t>Дата подачи заявления на заключение договора о задатке: не позднее 5 рабочих дней до оконч</w:t>
      </w:r>
      <w:r>
        <w:t>а</w:t>
      </w:r>
      <w:r>
        <w:t>ния срока подачи заявок на участие в аукционе.</w:t>
      </w:r>
    </w:p>
    <w:p w:rsidR="005C0AA2" w:rsidRDefault="005C0AA2" w:rsidP="005C0AA2">
      <w:pPr>
        <w:spacing w:line="233" w:lineRule="auto"/>
        <w:ind w:left="-426" w:right="142" w:firstLine="568"/>
        <w:jc w:val="both"/>
      </w:pPr>
    </w:p>
    <w:p w:rsidR="00995FA2" w:rsidRPr="00F60D92" w:rsidRDefault="005C0AA2" w:rsidP="005C0AA2">
      <w:pPr>
        <w:spacing w:line="233" w:lineRule="auto"/>
        <w:ind w:left="-567" w:right="142" w:firstLine="709"/>
        <w:jc w:val="both"/>
        <w:rPr>
          <w:sz w:val="22"/>
          <w:szCs w:val="22"/>
        </w:rPr>
      </w:pPr>
      <w:r w:rsidRPr="004319B9">
        <w:t>Банковские реквизиты счета для перечисления задатка: ИНН 2636045265 КПП 263601001, УФК по Ставропольскому краю (министерство природных ресурсов и охраны окружающей среды СК), р/счет 40302810500024000001 ГРКЦ ГУ БАНКА РОССИИ по Ставропольскому краю, г. Ставрополь,  БИК 040702001 (счет для учета средств, поступивших во временное распоряжение получателей средств  субъектов Российской Федерации)</w:t>
      </w:r>
      <w:r w:rsidR="00995FA2">
        <w:rPr>
          <w:sz w:val="22"/>
          <w:szCs w:val="22"/>
        </w:rPr>
        <w:t>(задаток для участия в открытом аукционе № __ на право заключения договора водопользования по договору № ___ от ______)</w:t>
      </w:r>
    </w:p>
    <w:p w:rsidR="00995FA2" w:rsidRPr="00207EC7" w:rsidRDefault="00995FA2" w:rsidP="00995FA2">
      <w:pPr>
        <w:pStyle w:val="1"/>
        <w:numPr>
          <w:ilvl w:val="0"/>
          <w:numId w:val="0"/>
        </w:numPr>
        <w:rPr>
          <w:b w:val="0"/>
        </w:rPr>
      </w:pPr>
      <w:r>
        <w:rPr>
          <w:b w:val="0"/>
        </w:rPr>
        <w:lastRenderedPageBreak/>
        <w:t xml:space="preserve">7. </w:t>
      </w:r>
      <w:r w:rsidRPr="00207EC7">
        <w:rPr>
          <w:b w:val="0"/>
        </w:rPr>
        <w:t>Заявки принимаются в запечатанном конверте с пометкой «Документы на аукцион № ___   (с указанием наименования предмета аукциона)».</w:t>
      </w:r>
    </w:p>
    <w:p w:rsidR="00995FA2" w:rsidRPr="00207EC7" w:rsidRDefault="00995FA2" w:rsidP="00995FA2">
      <w:pPr>
        <w:pStyle w:val="1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8. </w:t>
      </w:r>
      <w:r w:rsidRPr="00207EC7">
        <w:rPr>
          <w:b w:val="0"/>
        </w:rPr>
        <w:t>К участию в процедуре аукциона допускаются: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>-  руководители юридических лиц, которые вправе  действовать от имени юридического л</w:t>
      </w:r>
      <w:r w:rsidRPr="00E6001B">
        <w:t>и</w:t>
      </w:r>
      <w:r w:rsidRPr="00E6001B">
        <w:t>ца в соответствии с их учредительными документами и иметь при себе приказ о назначении директора или его копию, заверенную нотариально, а также документ удостоверяющий личность;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>-  уполномоченные лица участников, имеющие действующую доверенность, в которой должны быть отражены полномочия данного лица путем включения в доверенность следующих сведений: «доверяет присутствовать на процедуре аукциона (указывается наименование аукци</w:t>
      </w:r>
      <w:r w:rsidRPr="00E6001B">
        <w:t>о</w:t>
      </w:r>
      <w:r w:rsidRPr="00E6001B">
        <w:t>на)», «доверяет без ограничений увеличивать сумму аукциона».</w:t>
      </w:r>
    </w:p>
    <w:p w:rsidR="00995FA2" w:rsidRPr="00E6001B" w:rsidRDefault="00995FA2" w:rsidP="00995FA2">
      <w:pPr>
        <w:pStyle w:val="ConsPlusNormal"/>
        <w:widowControl/>
        <w:spacing w:line="235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9.</w:t>
      </w:r>
      <w:r w:rsidRPr="00E6001B">
        <w:rPr>
          <w:sz w:val="24"/>
          <w:szCs w:val="24"/>
        </w:rPr>
        <w:t xml:space="preserve"> </w:t>
      </w:r>
      <w:r w:rsidRPr="00E6001B">
        <w:rPr>
          <w:rFonts w:ascii="Times New Roman" w:hAnsi="Times New Roman" w:cs="Times New Roman"/>
          <w:sz w:val="24"/>
          <w:szCs w:val="24"/>
        </w:rPr>
        <w:t>Организатор аукциона устанавливает следующие требования к заявителям, соблюдение которых является обязательным для признания их участниками аукциона:</w:t>
      </w:r>
    </w:p>
    <w:p w:rsidR="00995FA2" w:rsidRPr="00E6001B" w:rsidRDefault="00995FA2" w:rsidP="00995FA2">
      <w:pPr>
        <w:pStyle w:val="ConsPlusNormal"/>
        <w:widowControl/>
        <w:spacing w:line="235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а) заявитель должен соответствовать требованиям, предъявляемым законодательством Ро</w:t>
      </w:r>
      <w:r w:rsidRPr="00E6001B">
        <w:rPr>
          <w:rFonts w:ascii="Times New Roman" w:hAnsi="Times New Roman" w:cs="Times New Roman"/>
          <w:sz w:val="24"/>
          <w:szCs w:val="24"/>
        </w:rPr>
        <w:t>с</w:t>
      </w:r>
      <w:r w:rsidRPr="00E6001B">
        <w:rPr>
          <w:rFonts w:ascii="Times New Roman" w:hAnsi="Times New Roman" w:cs="Times New Roman"/>
          <w:sz w:val="24"/>
          <w:szCs w:val="24"/>
        </w:rPr>
        <w:t>сийской Федерации к лицам, которым предоставляется право пользования водным объектом;</w:t>
      </w:r>
    </w:p>
    <w:p w:rsidR="00995FA2" w:rsidRPr="00E6001B" w:rsidRDefault="00995FA2" w:rsidP="00995FA2">
      <w:pPr>
        <w:pStyle w:val="ConsPlusNormal"/>
        <w:widowControl/>
        <w:spacing w:line="235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б) в отношении заявителя не проводятся процедуры банкротства и ликвидации;</w:t>
      </w:r>
    </w:p>
    <w:p w:rsidR="00995FA2" w:rsidRPr="00E6001B" w:rsidRDefault="00995FA2" w:rsidP="00995FA2">
      <w:pPr>
        <w:pStyle w:val="ConsPlusNormal"/>
        <w:widowControl/>
        <w:spacing w:line="235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в) деятельность заявителя не приостанавливается в порядке, предусмотренном Кодексом Российской Федерации об административных правонарушениях, в день рассмотрения заявки;</w:t>
      </w:r>
    </w:p>
    <w:p w:rsidR="00995FA2" w:rsidRPr="00E6001B" w:rsidRDefault="00995FA2" w:rsidP="00995FA2">
      <w:pPr>
        <w:pStyle w:val="ConsPlusNormal"/>
        <w:widowControl/>
        <w:spacing w:line="235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>г) заявитель обязан внести задаток на счет, указанный в документации. При этом он считае</w:t>
      </w:r>
      <w:r w:rsidRPr="00E6001B">
        <w:rPr>
          <w:rFonts w:ascii="Times New Roman" w:hAnsi="Times New Roman" w:cs="Times New Roman"/>
          <w:sz w:val="24"/>
          <w:szCs w:val="24"/>
        </w:rPr>
        <w:t>т</w:t>
      </w:r>
      <w:r w:rsidRPr="00E6001B">
        <w:rPr>
          <w:rFonts w:ascii="Times New Roman" w:hAnsi="Times New Roman" w:cs="Times New Roman"/>
          <w:sz w:val="24"/>
          <w:szCs w:val="24"/>
        </w:rPr>
        <w:t>ся соответствующим данному требованию, если средства поступили на счет, указанный в док</w:t>
      </w:r>
      <w:r w:rsidRPr="00E6001B">
        <w:rPr>
          <w:rFonts w:ascii="Times New Roman" w:hAnsi="Times New Roman" w:cs="Times New Roman"/>
          <w:sz w:val="24"/>
          <w:szCs w:val="24"/>
        </w:rPr>
        <w:t>у</w:t>
      </w:r>
      <w:r w:rsidRPr="00E6001B">
        <w:rPr>
          <w:rFonts w:ascii="Times New Roman" w:hAnsi="Times New Roman" w:cs="Times New Roman"/>
          <w:sz w:val="24"/>
          <w:szCs w:val="24"/>
        </w:rPr>
        <w:t>ментации, или копия платежного документа, подтверждающего перечисление указанных средств на этот счет, представлена непосредственно до начала процедуры вскрытия конвертов с заявками.</w:t>
      </w:r>
    </w:p>
    <w:p w:rsidR="00995FA2" w:rsidRPr="00E6001B" w:rsidRDefault="00995FA2" w:rsidP="00995FA2">
      <w:pPr>
        <w:spacing w:line="235" w:lineRule="auto"/>
        <w:ind w:left="-360" w:firstLine="540"/>
        <w:jc w:val="both"/>
      </w:pPr>
      <w:r w:rsidRPr="00E6001B">
        <w:t>10. Взаимоотношения сторон, не оговоренные в настоящих "Прочих сведениях и разъясн</w:t>
      </w:r>
      <w:r w:rsidRPr="00E6001B">
        <w:t>е</w:t>
      </w:r>
      <w:r w:rsidRPr="00E6001B">
        <w:t>ниях по документации", регулируются Постановлением Правительства РФ от 14.04.07 г. №230 "О договоре водопользования, право на заключение которого приобретается на аукционе, и о пров</w:t>
      </w:r>
      <w:r w:rsidRPr="00E6001B">
        <w:t>е</w:t>
      </w:r>
      <w:r w:rsidRPr="00E6001B">
        <w:t>дении аукциона", и Водным кодексом Российской Федерации.</w:t>
      </w:r>
    </w:p>
    <w:p w:rsidR="00995FA2" w:rsidRPr="00EA4932" w:rsidRDefault="00995FA2" w:rsidP="00995FA2"/>
    <w:p w:rsidR="00995FA2" w:rsidRPr="00EA4932" w:rsidRDefault="00995FA2" w:rsidP="00995FA2">
      <w:pPr>
        <w:spacing w:line="228" w:lineRule="auto"/>
        <w:ind w:firstLine="720"/>
        <w:jc w:val="right"/>
      </w:pPr>
    </w:p>
    <w:p w:rsidR="006E5C6B" w:rsidRDefault="006E5C6B"/>
    <w:sectPr w:rsidR="006E5C6B" w:rsidSect="00D96A71">
      <w:pgSz w:w="11906" w:h="16838"/>
      <w:pgMar w:top="360" w:right="850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744" w:rsidRDefault="006E4744" w:rsidP="00C91D6F">
      <w:r>
        <w:separator/>
      </w:r>
    </w:p>
  </w:endnote>
  <w:endnote w:type="continuationSeparator" w:id="1">
    <w:p w:rsidR="006E4744" w:rsidRDefault="006E4744" w:rsidP="00C91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0E" w:rsidRDefault="00C63551" w:rsidP="00D96A71">
    <w:pPr>
      <w:pStyle w:val="a9"/>
      <w:framePr w:wrap="around" w:vAnchor="text" w:hAnchor="margin" w:y="1"/>
      <w:rPr>
        <w:rStyle w:val="ab"/>
      </w:rPr>
    </w:pPr>
    <w:r>
      <w:rPr>
        <w:rStyle w:val="ab"/>
      </w:rPr>
      <w:fldChar w:fldCharType="begin"/>
    </w:r>
    <w:r w:rsidR="009B400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400E" w:rsidRDefault="009B400E" w:rsidP="00D96A71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0E" w:rsidRDefault="009B400E" w:rsidP="00D96A71">
    <w:pPr>
      <w:pStyle w:val="a9"/>
      <w:framePr w:wrap="around" w:vAnchor="text" w:hAnchor="margin" w:y="1"/>
      <w:ind w:right="360"/>
      <w:rPr>
        <w:rStyle w:val="ab"/>
      </w:rPr>
    </w:pPr>
  </w:p>
  <w:p w:rsidR="009B400E" w:rsidRDefault="009B400E" w:rsidP="00D96A71">
    <w:pPr>
      <w:pStyle w:val="a9"/>
      <w:framePr w:wrap="around" w:vAnchor="text" w:hAnchor="margin" w:y="1"/>
      <w:rPr>
        <w:rStyle w:val="ab"/>
      </w:rPr>
    </w:pPr>
  </w:p>
  <w:p w:rsidR="009B400E" w:rsidRDefault="009B400E" w:rsidP="00D96A71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744" w:rsidRDefault="006E4744" w:rsidP="00C91D6F">
      <w:r>
        <w:separator/>
      </w:r>
    </w:p>
  </w:footnote>
  <w:footnote w:type="continuationSeparator" w:id="1">
    <w:p w:rsidR="006E4744" w:rsidRDefault="006E4744" w:rsidP="00C91D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491"/>
    <w:multiLevelType w:val="multilevel"/>
    <w:tmpl w:val="18D85C3A"/>
    <w:lvl w:ilvl="0">
      <w:start w:val="1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">
    <w:nsid w:val="06BE46CB"/>
    <w:multiLevelType w:val="hybridMultilevel"/>
    <w:tmpl w:val="8FD8E05C"/>
    <w:lvl w:ilvl="0" w:tplc="A5CC206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0E5F44"/>
    <w:multiLevelType w:val="multilevel"/>
    <w:tmpl w:val="D8188A38"/>
    <w:lvl w:ilvl="0">
      <w:start w:val="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">
    <w:nsid w:val="12D403A3"/>
    <w:multiLevelType w:val="hybridMultilevel"/>
    <w:tmpl w:val="60D655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D7B31F1"/>
    <w:multiLevelType w:val="hybridMultilevel"/>
    <w:tmpl w:val="59F44466"/>
    <w:lvl w:ilvl="0" w:tplc="803CD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EBCA8">
      <w:numFmt w:val="none"/>
      <w:lvlText w:val=""/>
      <w:lvlJc w:val="left"/>
      <w:pPr>
        <w:tabs>
          <w:tab w:val="num" w:pos="360"/>
        </w:tabs>
      </w:pPr>
    </w:lvl>
    <w:lvl w:ilvl="2" w:tplc="3072F742">
      <w:numFmt w:val="none"/>
      <w:lvlText w:val=""/>
      <w:lvlJc w:val="left"/>
      <w:pPr>
        <w:tabs>
          <w:tab w:val="num" w:pos="360"/>
        </w:tabs>
      </w:pPr>
    </w:lvl>
    <w:lvl w:ilvl="3" w:tplc="32A08620">
      <w:numFmt w:val="none"/>
      <w:lvlText w:val=""/>
      <w:lvlJc w:val="left"/>
      <w:pPr>
        <w:tabs>
          <w:tab w:val="num" w:pos="360"/>
        </w:tabs>
      </w:pPr>
    </w:lvl>
    <w:lvl w:ilvl="4" w:tplc="F740DF82">
      <w:numFmt w:val="none"/>
      <w:lvlText w:val=""/>
      <w:lvlJc w:val="left"/>
      <w:pPr>
        <w:tabs>
          <w:tab w:val="num" w:pos="360"/>
        </w:tabs>
      </w:pPr>
    </w:lvl>
    <w:lvl w:ilvl="5" w:tplc="174C15EE">
      <w:numFmt w:val="none"/>
      <w:lvlText w:val=""/>
      <w:lvlJc w:val="left"/>
      <w:pPr>
        <w:tabs>
          <w:tab w:val="num" w:pos="360"/>
        </w:tabs>
      </w:pPr>
    </w:lvl>
    <w:lvl w:ilvl="6" w:tplc="B7CE1328">
      <w:numFmt w:val="none"/>
      <w:lvlText w:val=""/>
      <w:lvlJc w:val="left"/>
      <w:pPr>
        <w:tabs>
          <w:tab w:val="num" w:pos="360"/>
        </w:tabs>
      </w:pPr>
    </w:lvl>
    <w:lvl w:ilvl="7" w:tplc="648CDD94">
      <w:numFmt w:val="none"/>
      <w:lvlText w:val=""/>
      <w:lvlJc w:val="left"/>
      <w:pPr>
        <w:tabs>
          <w:tab w:val="num" w:pos="360"/>
        </w:tabs>
      </w:pPr>
    </w:lvl>
    <w:lvl w:ilvl="8" w:tplc="223E14B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EEC5B80"/>
    <w:multiLevelType w:val="hybridMultilevel"/>
    <w:tmpl w:val="337806C8"/>
    <w:lvl w:ilvl="0" w:tplc="00644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E32793"/>
    <w:multiLevelType w:val="hybridMultilevel"/>
    <w:tmpl w:val="9EDE3870"/>
    <w:lvl w:ilvl="0" w:tplc="7C0652D6">
      <w:start w:val="3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01817B4"/>
    <w:multiLevelType w:val="multilevel"/>
    <w:tmpl w:val="58508A1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3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2365290"/>
    <w:multiLevelType w:val="multilevel"/>
    <w:tmpl w:val="1D66265A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427C6415"/>
    <w:multiLevelType w:val="hybridMultilevel"/>
    <w:tmpl w:val="525277DA"/>
    <w:lvl w:ilvl="0" w:tplc="4EF69DDA">
      <w:start w:val="1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B2B6B1B"/>
    <w:multiLevelType w:val="hybridMultilevel"/>
    <w:tmpl w:val="0C7C3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9B48D6"/>
    <w:multiLevelType w:val="multilevel"/>
    <w:tmpl w:val="E2E0589C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>
    <w:nsid w:val="5A941CC5"/>
    <w:multiLevelType w:val="hybridMultilevel"/>
    <w:tmpl w:val="EEE8E0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7C960CA"/>
    <w:multiLevelType w:val="hybridMultilevel"/>
    <w:tmpl w:val="05F25AEE"/>
    <w:lvl w:ilvl="0" w:tplc="F2FEC5D4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DB4D81"/>
    <w:multiLevelType w:val="multilevel"/>
    <w:tmpl w:val="99CC91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D6163F6"/>
    <w:multiLevelType w:val="multilevel"/>
    <w:tmpl w:val="BF9A1D38"/>
    <w:lvl w:ilvl="0">
      <w:start w:val="1"/>
      <w:numFmt w:val="decimal"/>
      <w:suff w:val="space"/>
      <w:lvlText w:val="%1."/>
      <w:lvlJc w:val="left"/>
      <w:pPr>
        <w:ind w:left="4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2."/>
      <w:lvlJc w:val="left"/>
      <w:pPr>
        <w:ind w:left="0" w:firstLine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996"/>
        </w:tabs>
        <w:ind w:left="996" w:hanging="27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72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4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15C"/>
    <w:rsid w:val="00103CB2"/>
    <w:rsid w:val="001A4C04"/>
    <w:rsid w:val="001D31A9"/>
    <w:rsid w:val="001D7FED"/>
    <w:rsid w:val="00201E65"/>
    <w:rsid w:val="0020501C"/>
    <w:rsid w:val="0021049A"/>
    <w:rsid w:val="002B4505"/>
    <w:rsid w:val="002D2541"/>
    <w:rsid w:val="002D7B41"/>
    <w:rsid w:val="002F1E12"/>
    <w:rsid w:val="0030409A"/>
    <w:rsid w:val="00323AFD"/>
    <w:rsid w:val="00354C53"/>
    <w:rsid w:val="003B5A68"/>
    <w:rsid w:val="003B6F34"/>
    <w:rsid w:val="003D61E5"/>
    <w:rsid w:val="003F223D"/>
    <w:rsid w:val="00443475"/>
    <w:rsid w:val="004827B5"/>
    <w:rsid w:val="00486D6A"/>
    <w:rsid w:val="004C22B9"/>
    <w:rsid w:val="004C6F2B"/>
    <w:rsid w:val="004E7B80"/>
    <w:rsid w:val="005333A5"/>
    <w:rsid w:val="00541404"/>
    <w:rsid w:val="00544695"/>
    <w:rsid w:val="005534E0"/>
    <w:rsid w:val="00566AA1"/>
    <w:rsid w:val="00573EBB"/>
    <w:rsid w:val="005A2DFA"/>
    <w:rsid w:val="005A77A9"/>
    <w:rsid w:val="005B5C3B"/>
    <w:rsid w:val="005C0AA2"/>
    <w:rsid w:val="005C11AB"/>
    <w:rsid w:val="005C19BD"/>
    <w:rsid w:val="005C7527"/>
    <w:rsid w:val="005E1129"/>
    <w:rsid w:val="00635002"/>
    <w:rsid w:val="006458B0"/>
    <w:rsid w:val="00693D34"/>
    <w:rsid w:val="006C11CA"/>
    <w:rsid w:val="006C592E"/>
    <w:rsid w:val="006E06B5"/>
    <w:rsid w:val="006E4744"/>
    <w:rsid w:val="006E5970"/>
    <w:rsid w:val="006E5C6B"/>
    <w:rsid w:val="00701402"/>
    <w:rsid w:val="00714B63"/>
    <w:rsid w:val="00716373"/>
    <w:rsid w:val="00724033"/>
    <w:rsid w:val="007475A0"/>
    <w:rsid w:val="00771D05"/>
    <w:rsid w:val="00773F5E"/>
    <w:rsid w:val="00794F05"/>
    <w:rsid w:val="007F0CB4"/>
    <w:rsid w:val="00810162"/>
    <w:rsid w:val="00885024"/>
    <w:rsid w:val="008C0D79"/>
    <w:rsid w:val="008C7CAD"/>
    <w:rsid w:val="00992CE7"/>
    <w:rsid w:val="00995FA2"/>
    <w:rsid w:val="009B400E"/>
    <w:rsid w:val="009E2962"/>
    <w:rsid w:val="009E439A"/>
    <w:rsid w:val="00A068BD"/>
    <w:rsid w:val="00A24C92"/>
    <w:rsid w:val="00AA0117"/>
    <w:rsid w:val="00B217E9"/>
    <w:rsid w:val="00B2670D"/>
    <w:rsid w:val="00B31B02"/>
    <w:rsid w:val="00B6115C"/>
    <w:rsid w:val="00BB7526"/>
    <w:rsid w:val="00BD23EB"/>
    <w:rsid w:val="00C10824"/>
    <w:rsid w:val="00C5024C"/>
    <w:rsid w:val="00C63551"/>
    <w:rsid w:val="00C64B23"/>
    <w:rsid w:val="00C91D6F"/>
    <w:rsid w:val="00CA50FE"/>
    <w:rsid w:val="00CD4CB5"/>
    <w:rsid w:val="00CE3D4D"/>
    <w:rsid w:val="00CF34D5"/>
    <w:rsid w:val="00D459AB"/>
    <w:rsid w:val="00D50EF7"/>
    <w:rsid w:val="00D577EA"/>
    <w:rsid w:val="00D83555"/>
    <w:rsid w:val="00D96A71"/>
    <w:rsid w:val="00D97B25"/>
    <w:rsid w:val="00DE3044"/>
    <w:rsid w:val="00E1076D"/>
    <w:rsid w:val="00E1617D"/>
    <w:rsid w:val="00E54947"/>
    <w:rsid w:val="00EA3685"/>
    <w:rsid w:val="00EC2798"/>
    <w:rsid w:val="00EE252B"/>
    <w:rsid w:val="00F16274"/>
    <w:rsid w:val="00F43845"/>
    <w:rsid w:val="00F7057B"/>
    <w:rsid w:val="00F86105"/>
    <w:rsid w:val="00F97235"/>
    <w:rsid w:val="00FA7A48"/>
    <w:rsid w:val="00FD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A2"/>
    <w:rPr>
      <w:rFonts w:eastAsia="Times New Roman"/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0"/>
    <w:qFormat/>
    <w:rsid w:val="00995FA2"/>
    <w:pPr>
      <w:keepNext/>
      <w:numPr>
        <w:numId w:val="2"/>
      </w:numPr>
      <w:spacing w:line="288" w:lineRule="auto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95FA2"/>
    <w:pPr>
      <w:keepNext/>
      <w:numPr>
        <w:ilvl w:val="1"/>
        <w:numId w:val="2"/>
      </w:numPr>
      <w:spacing w:line="288" w:lineRule="auto"/>
      <w:ind w:firstLine="720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995FA2"/>
    <w:pPr>
      <w:widowControl w:val="0"/>
      <w:numPr>
        <w:ilvl w:val="2"/>
        <w:numId w:val="2"/>
      </w:numPr>
      <w:spacing w:line="288" w:lineRule="auto"/>
      <w:ind w:firstLine="7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995FA2"/>
    <w:pPr>
      <w:widowControl w:val="0"/>
      <w:numPr>
        <w:ilvl w:val="3"/>
        <w:numId w:val="2"/>
      </w:numPr>
      <w:spacing w:line="288" w:lineRule="auto"/>
      <w:jc w:val="center"/>
      <w:outlineLvl w:val="3"/>
    </w:pPr>
    <w:rPr>
      <w:b/>
      <w:bCs/>
      <w:kern w:val="28"/>
    </w:rPr>
  </w:style>
  <w:style w:type="paragraph" w:styleId="5">
    <w:name w:val="heading 5"/>
    <w:basedOn w:val="a"/>
    <w:next w:val="a"/>
    <w:link w:val="50"/>
    <w:qFormat/>
    <w:rsid w:val="00995FA2"/>
    <w:pPr>
      <w:numPr>
        <w:ilvl w:val="4"/>
        <w:numId w:val="2"/>
      </w:numPr>
      <w:spacing w:before="240" w:after="60" w:line="288" w:lineRule="auto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995FA2"/>
    <w:pPr>
      <w:numPr>
        <w:ilvl w:val="5"/>
        <w:numId w:val="2"/>
      </w:numPr>
      <w:spacing w:before="240" w:after="60" w:line="288" w:lineRule="auto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995FA2"/>
    <w:pPr>
      <w:numPr>
        <w:ilvl w:val="6"/>
        <w:numId w:val="2"/>
      </w:numPr>
      <w:spacing w:before="240" w:after="60" w:line="288" w:lineRule="auto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995FA2"/>
    <w:pPr>
      <w:numPr>
        <w:ilvl w:val="7"/>
        <w:numId w:val="2"/>
      </w:numPr>
      <w:spacing w:before="240" w:after="60" w:line="288" w:lineRule="auto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995FA2"/>
    <w:pPr>
      <w:numPr>
        <w:ilvl w:val="8"/>
        <w:numId w:val="2"/>
      </w:numPr>
      <w:spacing w:before="240" w:after="60" w:line="288" w:lineRule="auto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"/>
    <w:basedOn w:val="a0"/>
    <w:link w:val="1"/>
    <w:rsid w:val="00995FA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5FA2"/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95FA2"/>
    <w:rPr>
      <w:rFonts w:eastAsia="Times New Roman" w:cs="Times New Roman"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5FA2"/>
    <w:rPr>
      <w:rFonts w:eastAsia="Times New Roman" w:cs="Times New Roman"/>
      <w:b/>
      <w:bCs/>
      <w:kern w:val="28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95FA2"/>
    <w:rPr>
      <w:rFonts w:ascii="Arial" w:eastAsia="Times New Roman" w:hAnsi="Arial" w:cs="Arial"/>
      <w:sz w:val="22"/>
      <w:lang w:eastAsia="ru-RU"/>
    </w:rPr>
  </w:style>
  <w:style w:type="character" w:customStyle="1" w:styleId="60">
    <w:name w:val="Заголовок 6 Знак"/>
    <w:basedOn w:val="a0"/>
    <w:link w:val="6"/>
    <w:rsid w:val="00995FA2"/>
    <w:rPr>
      <w:rFonts w:eastAsia="Times New Roman" w:cs="Times New Roman"/>
      <w:i/>
      <w:i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995FA2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95FA2"/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95FA2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çàãîëîâîê 1"/>
    <w:rsid w:val="00995FA2"/>
    <w:pPr>
      <w:keepNext/>
      <w:widowControl w:val="0"/>
      <w:spacing w:line="288" w:lineRule="auto"/>
      <w:ind w:firstLine="720"/>
    </w:pPr>
    <w:rPr>
      <w:rFonts w:eastAsia="Times New Roman"/>
      <w:sz w:val="24"/>
      <w:szCs w:val="24"/>
    </w:rPr>
  </w:style>
  <w:style w:type="table" w:styleId="a3">
    <w:name w:val="Table Grid"/>
    <w:basedOn w:val="a1"/>
    <w:rsid w:val="00995FA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995FA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995FA2"/>
    <w:rPr>
      <w:rFonts w:eastAsia="Times New Roman" w:cs="Times New Roman"/>
      <w:b/>
      <w:szCs w:val="20"/>
      <w:lang w:eastAsia="ru-RU"/>
    </w:rPr>
  </w:style>
  <w:style w:type="paragraph" w:styleId="a6">
    <w:name w:val="Body Text"/>
    <w:basedOn w:val="a"/>
    <w:link w:val="a7"/>
    <w:rsid w:val="00995FA2"/>
    <w:pPr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95FA2"/>
    <w:rPr>
      <w:rFonts w:eastAsia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next w:val="a"/>
    <w:rsid w:val="00995FA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995F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8">
    <w:name w:val="Hyperlink"/>
    <w:basedOn w:val="a0"/>
    <w:rsid w:val="00995FA2"/>
    <w:rPr>
      <w:color w:val="0000FF"/>
      <w:u w:val="single"/>
    </w:rPr>
  </w:style>
  <w:style w:type="paragraph" w:customStyle="1" w:styleId="ConsPlusTitle">
    <w:name w:val="ConsPlusTitle"/>
    <w:rsid w:val="00995F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31">
    <w:name w:val="Знак Знак3"/>
    <w:basedOn w:val="a0"/>
    <w:rsid w:val="00995FA2"/>
    <w:rPr>
      <w:b/>
      <w:sz w:val="24"/>
      <w:lang w:val="ru-RU" w:eastAsia="ru-RU" w:bidi="ar-SA"/>
    </w:rPr>
  </w:style>
  <w:style w:type="paragraph" w:styleId="a9">
    <w:name w:val="footer"/>
    <w:basedOn w:val="a"/>
    <w:link w:val="aa"/>
    <w:rsid w:val="00995F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95FA2"/>
    <w:rPr>
      <w:rFonts w:eastAsia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995FA2"/>
  </w:style>
  <w:style w:type="paragraph" w:styleId="ac">
    <w:name w:val="Document Map"/>
    <w:basedOn w:val="a"/>
    <w:link w:val="ad"/>
    <w:semiHidden/>
    <w:rsid w:val="00995F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995FA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e">
    <w:name w:val="List Paragraph"/>
    <w:basedOn w:val="a"/>
    <w:uiPriority w:val="34"/>
    <w:qFormat/>
    <w:rsid w:val="00A24C92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D59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5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ww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_________Microsoft_Office_Word1.docx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77;&#1087;&#1077;&#1083;&#1080;&#1085;&#1072;\&#1056;&#1072;&#1073;&#1086;&#1095;&#1080;&#1081;%20&#1089;&#1090;&#1086;&#1083;\&#1043;&#1088;&#1072;&#1095;&#1077;&#1074;&#1089;&#1082;&#1080;&#1081;%20&#1088;&#1072;&#1081;&#1086;&#1085;\&#1040;&#1091;&#1082;&#1094;&#1080;&#1086;&#1085;%20&#8470;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Аукцион №10</Template>
  <TotalTime>6</TotalTime>
  <Pages>30</Pages>
  <Words>10402</Words>
  <Characters>59293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mpr</Company>
  <LinksUpToDate>false</LinksUpToDate>
  <CharactersWithSpaces>69556</CharactersWithSpaces>
  <SharedDoc>false</SharedDoc>
  <HLinks>
    <vt:vector size="6" baseType="variant">
      <vt:variant>
        <vt:i4>6422589</vt:i4>
      </vt:variant>
      <vt:variant>
        <vt:i4>0</vt:i4>
      </vt:variant>
      <vt:variant>
        <vt:i4>0</vt:i4>
      </vt:variant>
      <vt:variant>
        <vt:i4>5</vt:i4>
      </vt:variant>
      <vt:variant>
        <vt:lpwstr>mailto:www.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Шепелина</dc:creator>
  <cp:keywords/>
  <dc:description/>
  <cp:lastModifiedBy>Шепелина</cp:lastModifiedBy>
  <cp:revision>3</cp:revision>
  <dcterms:created xsi:type="dcterms:W3CDTF">2010-08-04T11:02:00Z</dcterms:created>
  <dcterms:modified xsi:type="dcterms:W3CDTF">2010-08-05T04:47:00Z</dcterms:modified>
</cp:coreProperties>
</file>